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6.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7.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8.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9.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0.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11.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12.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510A59C" w14:textId="77777777" w:rsidR="00F422D3" w:rsidRDefault="00F422D3" w:rsidP="00B42F40">
      <w:pPr>
        <w:pStyle w:val="Titul1"/>
      </w:pPr>
      <w:r>
        <w:t>S</w:t>
      </w:r>
      <w:r w:rsidR="003F5723">
        <w:t xml:space="preserve">mlouva o dílo na zhotovení </w:t>
      </w:r>
    </w:p>
    <w:p w14:paraId="5AAE193A" w14:textId="3882708C" w:rsidR="003F5723" w:rsidRDefault="00897796" w:rsidP="003F5723">
      <w:pPr>
        <w:pStyle w:val="Titul2"/>
      </w:pPr>
      <w:r>
        <w:t>Projektov</w:t>
      </w:r>
      <w:r w:rsidR="00CB5436">
        <w:t>á</w:t>
      </w:r>
      <w:r>
        <w:t xml:space="preserve"> d</w:t>
      </w:r>
      <w:r w:rsidR="003F5723">
        <w:t xml:space="preserve">okumentace pro </w:t>
      </w:r>
      <w:r w:rsidR="00E91A89">
        <w:t>povolení stavby</w:t>
      </w:r>
      <w:r w:rsidR="003F5723">
        <w:t>, Projektov</w:t>
      </w:r>
      <w:r w:rsidR="00CB5436">
        <w:t>á</w:t>
      </w:r>
      <w:r w:rsidR="003F5723">
        <w:t xml:space="preserve"> dokumentace pro prov</w:t>
      </w:r>
      <w:r>
        <w:t>á</w:t>
      </w:r>
      <w:r w:rsidR="003F5723">
        <w:t>d</w:t>
      </w:r>
      <w:r>
        <w:t>ě</w:t>
      </w:r>
      <w:r w:rsidR="003F5723">
        <w:t xml:space="preserve">ní stavby a </w:t>
      </w:r>
      <w:r w:rsidR="00E65433">
        <w:t>Dozor projektanta</w:t>
      </w:r>
    </w:p>
    <w:p w14:paraId="640AB1D1" w14:textId="2514C4FF" w:rsidR="00402B45" w:rsidRPr="00402B45" w:rsidRDefault="00F422D3" w:rsidP="00402B45">
      <w:pPr>
        <w:pStyle w:val="Titul2"/>
      </w:pPr>
      <w:r w:rsidRPr="00402B45">
        <w:t xml:space="preserve">Název zakázky: </w:t>
      </w:r>
      <w:sdt>
        <w:sdtPr>
          <w:rPr>
            <w:rStyle w:val="Nzevakce"/>
            <w:b/>
          </w:rPr>
          <w:alias w:val="Název akce - VYplnit pole - přenese se do zápatí"/>
          <w:tag w:val="Název akce"/>
          <w:id w:val="1889687308"/>
          <w:placeholder>
            <w:docPart w:val="4EB0494DF4E24F4689F5A2EA1C0D045B"/>
          </w:placeholder>
          <w:text/>
        </w:sdtPr>
        <w:sdtContent>
          <w:r w:rsidR="003D3B3E" w:rsidRPr="003D3B3E">
            <w:rPr>
              <w:rStyle w:val="Nzevakce"/>
              <w:b/>
            </w:rPr>
            <w:t>„Rekonstrukce výpravní budovy v žst. Teplice v Čechách“ 2. etapa</w:t>
          </w:r>
        </w:sdtContent>
      </w:sdt>
    </w:p>
    <w:p w14:paraId="09548069" w14:textId="77777777" w:rsidR="00F422D3" w:rsidRDefault="00F422D3" w:rsidP="00402B45">
      <w:pPr>
        <w:pStyle w:val="Titul2"/>
      </w:pPr>
    </w:p>
    <w:p w14:paraId="09CEFBB0" w14:textId="77777777" w:rsidR="00F422D3" w:rsidRPr="00B42F40" w:rsidRDefault="00F422D3" w:rsidP="00B42F40">
      <w:pPr>
        <w:pStyle w:val="Nadpisbezsl1-2"/>
      </w:pPr>
      <w:r w:rsidRPr="00B42F40">
        <w:t>Smluvní strany:</w:t>
      </w:r>
    </w:p>
    <w:p w14:paraId="649A439C" w14:textId="77777777" w:rsidR="00F422D3" w:rsidRPr="001C61BC" w:rsidRDefault="00F422D3" w:rsidP="00B42F40">
      <w:pPr>
        <w:pStyle w:val="Textbezodsazen"/>
        <w:spacing w:after="0"/>
        <w:rPr>
          <w:b/>
        </w:rPr>
      </w:pPr>
      <w:r w:rsidRPr="001C61BC">
        <w:rPr>
          <w:b/>
        </w:rPr>
        <w:t>Správa</w:t>
      </w:r>
      <w:r w:rsidR="00FB4272" w:rsidRPr="001C61BC">
        <w:rPr>
          <w:b/>
        </w:rPr>
        <w:t xml:space="preserve"> železnic</w:t>
      </w:r>
      <w:r w:rsidRPr="001C61BC">
        <w:rPr>
          <w:b/>
        </w:rPr>
        <w:t>, státní organizace</w:t>
      </w:r>
    </w:p>
    <w:p w14:paraId="0D20AC1D" w14:textId="77777777" w:rsidR="00F422D3" w:rsidRPr="001C61BC" w:rsidRDefault="00F422D3" w:rsidP="00B42F40">
      <w:pPr>
        <w:pStyle w:val="Textbezodsazen"/>
        <w:spacing w:after="0"/>
      </w:pPr>
      <w:r w:rsidRPr="001C61BC">
        <w:t xml:space="preserve">se sídlem: Dlážděná 1003/7, 110 00 Praha 1 - Nové Město </w:t>
      </w:r>
    </w:p>
    <w:p w14:paraId="3977925A" w14:textId="77777777" w:rsidR="00F422D3" w:rsidRPr="001C61BC" w:rsidRDefault="00F422D3" w:rsidP="00B42F40">
      <w:pPr>
        <w:pStyle w:val="Textbezodsazen"/>
        <w:spacing w:after="0"/>
      </w:pPr>
      <w:r w:rsidRPr="001C61BC">
        <w:t>IČO: 70994234 DIČ: CZ70994234</w:t>
      </w:r>
    </w:p>
    <w:p w14:paraId="3B365AEA" w14:textId="77777777" w:rsidR="00F422D3" w:rsidRPr="001C61BC" w:rsidRDefault="00F422D3" w:rsidP="00B42F40">
      <w:pPr>
        <w:pStyle w:val="Textbezodsazen"/>
        <w:spacing w:after="0"/>
      </w:pPr>
      <w:r w:rsidRPr="001C61BC">
        <w:t>zapsaná v obchodním rejstříku vedeném Městským soudem v Praze,</w:t>
      </w:r>
    </w:p>
    <w:p w14:paraId="2F4AA324" w14:textId="77777777" w:rsidR="00F422D3" w:rsidRPr="001C61BC" w:rsidRDefault="00F422D3" w:rsidP="00B42F40">
      <w:pPr>
        <w:pStyle w:val="Textbezodsazen"/>
        <w:spacing w:after="0"/>
      </w:pPr>
      <w:r w:rsidRPr="001C61BC">
        <w:t>spisová značka A 48384</w:t>
      </w:r>
    </w:p>
    <w:p w14:paraId="7F37A711" w14:textId="57086844" w:rsidR="00F422D3" w:rsidRPr="001C61BC" w:rsidRDefault="00F422D3" w:rsidP="00DA3B4C">
      <w:pPr>
        <w:pStyle w:val="Textbezodsazen"/>
        <w:spacing w:after="0"/>
      </w:pPr>
      <w:r w:rsidRPr="001C61BC">
        <w:t xml:space="preserve">zastoupena: </w:t>
      </w:r>
      <w:r w:rsidR="00DA3B4C" w:rsidRPr="00DA3B4C">
        <w:t>Ing. Petrem Hofhanzlem, ředitelem Stavební správy západ.</w:t>
      </w:r>
    </w:p>
    <w:p w14:paraId="1B3AFCB7" w14:textId="77777777" w:rsidR="00DA3B4C" w:rsidRDefault="00DA3B4C" w:rsidP="00B42F40">
      <w:pPr>
        <w:pStyle w:val="Textbezodsazen"/>
        <w:spacing w:after="0"/>
        <w:rPr>
          <w:rStyle w:val="Zdraznnjemn"/>
          <w:b/>
          <w:iCs w:val="0"/>
          <w:color w:val="auto"/>
        </w:rPr>
      </w:pPr>
    </w:p>
    <w:p w14:paraId="151124E0" w14:textId="2895F093" w:rsidR="00F422D3" w:rsidRPr="001C61BC" w:rsidRDefault="00F422D3" w:rsidP="00B42F40">
      <w:pPr>
        <w:pStyle w:val="Textbezodsazen"/>
        <w:spacing w:after="0"/>
        <w:rPr>
          <w:rStyle w:val="Zdraznnjemn"/>
          <w:b/>
          <w:iCs w:val="0"/>
          <w:color w:val="auto"/>
        </w:rPr>
      </w:pPr>
      <w:r w:rsidRPr="001C61BC">
        <w:rPr>
          <w:rStyle w:val="Zdraznnjemn"/>
          <w:b/>
          <w:iCs w:val="0"/>
          <w:color w:val="auto"/>
        </w:rPr>
        <w:t xml:space="preserve">Korespondenční adresa: </w:t>
      </w:r>
    </w:p>
    <w:p w14:paraId="4DC055DA" w14:textId="77777777" w:rsidR="00F422D3" w:rsidRDefault="00F422D3" w:rsidP="00B42F40">
      <w:pPr>
        <w:pStyle w:val="Textbezodsazen"/>
        <w:spacing w:after="0"/>
      </w:pPr>
      <w:r w:rsidRPr="001C61BC">
        <w:t>Správa</w:t>
      </w:r>
      <w:r w:rsidR="00FB4272" w:rsidRPr="001C61BC">
        <w:t xml:space="preserve"> železnic</w:t>
      </w:r>
      <w:r w:rsidRPr="001C61BC">
        <w:t xml:space="preserve">, </w:t>
      </w:r>
      <w:r>
        <w:t>státní organizace</w:t>
      </w:r>
    </w:p>
    <w:p w14:paraId="69E01749" w14:textId="77777777" w:rsidR="00F72657" w:rsidRDefault="00F422D3" w:rsidP="00B42F40">
      <w:pPr>
        <w:pStyle w:val="Textbezodsazen"/>
      </w:pPr>
      <w:r w:rsidRPr="00F72657">
        <w:t xml:space="preserve">Stavební správa západ, </w:t>
      </w:r>
      <w:r w:rsidR="00F72657" w:rsidRPr="00F72657">
        <w:t xml:space="preserve">Budova Diamond Point, Ke Štvanici 656/3, 186 00 Praha 8 – Karlín </w:t>
      </w:r>
    </w:p>
    <w:p w14:paraId="3518B66A" w14:textId="4E569006" w:rsidR="00F422D3" w:rsidRDefault="00F422D3" w:rsidP="00B42F40">
      <w:pPr>
        <w:pStyle w:val="Textbezodsazen"/>
      </w:pPr>
      <w:r>
        <w:t>(</w:t>
      </w:r>
      <w:r w:rsidRPr="00B42F40">
        <w:t>dále</w:t>
      </w:r>
      <w:r>
        <w:t xml:space="preserve"> jen „</w:t>
      </w:r>
      <w:r w:rsidRPr="00F422D3">
        <w:rPr>
          <w:b/>
        </w:rPr>
        <w:t>Objednatel</w:t>
      </w:r>
      <w:r>
        <w:t>“)</w:t>
      </w:r>
    </w:p>
    <w:p w14:paraId="101ABFC0" w14:textId="77777777" w:rsidR="00F422D3" w:rsidRDefault="00F422D3" w:rsidP="00B42F40">
      <w:pPr>
        <w:pStyle w:val="Textbezodsazen"/>
        <w:spacing w:after="0"/>
      </w:pPr>
      <w:r>
        <w:t>číslo smlouvy: "[</w:t>
      </w:r>
      <w:r w:rsidRPr="00F422D3">
        <w:rPr>
          <w:highlight w:val="green"/>
        </w:rPr>
        <w:t>VLOŽÍ OBJEDNATEL</w:t>
      </w:r>
      <w:r>
        <w:t xml:space="preserve">]" </w:t>
      </w:r>
    </w:p>
    <w:p w14:paraId="6D3AE7EA" w14:textId="77777777" w:rsidR="000352AE" w:rsidRDefault="000352AE" w:rsidP="000352AE">
      <w:pPr>
        <w:tabs>
          <w:tab w:val="left" w:pos="1985"/>
          <w:tab w:val="right" w:pos="5670"/>
        </w:tabs>
        <w:suppressAutoHyphens/>
        <w:spacing w:line="280" w:lineRule="exact"/>
        <w:rPr>
          <w:sz w:val="18"/>
          <w:szCs w:val="18"/>
        </w:rPr>
      </w:pPr>
      <w:r>
        <w:rPr>
          <w:sz w:val="18"/>
          <w:szCs w:val="18"/>
        </w:rPr>
        <w:t xml:space="preserve">číslo jednací: </w:t>
      </w:r>
      <w:r>
        <w:rPr>
          <w:sz w:val="18"/>
          <w:szCs w:val="18"/>
          <w:highlight w:val="green"/>
        </w:rPr>
        <w:t>"[VLOŽÍ OBJEDNATEL]"</w:t>
      </w:r>
    </w:p>
    <w:p w14:paraId="07DFDA92" w14:textId="3C7AA3FD" w:rsidR="00F422D3" w:rsidRDefault="00F422D3" w:rsidP="00B42F40">
      <w:pPr>
        <w:pStyle w:val="Textbezodsazen"/>
      </w:pPr>
      <w:r>
        <w:t xml:space="preserve">ISPROFOND: </w:t>
      </w:r>
      <w:r w:rsidR="005D3D1B">
        <w:t>5423520028</w:t>
      </w:r>
    </w:p>
    <w:p w14:paraId="31D0CF82" w14:textId="77777777" w:rsidR="00B42F40" w:rsidRDefault="00B42F40" w:rsidP="00B42F40">
      <w:pPr>
        <w:pStyle w:val="Textbezodsazen"/>
      </w:pPr>
    </w:p>
    <w:p w14:paraId="32B5781B" w14:textId="77777777" w:rsidR="00F422D3" w:rsidRDefault="00F422D3" w:rsidP="00B42F40">
      <w:pPr>
        <w:pStyle w:val="Textbezodsazen"/>
      </w:pPr>
      <w:r w:rsidRPr="00B42F40">
        <w:t>a</w:t>
      </w:r>
    </w:p>
    <w:p w14:paraId="76CD8164" w14:textId="77777777" w:rsidR="00B42F40" w:rsidRPr="00B42F40" w:rsidRDefault="00B42F40" w:rsidP="00B42F40">
      <w:pPr>
        <w:pStyle w:val="Textbezodsazen"/>
      </w:pPr>
    </w:p>
    <w:p w14:paraId="44E9D483"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598A70BE"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2F1409FB"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2ECFBDAC"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"[VL</w:t>
      </w:r>
      <w:r w:rsidRPr="00B42F40">
        <w:rPr>
          <w:highlight w:val="yellow"/>
        </w:rPr>
        <w:t>OŽÍ ZHOTOVITEL</w:t>
      </w:r>
      <w:r w:rsidRPr="00B42F40">
        <w:t>]" ,</w:t>
      </w:r>
    </w:p>
    <w:p w14:paraId="72AC4101"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5546B52E"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14A17C42" w14:textId="77777777" w:rsidR="00F422D3" w:rsidRPr="00B42F40" w:rsidRDefault="00F422D3" w:rsidP="00B42F40">
      <w:pPr>
        <w:pStyle w:val="Textbezodsazen"/>
      </w:pPr>
      <w:r w:rsidRPr="00B42F40">
        <w:lastRenderedPageBreak/>
        <w:t>zastoupena: "[</w:t>
      </w:r>
      <w:r w:rsidRPr="00B42F40">
        <w:rPr>
          <w:highlight w:val="yellow"/>
        </w:rPr>
        <w:t>VLOŽÍ ZHOTOVITEL</w:t>
      </w:r>
      <w:r w:rsidRPr="00B42F40">
        <w:t xml:space="preserve">]" </w:t>
      </w:r>
    </w:p>
    <w:p w14:paraId="12289B97" w14:textId="77777777" w:rsidR="00F422D3" w:rsidRPr="00B42F40" w:rsidRDefault="00F422D3" w:rsidP="009227F1">
      <w:pPr>
        <w:pStyle w:val="Textbezodsazen"/>
        <w:keepNext/>
        <w:spacing w:after="0"/>
        <w:rPr>
          <w:rStyle w:val="Zdraznnjemn"/>
          <w:b/>
          <w:iCs w:val="0"/>
          <w:color w:val="auto"/>
        </w:rPr>
      </w:pPr>
      <w:r w:rsidRPr="00B42F40">
        <w:rPr>
          <w:rStyle w:val="Zdraznnjemn"/>
          <w:b/>
          <w:iCs w:val="0"/>
          <w:color w:val="auto"/>
        </w:rPr>
        <w:t xml:space="preserve">Korespondenční adresa: </w:t>
      </w:r>
    </w:p>
    <w:p w14:paraId="3AE59864"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1514186F" w14:textId="77777777" w:rsidR="00F422D3" w:rsidRPr="00B42F40" w:rsidRDefault="00F422D3" w:rsidP="00B42F40">
      <w:pPr>
        <w:pStyle w:val="Textbezodsazen"/>
      </w:pPr>
      <w:r w:rsidRPr="00B42F40">
        <w:t>(dále jen „</w:t>
      </w:r>
      <w:r w:rsidRPr="00B42F40">
        <w:rPr>
          <w:rStyle w:val="Tun"/>
        </w:rPr>
        <w:t>Zhotovitel</w:t>
      </w:r>
      <w:r w:rsidRPr="00B42F40">
        <w:t>“)</w:t>
      </w:r>
    </w:p>
    <w:p w14:paraId="3EFA2793"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1DCD16A9" w14:textId="4301F8E2" w:rsidR="008063CD" w:rsidRDefault="00F422D3" w:rsidP="008063CD">
      <w:pPr>
        <w:pStyle w:val="Textbezodsazen"/>
      </w:pPr>
      <w:r w:rsidRPr="00B42F40">
        <w:t>uzavřely tuto smlouvu (dále jen „</w:t>
      </w:r>
      <w:r w:rsidRPr="003F5723">
        <w:rPr>
          <w:rStyle w:val="Tun"/>
        </w:rPr>
        <w:t>Smlouva</w:t>
      </w:r>
      <w:r w:rsidRPr="00B42F40">
        <w:t>“</w:t>
      </w:r>
      <w:r w:rsidR="002B4506">
        <w:t>, nebo „</w:t>
      </w:r>
      <w:r w:rsidR="002B4506" w:rsidRPr="00162BC0">
        <w:rPr>
          <w:b/>
        </w:rPr>
        <w:t>SOD</w:t>
      </w:r>
      <w:r w:rsidR="002B4506">
        <w:t>“</w:t>
      </w:r>
      <w:r w:rsidRPr="00B42F40">
        <w:t xml:space="preserve">) v souladu </w:t>
      </w:r>
      <w:r w:rsidR="00253CBA">
        <w:t>s ust. § 2586 a násl. zákona č. </w:t>
      </w:r>
      <w:r w:rsidRPr="00B42F40">
        <w:t>89/2012 Sb., občanský zákoník, ve znění pozdějších předpisů (dále jen „</w:t>
      </w:r>
      <w:r w:rsidRPr="003F5723">
        <w:rPr>
          <w:rStyle w:val="Tun"/>
        </w:rPr>
        <w:t>občanský zákoník</w:t>
      </w:r>
      <w:r w:rsidRPr="00B42F40">
        <w:t>“).</w:t>
      </w:r>
    </w:p>
    <w:p w14:paraId="565A6E5B" w14:textId="77777777" w:rsidR="00253CBA" w:rsidRPr="00BC322B" w:rsidRDefault="00253CBA" w:rsidP="00BC322B">
      <w:pPr>
        <w:pStyle w:val="Textbezodsazen"/>
        <w:rPr>
          <w:rStyle w:val="Tun"/>
          <w:b w:val="0"/>
        </w:rPr>
      </w:pPr>
    </w:p>
    <w:p w14:paraId="664874FE" w14:textId="77777777" w:rsidR="003F5723" w:rsidRPr="002E325D" w:rsidRDefault="003F5723" w:rsidP="002E325D">
      <w:pPr>
        <w:pStyle w:val="Textbezodsazen"/>
        <w:rPr>
          <w:rStyle w:val="Tun"/>
        </w:rPr>
      </w:pPr>
      <w:r w:rsidRPr="002E325D">
        <w:rPr>
          <w:rStyle w:val="Tun"/>
        </w:rPr>
        <w:t>Smluvní strany, vědomy si svých závazků v této Smlouvě obsažených a</w:t>
      </w:r>
      <w:r w:rsidR="00BC322B" w:rsidRPr="002E325D">
        <w:rPr>
          <w:rStyle w:val="Tun"/>
        </w:rPr>
        <w:t> </w:t>
      </w:r>
      <w:r w:rsidRPr="002E325D">
        <w:rPr>
          <w:rStyle w:val="Tun"/>
        </w:rPr>
        <w:t>s</w:t>
      </w:r>
      <w:r w:rsidR="00BC322B" w:rsidRPr="002E325D">
        <w:rPr>
          <w:rStyle w:val="Tun"/>
        </w:rPr>
        <w:t> </w:t>
      </w:r>
      <w:r w:rsidRPr="002E325D">
        <w:rPr>
          <w:rStyle w:val="Tun"/>
        </w:rPr>
        <w:t>úmyslem být touto Smlouvou vázány, dohodly se na následujícím znění Smlouvy:</w:t>
      </w:r>
    </w:p>
    <w:p w14:paraId="04BD2F9C" w14:textId="77777777" w:rsidR="003F5723" w:rsidRDefault="003F5723" w:rsidP="003F5723">
      <w:pPr>
        <w:pStyle w:val="Nadpis1-1"/>
      </w:pPr>
      <w:r>
        <w:t>ÚVODNÍ USTANOVENÍ</w:t>
      </w:r>
    </w:p>
    <w:p w14:paraId="68D82665" w14:textId="0A0AF7FB" w:rsidR="003F5723" w:rsidRDefault="003F5723" w:rsidP="003F5723">
      <w:pPr>
        <w:pStyle w:val="Text1-1"/>
      </w:pPr>
      <w:r>
        <w:t xml:space="preserve">Objednatel prohlašuje, že je státní organizací, která vznikla k 1. 1. 2003 na základě zákona č. 77/2002 Sb., </w:t>
      </w:r>
      <w:r w:rsidR="00C01397" w:rsidRPr="00B46A46">
        <w:t>o akciové společnosti České dráhy, státní organizaci Správa železnic a o změně zákona č. 266/1994 Sb., o dráhách, ve znění pozdějších předpisů, a zákona č. 77/1997 Sb., o státním podniku, ve znění pozdějších předpisů</w:t>
      </w:r>
      <w:r w:rsidR="008063CD">
        <w:t>, splňuje veškeré podmínky a </w:t>
      </w:r>
      <w:r>
        <w:t>požadavky v této Smlouvě stanovené a je oprávněn tuto Smlouvu uzavřít a řádně plnit povinnosti v ní obsažené.</w:t>
      </w:r>
    </w:p>
    <w:p w14:paraId="4745EFC5" w14:textId="77777777" w:rsidR="003F5723" w:rsidRDefault="003F5723" w:rsidP="003F5723">
      <w:pPr>
        <w:pStyle w:val="Text1-1"/>
      </w:pPr>
      <w:r>
        <w:t>Zhotovitel prohlašuje, že splňuje veškeré podmínky a požadavky v této Smlouvě stanovené a je oprávněn tuto Smlouvu uzavřít a řádně plnit povinnosti v ní obsažené.</w:t>
      </w:r>
    </w:p>
    <w:p w14:paraId="610C34CD" w14:textId="77777777" w:rsidR="003F5723" w:rsidRDefault="003F5723" w:rsidP="003F5723">
      <w:pPr>
        <w:pStyle w:val="Text1-1"/>
      </w:pPr>
      <w:r>
        <w:t>Zhotovitel dále prohlašuje, že ke dni uzavření této Smlouvy není vůči němu vedeno řízení dle zákona č. 182/2006 Sb., o úpadku a způsobech jeho řešení (insolvenční zákon), ve</w:t>
      </w:r>
      <w:r w:rsidR="00C06EFF">
        <w:t> </w:t>
      </w:r>
      <w:r>
        <w:t>znění pozdějších předpisů a zavazuje se Objednatele bezodkladně informovat o všech skutečnos</w:t>
      </w:r>
      <w:r w:rsidR="00253CBA">
        <w:t>tech o hrozícím úpadku, popř. o </w:t>
      </w:r>
      <w:r>
        <w:t>prohlášení úpadku jeho společnosti, stejně jako o změnách v jeho kvalifikaci, kterou prokázal v rámci své nabídky na plnění Veřejné zakázky v dále uvedeném smyslu.</w:t>
      </w:r>
    </w:p>
    <w:p w14:paraId="2C528D51" w14:textId="77777777" w:rsidR="003F5723" w:rsidRDefault="003F5723" w:rsidP="003F5723">
      <w:pPr>
        <w:pStyle w:val="Text1-1"/>
      </w:pPr>
      <w:r>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76042507" w14:textId="77777777" w:rsidR="003F5723" w:rsidRDefault="003F5723" w:rsidP="003F5723">
      <w:pPr>
        <w:pStyle w:val="Text1-1"/>
      </w:pPr>
      <w:r>
        <w:t>Pojmy s velkým počátečním písmenem, které nejsou definovány v této Smlouvě, mají význam uvedený v obchodních podmínkách, které tvoří Přílohu č. 2 této Smlouvy (dále jen „</w:t>
      </w:r>
      <w:r w:rsidRPr="003F5723">
        <w:rPr>
          <w:rStyle w:val="Tun"/>
        </w:rPr>
        <w:t>Obchodní podmínky</w:t>
      </w:r>
      <w:r>
        <w:t>“).</w:t>
      </w:r>
    </w:p>
    <w:p w14:paraId="180D7E1F" w14:textId="77777777" w:rsidR="003F5723" w:rsidRDefault="003F5723" w:rsidP="003F5723">
      <w:pPr>
        <w:pStyle w:val="Nadpis1-1"/>
      </w:pPr>
      <w:r>
        <w:t>ÚČEL SMLOUVY</w:t>
      </w:r>
    </w:p>
    <w:p w14:paraId="58AC3969" w14:textId="64260A69" w:rsidR="003F5723" w:rsidRDefault="003F5723" w:rsidP="003F5723">
      <w:pPr>
        <w:pStyle w:val="Text1-1"/>
      </w:pPr>
      <w:r>
        <w:t xml:space="preserve">Objednatel oznámil uveřejněním oznámení o zahájení zadávacího řízení – veřejné služby ve Věstníku veřejných zakázek dne </w:t>
      </w:r>
      <w:r w:rsidRPr="00CE6822">
        <w:rPr>
          <w:highlight w:val="green"/>
        </w:rPr>
        <w:t>"[VLOŽÍ OBJEDNATEL]"</w:t>
      </w:r>
      <w:r>
        <w:t xml:space="preserve"> pod evidenčním číslem "[</w:t>
      </w:r>
      <w:bookmarkStart w:id="0" w:name="_Hlk175656188"/>
      <w:r w:rsidRPr="003F5723">
        <w:rPr>
          <w:highlight w:val="green"/>
        </w:rPr>
        <w:t>VLOŽÍ OBJEDNATEL</w:t>
      </w:r>
      <w:bookmarkEnd w:id="0"/>
      <w:r>
        <w:t>]" svůj úmysl zadat v otevřeném řízení veřejnou zakázku s názvem „</w:t>
      </w:r>
      <w:r w:rsidR="00DD37B7" w:rsidRPr="00DD37B7">
        <w:t xml:space="preserve">Rekonstrukce výpravní budovy v žst. Teplice v Čechách“ 2. etapa </w:t>
      </w:r>
      <w:r>
        <w:t>(dále jen „</w:t>
      </w:r>
      <w:r w:rsidRPr="003F5723">
        <w:rPr>
          <w:rStyle w:val="Tun"/>
        </w:rPr>
        <w:t>Veřejná zakázka</w:t>
      </w:r>
      <w:r>
        <w:t>“). Na základě tohoto zadávacího řízení byla pro plnění Veřejné zakázky vybrána jako ekonomicky nejvýhodnější nabídka Zhotovitele (dále jen „</w:t>
      </w:r>
      <w:r w:rsidRPr="003F5723">
        <w:rPr>
          <w:rStyle w:val="Tun"/>
        </w:rPr>
        <w:t>Nabídka</w:t>
      </w:r>
      <w:r>
        <w:t>“).</w:t>
      </w:r>
    </w:p>
    <w:p w14:paraId="62235C4A" w14:textId="77777777" w:rsidR="003F5723" w:rsidRDefault="003F5723" w:rsidP="003F5723">
      <w:pPr>
        <w:pStyle w:val="Text1-1"/>
      </w:pPr>
      <w:r>
        <w:t>Účelem této Smlouvy je realizace předmětu plnění Veřejné zakázky dle zadávací dokumentace Veřejné zakázky (dále jen „</w:t>
      </w:r>
      <w:r w:rsidRPr="003F5723">
        <w:rPr>
          <w:rStyle w:val="Tun"/>
        </w:rPr>
        <w:t>Zadávací dokumentace</w:t>
      </w:r>
      <w:r w:rsidR="00253CBA">
        <w:t>“) a </w:t>
      </w:r>
      <w:r>
        <w:t>stanovení způsobu a podmínek její realizace pro Objednatele.</w:t>
      </w:r>
    </w:p>
    <w:p w14:paraId="01987959" w14:textId="77777777" w:rsidR="003F5723" w:rsidRDefault="003F5723" w:rsidP="003F5723">
      <w:pPr>
        <w:pStyle w:val="Text1-1"/>
      </w:pPr>
      <w:r>
        <w:t>Zhotovitel touto Smlouvou garantuje Objednateli splnění předmětu Veřejné zakázky a všech z toho vyplývajících podmínek a povinností podle Zadávací dokumentace a Nabídky Zhotovitele. Tato garance je nadřazena ostatním podmínkám a garancím uvedeným v této Smlouvě. Pro vyloučení jakýchkoliv pochybností to znamená, že:</w:t>
      </w:r>
    </w:p>
    <w:p w14:paraId="5174057A" w14:textId="77777777" w:rsidR="003F5723" w:rsidRDefault="003F5723" w:rsidP="00B16327">
      <w:pPr>
        <w:pStyle w:val="Text1-2"/>
      </w:pPr>
      <w:r>
        <w:t xml:space="preserve">v případě jakékoliv nejistoty ohledně výkladu ustanovení této Smlouvy budou tato </w:t>
      </w:r>
      <w:r w:rsidRPr="00B16327">
        <w:t>ustanovení</w:t>
      </w:r>
      <w:r>
        <w:t xml:space="preserve"> vykládána tak, aby v co nejširší míře zohledňovala účel Veřejné zakázky vyjádřený Zadávací dokumentací,</w:t>
      </w:r>
    </w:p>
    <w:p w14:paraId="6B02F15C" w14:textId="77777777" w:rsidR="003F5723" w:rsidRDefault="003F5723" w:rsidP="00B16327">
      <w:pPr>
        <w:pStyle w:val="Text1-2"/>
      </w:pPr>
      <w:r>
        <w:lastRenderedPageBreak/>
        <w:t>v případě chybějících ustanovení této Smlouvy budou použita dostatečně konkrétní ustanovení Zadávací dokumentace nebo Nabídky Zhotovitele,</w:t>
      </w:r>
    </w:p>
    <w:p w14:paraId="6AF24C22" w14:textId="77777777" w:rsidR="003F5723" w:rsidRDefault="003F5723" w:rsidP="00B16327">
      <w:pPr>
        <w:pStyle w:val="Text1-2"/>
      </w:pPr>
      <w:r>
        <w:t>Zhotovitel je vázán svou Nabídkou předloženou Objednateli v rámci zadávacího řízení na zadání Veřejné zakázky, která se pro úpravu vzájemných vztahů vyplývajících z této Smlouvy použije subsidiárně.</w:t>
      </w:r>
    </w:p>
    <w:p w14:paraId="6C5F9BFA" w14:textId="77777777" w:rsidR="003F5723" w:rsidRDefault="003F5723" w:rsidP="003F5723">
      <w:pPr>
        <w:pStyle w:val="Nadpis1-1"/>
      </w:pPr>
      <w:r>
        <w:t>PŘEDMĚT, CENA A HARMONOGRAM PLNĚNÍ SMLOUVY</w:t>
      </w:r>
    </w:p>
    <w:p w14:paraId="2AEFA7C1" w14:textId="5BC1D53C" w:rsidR="00C22047" w:rsidRPr="00535F7C" w:rsidRDefault="003F5723" w:rsidP="00C22047">
      <w:pPr>
        <w:pStyle w:val="Text1-1"/>
      </w:pPr>
      <w:r>
        <w:t xml:space="preserve">Zhotovitel se zavazuje v souladu s touto Smlouvou provést Dílo spočívající ve zhotovení </w:t>
      </w:r>
      <w:r w:rsidR="00897796">
        <w:t>Projektové d</w:t>
      </w:r>
      <w:r>
        <w:t xml:space="preserve">okumentace pro </w:t>
      </w:r>
      <w:r w:rsidR="00E91A89">
        <w:t xml:space="preserve">povolení stavby </w:t>
      </w:r>
      <w:r>
        <w:t xml:space="preserve"> (dále též jen </w:t>
      </w:r>
      <w:r w:rsidR="004500D2">
        <w:t>„</w:t>
      </w:r>
      <w:r w:rsidR="008615CC" w:rsidRPr="00162BC0">
        <w:rPr>
          <w:b/>
        </w:rPr>
        <w:t>DPS</w:t>
      </w:r>
      <w:r w:rsidR="004500D2" w:rsidRPr="00162BC0">
        <w:t>“</w:t>
      </w:r>
      <w:r w:rsidRPr="00162BC0">
        <w:t xml:space="preserve">), </w:t>
      </w:r>
      <w:bookmarkStart w:id="1" w:name="_Hlk157085088"/>
      <w:r w:rsidRPr="00162BC0">
        <w:t xml:space="preserve">Projektové dokumentace pro provádění stavby (dále též jen </w:t>
      </w:r>
      <w:r w:rsidR="004500D2" w:rsidRPr="00162BC0">
        <w:t>„</w:t>
      </w:r>
      <w:r w:rsidR="00964369" w:rsidRPr="00162BC0">
        <w:rPr>
          <w:b/>
        </w:rPr>
        <w:t>PDPS</w:t>
      </w:r>
      <w:r w:rsidR="004500D2" w:rsidRPr="00162BC0">
        <w:t>“</w:t>
      </w:r>
      <w:r w:rsidR="00964369" w:rsidRPr="00162BC0">
        <w:t>)</w:t>
      </w:r>
      <w:bookmarkEnd w:id="1"/>
      <w:r w:rsidR="00964369" w:rsidRPr="00162BC0">
        <w:t xml:space="preserve"> dle specifikace uvedené v </w:t>
      </w:r>
      <w:r w:rsidRPr="00162BC0">
        <w:t xml:space="preserve">Příloze č. 1 této Smlouvy a předat jej Objednateli, </w:t>
      </w:r>
      <w:bookmarkStart w:id="2" w:name="_Hlk157085173"/>
      <w:r w:rsidRPr="00162BC0">
        <w:t>a</w:t>
      </w:r>
      <w:r w:rsidR="00BC322B" w:rsidRPr="00162BC0">
        <w:t> </w:t>
      </w:r>
      <w:r w:rsidRPr="00162BC0">
        <w:t xml:space="preserve">dále se zavazuje, že zajistí výkon </w:t>
      </w:r>
      <w:r w:rsidR="00A54282" w:rsidRPr="00162BC0">
        <w:t>D</w:t>
      </w:r>
      <w:r w:rsidRPr="00162BC0">
        <w:t xml:space="preserve">ozoru </w:t>
      </w:r>
      <w:r w:rsidR="00A54282" w:rsidRPr="00162BC0">
        <w:t xml:space="preserve">projektanta </w:t>
      </w:r>
      <w:r w:rsidRPr="00162BC0">
        <w:t xml:space="preserve">při </w:t>
      </w:r>
      <w:r w:rsidR="00BC322B" w:rsidRPr="00162BC0">
        <w:t>zhotovení</w:t>
      </w:r>
      <w:r w:rsidR="00871624" w:rsidRPr="00162BC0">
        <w:t xml:space="preserve"> PDPS a při provádění</w:t>
      </w:r>
      <w:r w:rsidR="00BC322B" w:rsidRPr="00162BC0">
        <w:t xml:space="preserve"> </w:t>
      </w:r>
      <w:r w:rsidRPr="00162BC0">
        <w:t>Stavby, kterým bude zaj</w:t>
      </w:r>
      <w:r w:rsidR="00402B45" w:rsidRPr="00162BC0">
        <w:t xml:space="preserve">ištěn soulad </w:t>
      </w:r>
      <w:r w:rsidR="00A93682" w:rsidRPr="00162BC0">
        <w:t>návrh</w:t>
      </w:r>
      <w:r w:rsidR="006A720F" w:rsidRPr="00162BC0">
        <w:t>u</w:t>
      </w:r>
      <w:r w:rsidR="00A93682" w:rsidRPr="00162BC0">
        <w:t xml:space="preserve"> technického řešení PDPS s dokumentací </w:t>
      </w:r>
      <w:r w:rsidR="00191AFC" w:rsidRPr="00162BC0">
        <w:t>DPS</w:t>
      </w:r>
      <w:r w:rsidR="00A93682" w:rsidRPr="00162BC0">
        <w:t xml:space="preserve"> a</w:t>
      </w:r>
      <w:r w:rsidR="00A93682">
        <w:t xml:space="preserve"> soulad při </w:t>
      </w:r>
      <w:r w:rsidR="00402B45">
        <w:t>provádění Stavby s </w:t>
      </w:r>
      <w:r w:rsidR="005923F7">
        <w:t>ověřenou a </w:t>
      </w:r>
      <w:r>
        <w:t>projednanou PDPS za podmínek stanovených v</w:t>
      </w:r>
      <w:r w:rsidR="00A60801">
        <w:t> </w:t>
      </w:r>
      <w:r>
        <w:t xml:space="preserve">této Smlouvě. </w:t>
      </w:r>
      <w:bookmarkEnd w:id="2"/>
      <w:r>
        <w:t xml:space="preserve">Součástí  </w:t>
      </w:r>
      <w:r w:rsidR="00C01397">
        <w:t xml:space="preserve"> </w:t>
      </w:r>
      <w:r w:rsidR="00C32027">
        <w:t xml:space="preserve">DPS </w:t>
      </w:r>
      <w:r>
        <w:t>budou Zhotovitelem zajištěné veškeré činn</w:t>
      </w:r>
      <w:r w:rsidR="00402B45">
        <w:t>osti koordinátora bezpečnosti a </w:t>
      </w:r>
      <w:r>
        <w:t>ochrany zdraví při práci (dále jen „</w:t>
      </w:r>
      <w:r w:rsidRPr="005F4C6E">
        <w:rPr>
          <w:b/>
        </w:rPr>
        <w:t>koordinátor BOZP</w:t>
      </w:r>
      <w:r>
        <w:t>“) na</w:t>
      </w:r>
      <w:r w:rsidR="00A60801">
        <w:t> </w:t>
      </w:r>
      <w:r>
        <w:t xml:space="preserve">staveništi ve fázi přípravy, tj. při zpracování </w:t>
      </w:r>
      <w:r w:rsidR="00C01397">
        <w:t>DPS</w:t>
      </w:r>
      <w:r>
        <w:t>, a to v souladu se zákonem č.</w:t>
      </w:r>
      <w:r w:rsidR="00A60801">
        <w:t> </w:t>
      </w:r>
      <w:r>
        <w:t xml:space="preserve">309/2006 Sb., o </w:t>
      </w:r>
      <w:r w:rsidRPr="00535F7C">
        <w:t>zajištění dalších podmínek bezpečnosti a</w:t>
      </w:r>
      <w:r w:rsidR="005923F7" w:rsidRPr="00535F7C">
        <w:t> </w:t>
      </w:r>
      <w:r w:rsidRPr="00535F7C">
        <w:t>ochrany zdraví při práci, ve</w:t>
      </w:r>
      <w:r w:rsidR="00C06EFF">
        <w:t> </w:t>
      </w:r>
      <w:r w:rsidRPr="00535F7C">
        <w:t>znění pozdějších předpisů, dle specifikace uvedené v Příloze č. 3 písm. b) Všeobecné technické podmínky.</w:t>
      </w:r>
      <w:r w:rsidR="00C22047" w:rsidRPr="00535F7C">
        <w:t xml:space="preserve"> </w:t>
      </w:r>
    </w:p>
    <w:p w14:paraId="385AA1B1" w14:textId="77777777" w:rsidR="003F5723" w:rsidRDefault="003F5723" w:rsidP="003F5723">
      <w:pPr>
        <w:pStyle w:val="Text1-1"/>
      </w:pPr>
      <w:r>
        <w:t xml:space="preserve">Objednatel se zavazuje Zhotoviteli poskytnout </w:t>
      </w:r>
      <w:r w:rsidR="00964369">
        <w:t>veškerou nezbytnou součinnost k provedení Díla.</w:t>
      </w:r>
    </w:p>
    <w:p w14:paraId="07F9D2BB" w14:textId="08B43837" w:rsidR="003F5723" w:rsidRDefault="003F5723" w:rsidP="003F5723">
      <w:pPr>
        <w:pStyle w:val="Text1-1"/>
      </w:pPr>
      <w:r>
        <w:t>Objednatel se zavazuje řádně provedené Dílo převzít a za řádně zhotoven</w:t>
      </w:r>
      <w:r w:rsidR="00964369">
        <w:t>ou a </w:t>
      </w:r>
      <w:r>
        <w:t xml:space="preserve">předanou </w:t>
      </w:r>
      <w:r w:rsidR="00C01397" w:rsidRPr="00162BC0">
        <w:t>DP</w:t>
      </w:r>
      <w:r w:rsidR="00772956">
        <w:t>S</w:t>
      </w:r>
      <w:r>
        <w:t xml:space="preserve"> a PDPS a řádně provedený výkon </w:t>
      </w:r>
      <w:r w:rsidR="004B05A9">
        <w:t xml:space="preserve">Dozoru projektanta </w:t>
      </w:r>
      <w:r>
        <w:t>zaplatit Zhotoviteli za podmínek stanovených touto Smlou</w:t>
      </w:r>
      <w:r w:rsidR="00964369">
        <w:t>vou celkovou Cenu Díla, která v </w:t>
      </w:r>
      <w:r>
        <w:t xml:space="preserve">součtu představuje Cenu za zpracování  </w:t>
      </w:r>
      <w:r w:rsidR="00C01397">
        <w:t xml:space="preserve"> DP</w:t>
      </w:r>
      <w:r w:rsidR="00772956">
        <w:t>S</w:t>
      </w:r>
      <w:r w:rsidR="00C01397">
        <w:t xml:space="preserve"> </w:t>
      </w:r>
      <w:r>
        <w:t xml:space="preserve">a PDPS a cenu za výkon </w:t>
      </w:r>
      <w:r w:rsidR="004B05A9">
        <w:t>D</w:t>
      </w:r>
      <w:r>
        <w:t xml:space="preserve">ozoru </w:t>
      </w:r>
      <w:r w:rsidR="004B05A9">
        <w:t xml:space="preserve">projektanta </w:t>
      </w:r>
      <w:r>
        <w:t>ve výši dle Přílohy č. 4 této Smlouvy, přičemž celková Cena Díla je:</w:t>
      </w:r>
    </w:p>
    <w:p w14:paraId="1615F1BB" w14:textId="77777777" w:rsidR="003F5723" w:rsidRPr="003F5723" w:rsidRDefault="003F5723" w:rsidP="003F5723">
      <w:pPr>
        <w:pStyle w:val="Textbezslovn"/>
        <w:rPr>
          <w:rStyle w:val="Tun"/>
        </w:rPr>
      </w:pPr>
      <w:r>
        <w:t xml:space="preserve">Cena Díla bez DPH: </w:t>
      </w:r>
      <w:r>
        <w:tab/>
      </w:r>
      <w:r w:rsidRPr="003F5723">
        <w:rPr>
          <w:rStyle w:val="Tun"/>
        </w:rPr>
        <w:t>"[</w:t>
      </w:r>
      <w:r w:rsidRPr="003F5723">
        <w:rPr>
          <w:rStyle w:val="Tun"/>
          <w:highlight w:val="yellow"/>
        </w:rPr>
        <w:t>VLOŽÍ ZHOTOVITEL</w:t>
      </w:r>
      <w:r w:rsidRPr="003F5723">
        <w:rPr>
          <w:rStyle w:val="Tun"/>
        </w:rPr>
        <w:t>]" Kč</w:t>
      </w:r>
    </w:p>
    <w:p w14:paraId="62E74356" w14:textId="77777777" w:rsidR="003F5723" w:rsidRDefault="003F5723" w:rsidP="003F5723">
      <w:pPr>
        <w:pStyle w:val="Textbezslovn"/>
        <w:rPr>
          <w:rStyle w:val="Tun"/>
        </w:rPr>
      </w:pPr>
      <w:r>
        <w:t xml:space="preserve">slovy: </w:t>
      </w:r>
      <w:r>
        <w:tab/>
      </w:r>
      <w:r>
        <w:tab/>
      </w:r>
      <w:r>
        <w:tab/>
      </w:r>
      <w:r w:rsidRPr="003F5723">
        <w:rPr>
          <w:rStyle w:val="Tun"/>
        </w:rPr>
        <w:t>"[</w:t>
      </w:r>
      <w:r w:rsidRPr="003F5723">
        <w:rPr>
          <w:rStyle w:val="Tun"/>
          <w:highlight w:val="yellow"/>
        </w:rPr>
        <w:t>VLOŽÍ ZHOTOVITEL</w:t>
      </w:r>
      <w:r w:rsidRPr="003F5723">
        <w:rPr>
          <w:rStyle w:val="Tun"/>
        </w:rPr>
        <w:t>]" korun českých</w:t>
      </w:r>
    </w:p>
    <w:p w14:paraId="5D0F211E" w14:textId="296157D0" w:rsidR="006A57A4" w:rsidRPr="001B4800" w:rsidRDefault="006A57A4" w:rsidP="006A57A4">
      <w:pPr>
        <w:spacing w:after="120" w:line="264" w:lineRule="auto"/>
        <w:ind w:left="737"/>
        <w:jc w:val="both"/>
        <w:rPr>
          <w:sz w:val="18"/>
          <w:szCs w:val="18"/>
        </w:rPr>
      </w:pPr>
      <w:r w:rsidRPr="001B4800">
        <w:rPr>
          <w:sz w:val="18"/>
          <w:szCs w:val="18"/>
        </w:rPr>
        <w:t>Daňové doklady</w:t>
      </w:r>
      <w:r w:rsidR="00C01397">
        <w:rPr>
          <w:sz w:val="18"/>
          <w:szCs w:val="18"/>
        </w:rPr>
        <w:t>, včetně příloh</w:t>
      </w:r>
      <w:r w:rsidRPr="001B4800">
        <w:rPr>
          <w:sz w:val="18"/>
          <w:szCs w:val="18"/>
        </w:rPr>
        <w:t xml:space="preserve"> bude Zhotovitel </w:t>
      </w:r>
      <w:r w:rsidR="00C01397">
        <w:rPr>
          <w:sz w:val="18"/>
          <w:szCs w:val="18"/>
        </w:rPr>
        <w:t>zasílat</w:t>
      </w:r>
      <w:r w:rsidR="00C01397" w:rsidRPr="001B4800">
        <w:rPr>
          <w:sz w:val="18"/>
          <w:szCs w:val="18"/>
        </w:rPr>
        <w:t xml:space="preserve"> </w:t>
      </w:r>
      <w:r w:rsidRPr="001B4800">
        <w:rPr>
          <w:sz w:val="18"/>
          <w:szCs w:val="18"/>
        </w:rPr>
        <w:t>Objednateli některým (jedním) z níže uvedených způsobů:</w:t>
      </w:r>
    </w:p>
    <w:p w14:paraId="287664CD" w14:textId="77777777" w:rsidR="006A57A4" w:rsidRPr="001B4800" w:rsidRDefault="006A57A4" w:rsidP="007778CF">
      <w:pPr>
        <w:pStyle w:val="Odstavec1-1a"/>
      </w:pPr>
      <w:r w:rsidRPr="001B4800">
        <w:t xml:space="preserve">v elektronické podobě na e-mailovou adresu: </w:t>
      </w:r>
      <w:hyperlink r:id="rId11" w:history="1">
        <w:r w:rsidRPr="001B4800">
          <w:rPr>
            <w:noProof/>
            <w:u w:val="single"/>
          </w:rPr>
          <w:t>ePodatelnaCFU@spravazeleznic.cz</w:t>
        </w:r>
      </w:hyperlink>
      <w:r w:rsidRPr="001B4800">
        <w:t xml:space="preserve">, </w:t>
      </w:r>
    </w:p>
    <w:p w14:paraId="6105CB56" w14:textId="77777777" w:rsidR="006A57A4" w:rsidRPr="001B4800" w:rsidRDefault="006A57A4" w:rsidP="007778CF">
      <w:pPr>
        <w:pStyle w:val="TextbezslBEZMEZER"/>
        <w:ind w:left="1077"/>
      </w:pPr>
      <w:r w:rsidRPr="001B4800">
        <w:t>nebo</w:t>
      </w:r>
    </w:p>
    <w:p w14:paraId="36568B4B" w14:textId="38B3FC8C" w:rsidR="006A57A4" w:rsidRPr="001B4800" w:rsidRDefault="00C01397" w:rsidP="007778CF">
      <w:pPr>
        <w:pStyle w:val="Odstavec1-1a"/>
      </w:pPr>
      <w:r>
        <w:t xml:space="preserve">v elektronické podobě </w:t>
      </w:r>
      <w:r w:rsidR="006A57A4" w:rsidRPr="001B4800">
        <w:t>datovou zprávou na identifikátor datové schránky: uccchjm</w:t>
      </w:r>
    </w:p>
    <w:p w14:paraId="312A890C" w14:textId="77777777" w:rsidR="006A57A4" w:rsidRPr="001B4800" w:rsidRDefault="006A57A4" w:rsidP="007778CF">
      <w:pPr>
        <w:pStyle w:val="TextbezslBEZMEZER"/>
        <w:ind w:left="1077"/>
      </w:pPr>
      <w:r w:rsidRPr="001B4800">
        <w:t>nebo</w:t>
      </w:r>
    </w:p>
    <w:p w14:paraId="47D8722B" w14:textId="5E542D87" w:rsidR="006A57A4" w:rsidRPr="001B4800" w:rsidRDefault="006A57A4" w:rsidP="007778CF">
      <w:pPr>
        <w:pStyle w:val="Odstavec1-1a"/>
      </w:pPr>
      <w:r w:rsidRPr="001B4800">
        <w:t>v listinné podobě na adresu Správa železnic, státní organizace, Centrální finanční účtárna Čechy, Náměstí Jana Pernera 217, 530 02 Pardubice</w:t>
      </w:r>
      <w:r w:rsidR="00C01397">
        <w:t xml:space="preserve"> ve třech (3) tištěných originálech</w:t>
      </w:r>
      <w:r w:rsidRPr="001B4800">
        <w:t>.</w:t>
      </w:r>
    </w:p>
    <w:p w14:paraId="55A0A92C" w14:textId="77777777" w:rsidR="003F5723" w:rsidRDefault="003F5723" w:rsidP="003F5723">
      <w:pPr>
        <w:pStyle w:val="Text1-1"/>
      </w:pPr>
      <w:r>
        <w:t>Smluvní strany se dohodly, že stane-li se Zhotovitel nespolehlivým plátcem, ve smyslu ust. § 106a zákona č. 235/2004 Sb., o dani z přidané hodnoty, ve znění pozdějších předpisů, nebo daňový doklad Zhotovitele bude obsahovat číslo bankovního účtu, na</w:t>
      </w:r>
      <w:r w:rsidR="002D648A">
        <w:t> </w:t>
      </w:r>
      <w:r>
        <w:t>který má být plněno, aniž by bylo uvedeno ve veřejném registru spolehlivých účtů, vedeném správcem daně, je Obje</w:t>
      </w:r>
      <w:r w:rsidR="00253CBA">
        <w:t>dnatel oprávněn z </w:t>
      </w:r>
      <w:r>
        <w:t xml:space="preserve">finančního plnění uhradit DPH přímo místně a věcně příslušnému správci daně Zhotovitele. </w:t>
      </w:r>
    </w:p>
    <w:p w14:paraId="0F86D6C0" w14:textId="77777777" w:rsidR="003F5723" w:rsidRDefault="003F5723" w:rsidP="003F5723">
      <w:pPr>
        <w:pStyle w:val="Text1-1"/>
      </w:pPr>
      <w:r>
        <w:t>Zhotovitel se v souladu se svou Nabídkou zavazuje dokončit a předat Objednateli Dílo nebo jeho jednotliv</w:t>
      </w:r>
      <w:r w:rsidR="00253CBA">
        <w:t>é části v termínech uvedených v </w:t>
      </w:r>
      <w:r>
        <w:t>harmonogramu obsažené</w:t>
      </w:r>
      <w:r w:rsidR="00964369">
        <w:t>m v </w:t>
      </w:r>
      <w:r>
        <w:t>Příloze č. 5 této Smlouvy (dále jen „</w:t>
      </w:r>
      <w:r w:rsidRPr="004B05A9">
        <w:rPr>
          <w:b/>
        </w:rPr>
        <w:t>Harmonogram plnění</w:t>
      </w:r>
      <w:r>
        <w:t xml:space="preserve">“) a vykonávat </w:t>
      </w:r>
      <w:r w:rsidR="004B05A9">
        <w:t>D</w:t>
      </w:r>
      <w:r>
        <w:t>ozor</w:t>
      </w:r>
      <w:r w:rsidR="004B05A9">
        <w:t xml:space="preserve"> projektanta</w:t>
      </w:r>
      <w:r>
        <w:t xml:space="preserve"> po</w:t>
      </w:r>
      <w:r w:rsidR="00A60801">
        <w:t> </w:t>
      </w:r>
      <w:r>
        <w:t xml:space="preserve">celou dobu </w:t>
      </w:r>
      <w:r w:rsidR="002D648A">
        <w:t>zhotovení</w:t>
      </w:r>
      <w:r w:rsidR="00871624">
        <w:t xml:space="preserve"> PDPS a provádění</w:t>
      </w:r>
      <w:r>
        <w:t xml:space="preserve"> Stavby.</w:t>
      </w:r>
    </w:p>
    <w:p w14:paraId="42E94E74" w14:textId="77777777" w:rsidR="003F5723" w:rsidRDefault="003F5723" w:rsidP="003F5723">
      <w:pPr>
        <w:pStyle w:val="Text1-1"/>
      </w:pPr>
      <w:r>
        <w:t>Práva a povinnosti smluvních stran se řídí touto S</w:t>
      </w:r>
      <w:r w:rsidR="00964369">
        <w:t>mlouvou včetně jejích příloh. V </w:t>
      </w:r>
      <w:r>
        <w:t>případě jakéhokoliv rozporu mezi textem této Smlouvy a textem jejích příloh se použije zvláštní úprava obsažená v textu této Smlouvy.</w:t>
      </w:r>
    </w:p>
    <w:p w14:paraId="0B7395A8" w14:textId="77777777" w:rsidR="00891E0A" w:rsidRPr="00FD09CC" w:rsidRDefault="003F5723" w:rsidP="00891E0A">
      <w:pPr>
        <w:pStyle w:val="Text1-1"/>
        <w:numPr>
          <w:ilvl w:val="1"/>
          <w:numId w:val="5"/>
        </w:numPr>
      </w:pPr>
      <w:r>
        <w:t>Smluvní strany se dohodly, že Zhotovitel na sebe přebírá nebezpečí změny okolností ve</w:t>
      </w:r>
      <w:r w:rsidR="00A60801">
        <w:t> </w:t>
      </w:r>
      <w:r>
        <w:t xml:space="preserve">smyslu ust. § 1765 odst. 2 a § 2620 odst. 2 občanského zákoníku. Tzn., že Zhotoviteli </w:t>
      </w:r>
      <w:r>
        <w:lastRenderedPageBreak/>
        <w:t>nevznikne vůči Objednateli při změně okolností práv</w:t>
      </w:r>
      <w:r w:rsidR="00964369">
        <w:t>o domáhat se obnovení jednání o </w:t>
      </w:r>
      <w:r>
        <w:t>Smlouvě ani zvýšení Ceny za Dílo ani zrušení Smlouvy</w:t>
      </w:r>
      <w:r w:rsidRPr="00C41F26">
        <w:t>.</w:t>
      </w:r>
      <w:r w:rsidR="00891E0A" w:rsidRPr="00FD09CC">
        <w:t xml:space="preserve"> Postup dle odstavce 3.8 Smlouvy není tímto ustanovením dotčen.</w:t>
      </w:r>
    </w:p>
    <w:p w14:paraId="6C40F584" w14:textId="77777777" w:rsidR="00891E0A" w:rsidRPr="00FD09CC" w:rsidRDefault="00891E0A" w:rsidP="00891E0A">
      <w:pPr>
        <w:pStyle w:val="Text1-1"/>
        <w:numPr>
          <w:ilvl w:val="1"/>
          <w:numId w:val="5"/>
        </w:numPr>
      </w:pPr>
      <w:r w:rsidRPr="00FD09CC">
        <w:t xml:space="preserve">Smluvní strany se v souladu s ustanovením § 222 odst. 2 v návaznosti na ustanovení § 100 odst. 1 zákona č. 134/2016 Sb., o zadávání veřejných zakázek, v platném znění (dále </w:t>
      </w:r>
      <w:r w:rsidR="005F4C6E">
        <w:t xml:space="preserve">také </w:t>
      </w:r>
      <w:r w:rsidRPr="00FD09CC">
        <w:t>jako „</w:t>
      </w:r>
      <w:r w:rsidRPr="005F4C6E">
        <w:rPr>
          <w:b/>
        </w:rPr>
        <w:t>ZZVZ</w:t>
      </w:r>
      <w:r w:rsidRPr="00FD09CC">
        <w:t>“) dohodly, že v případě, že průměrný roční index spotřebitelských cen vyhlašovaná Českým statistickým úřadem ke kalendářnímu měsíci odpovídajícímu měsíci, v němž nabyla tato Smlouva účinnosti, vzroste/klesne o více než 3 %, zvýší/sníží se neuhrazená část Ceny Díla dle čl. 3.3 této Smlouvy o výši tohoto indexu, a to v každém roce trvání Smlouvy. Ke zvýšení/snížení dochází od prvního dne kalendářního měsíce následujícího po měsíci, na který připadá výročí účinnosti Smlouvy. K úpravě ceny dle tohoto ustanovení je vždy třeba uzavřít dodatek ke Smlouvě. Zhotovitel nemá nárok na</w:t>
      </w:r>
      <w:r w:rsidR="007778CF">
        <w:t> </w:t>
      </w:r>
      <w:r w:rsidRPr="00FD09CC">
        <w:t>zvýšenou úhradu části Ceny Díla v případě, kdy je v prodlení a z důvodu na straně Zhotovitele nedojde k dokončení Díla nebo Části Díla dle podmínek uvedených v Příloze č. 5 této Smlouvy.</w:t>
      </w:r>
    </w:p>
    <w:p w14:paraId="10F78797" w14:textId="77777777" w:rsidR="003F5723" w:rsidRDefault="003F5723" w:rsidP="003F5723">
      <w:pPr>
        <w:pStyle w:val="Text1-1"/>
      </w:pPr>
      <w:r>
        <w:t>Ust. § 2605 odst. 1 občanského zákoníku se nepoužije. Dílo je provedeno tehdy, je-li dokončeno řádně a včas a Objednatelem převzato sjednaným způsobem.</w:t>
      </w:r>
    </w:p>
    <w:p w14:paraId="03197271" w14:textId="7147E673" w:rsidR="003F5723" w:rsidRPr="00ED0187" w:rsidRDefault="003F5723" w:rsidP="003F5723">
      <w:pPr>
        <w:pStyle w:val="Text1-1"/>
      </w:pPr>
      <w:r>
        <w:t>Místem plnění</w:t>
      </w:r>
      <w:r w:rsidR="000C1CDF">
        <w:t xml:space="preserve"> </w:t>
      </w:r>
      <w:r w:rsidR="00B67AA0" w:rsidRPr="00CA0CC1">
        <w:t>DP</w:t>
      </w:r>
      <w:r w:rsidR="00772956">
        <w:t>S</w:t>
      </w:r>
      <w:r>
        <w:t xml:space="preserve"> a PDPS </w:t>
      </w:r>
      <w:r w:rsidR="00871624">
        <w:t xml:space="preserve">a místem výkonu Dozoru projektanta při zhotovení PDPS </w:t>
      </w:r>
      <w:r>
        <w:t xml:space="preserve">je: </w:t>
      </w:r>
      <w:r w:rsidR="003139F9" w:rsidRPr="003139F9">
        <w:t>Stavební správa západ, Budova Diamond Point, Ke Štvanici 656/3, 186 00 Praha 8 – Karlín</w:t>
      </w:r>
      <w:r w:rsidR="006F6E10">
        <w:t>.</w:t>
      </w:r>
    </w:p>
    <w:p w14:paraId="02481094" w14:textId="77777777" w:rsidR="003F5723" w:rsidRDefault="003F5723" w:rsidP="00960E25">
      <w:pPr>
        <w:pStyle w:val="Text1-1"/>
      </w:pPr>
      <w:r>
        <w:t xml:space="preserve">Místem výkonu </w:t>
      </w:r>
      <w:r w:rsidR="004B05A9">
        <w:t>D</w:t>
      </w:r>
      <w:r>
        <w:t>ozoru</w:t>
      </w:r>
      <w:r w:rsidR="004B05A9">
        <w:t xml:space="preserve"> projektanta</w:t>
      </w:r>
      <w:r w:rsidR="00871624">
        <w:t xml:space="preserve"> při provádění stavby</w:t>
      </w:r>
      <w:r>
        <w:t xml:space="preserve"> je místo realizace stavby, popř. další místa určená Objednatelem.</w:t>
      </w:r>
    </w:p>
    <w:p w14:paraId="21B0A1BC" w14:textId="77777777" w:rsidR="003F5723" w:rsidRDefault="003F5723" w:rsidP="003F5723">
      <w:pPr>
        <w:pStyle w:val="Nadpis1-1"/>
      </w:pPr>
      <w:r>
        <w:t>OSTATNÍ USTANOVENÍ</w:t>
      </w:r>
    </w:p>
    <w:p w14:paraId="10397AF8" w14:textId="3C2FBAE6" w:rsidR="003F5723" w:rsidRDefault="003F5723" w:rsidP="003F5723">
      <w:pPr>
        <w:pStyle w:val="Text1-1"/>
      </w:pPr>
      <w:r>
        <w:t xml:space="preserve">Bankovní záruka za provedení Díla </w:t>
      </w:r>
      <w:r w:rsidR="006A57A4" w:rsidRPr="001B4800">
        <w:t xml:space="preserve">nebo Pojistná záruka za provedení Díla </w:t>
      </w:r>
      <w:r w:rsidRPr="001B4800">
        <w:t>dle čl. 11</w:t>
      </w:r>
      <w:r w:rsidR="00253CBA" w:rsidRPr="001B4800">
        <w:t xml:space="preserve"> Obchodních podmínek činí </w:t>
      </w:r>
      <w:r w:rsidR="006A57A4" w:rsidRPr="001B4800">
        <w:t xml:space="preserve">alespoň </w:t>
      </w:r>
      <w:r w:rsidR="00253CBA" w:rsidRPr="001B4800">
        <w:t xml:space="preserve">10% </w:t>
      </w:r>
      <w:r w:rsidR="00253CBA">
        <w:t>z </w:t>
      </w:r>
      <w:r>
        <w:t>Ceny za zpracování</w:t>
      </w:r>
      <w:r w:rsidR="000C1CDF">
        <w:t xml:space="preserve"> </w:t>
      </w:r>
      <w:r w:rsidR="00B67AA0" w:rsidRPr="00CA0CC1">
        <w:t xml:space="preserve">DPS </w:t>
      </w:r>
      <w:r>
        <w:t xml:space="preserve"> a</w:t>
      </w:r>
      <w:r w:rsidR="00A60801">
        <w:t> </w:t>
      </w:r>
      <w:r>
        <w:t>PDPS, tj.: "[</w:t>
      </w:r>
      <w:r w:rsidRPr="003F5723">
        <w:rPr>
          <w:b/>
          <w:highlight w:val="yellow"/>
        </w:rPr>
        <w:t>VLOŽÍ ZHOTOVITEL</w:t>
      </w:r>
      <w:r>
        <w:t xml:space="preserve">]" bez DPH. Cena za zpracování </w:t>
      </w:r>
      <w:r w:rsidR="00B67AA0" w:rsidRPr="00CA0CC1">
        <w:t xml:space="preserve">DPS </w:t>
      </w:r>
      <w:r>
        <w:t xml:space="preserve"> a PDPS je uvedena v Příloze č. 4 této Smlouvy.</w:t>
      </w:r>
    </w:p>
    <w:p w14:paraId="082F277B" w14:textId="77777777" w:rsidR="003F5723" w:rsidRDefault="003F5723" w:rsidP="003F5723">
      <w:pPr>
        <w:pStyle w:val="Text1-1"/>
      </w:pPr>
      <w:r>
        <w:t>Zhotovitel bude pro Objednatele zpracovávat osobní údaje třetích</w:t>
      </w:r>
      <w:r w:rsidR="00964369">
        <w:t xml:space="preserve"> stran, které jsou v </w:t>
      </w:r>
      <w:r>
        <w:t>souladu s platnou právní úpravou nezbytné pro uzavření smluv uvedených v Příloze č.</w:t>
      </w:r>
      <w:r w:rsidR="002D648A">
        <w:t> </w:t>
      </w:r>
      <w:r>
        <w:t>3b) této Smlouvy. Pokud Zhotovitel bude zpracovávat na základě výslovného pokynu Objednatele osobní údaje, které nejsou uvedeny v předchozí větě, budou tyto další osobní údaje zpracovávány za stejných podmínek.</w:t>
      </w:r>
    </w:p>
    <w:p w14:paraId="140A53AE" w14:textId="415AC867" w:rsidR="00277C7C" w:rsidRDefault="003F5723" w:rsidP="00533541">
      <w:pPr>
        <w:pStyle w:val="Text1-1"/>
      </w:pPr>
      <w:r>
        <w:t>Zhotovitel se zavazuje přijmout vhodná technická a organizační opatření podle nařízení Evropského parlamentu a Rady (EU) 2016/679 ze dne 27.</w:t>
      </w:r>
      <w:r w:rsidR="00964369">
        <w:t> </w:t>
      </w:r>
      <w:r>
        <w:t>dubna 2016 o ochraně fyzických osob v souvislosti se zpracováním osobních údajů a o volném pohybu těchto údajů</w:t>
      </w:r>
      <w:r w:rsidR="002D648A">
        <w:t xml:space="preserve"> </w:t>
      </w:r>
      <w:r>
        <w:t xml:space="preserve">(dále jen </w:t>
      </w:r>
      <w:r w:rsidR="004500D2">
        <w:t>„</w:t>
      </w:r>
      <w:r w:rsidRPr="005F4C6E">
        <w:rPr>
          <w:b/>
        </w:rPr>
        <w:t>GDPR</w:t>
      </w:r>
      <w:r w:rsidR="004500D2">
        <w:t>“</w:t>
      </w:r>
      <w:r>
        <w:t>), které se na něj jako na zpracovatele vztahují a plnění těchto povinností na vyžádání doložit Objednateli.</w:t>
      </w:r>
    </w:p>
    <w:p w14:paraId="6B390450" w14:textId="77777777" w:rsidR="00277C7C" w:rsidRPr="00ED0187" w:rsidRDefault="00277C7C" w:rsidP="006E0B06">
      <w:pPr>
        <w:pStyle w:val="Text1-1"/>
        <w:numPr>
          <w:ilvl w:val="1"/>
          <w:numId w:val="5"/>
        </w:numPr>
        <w:rPr>
          <w:rFonts w:eastAsia="Times New Roman" w:cs="Times New Roman"/>
          <w:sz w:val="20"/>
          <w:szCs w:val="20"/>
        </w:rPr>
      </w:pPr>
      <w:r w:rsidRPr="00ED0187">
        <w:t xml:space="preserve">Objednatel si vyhrazuje požadavek, že </w:t>
      </w:r>
      <w:r w:rsidR="004B05A9">
        <w:t>Dozor projektanta</w:t>
      </w:r>
      <w:r w:rsidRPr="00ED0187">
        <w:t xml:space="preserve"> bude v průběhu </w:t>
      </w:r>
      <w:r w:rsidR="002D648A">
        <w:t>zhotovení</w:t>
      </w:r>
      <w:r w:rsidR="002D648A" w:rsidRPr="00ED0187">
        <w:t xml:space="preserve"> </w:t>
      </w:r>
      <w:r w:rsidRPr="00ED0187">
        <w:t xml:space="preserve">Stavby zajištěn osobou (osobami) disponující(mi) elektronickým podpisem. </w:t>
      </w:r>
    </w:p>
    <w:p w14:paraId="0567638F" w14:textId="77777777" w:rsidR="00277C7C" w:rsidRPr="00ED0187" w:rsidRDefault="00277C7C" w:rsidP="006E0B06">
      <w:pPr>
        <w:pStyle w:val="Text1-1"/>
        <w:numPr>
          <w:ilvl w:val="1"/>
          <w:numId w:val="5"/>
        </w:numPr>
        <w:rPr>
          <w:rFonts w:eastAsia="Times New Roman" w:cs="Times New Roman"/>
          <w:sz w:val="20"/>
          <w:szCs w:val="20"/>
        </w:rPr>
      </w:pPr>
      <w:r w:rsidRPr="00ED0187">
        <w:t>Zhotovitel se zavazuje, že v Díle nezvýhodní ani neznevýhodní určité dodavatele nebo výrobky tím, že technické podmínky dle § 89 odst.</w:t>
      </w:r>
      <w:r w:rsidR="002D648A">
        <w:t> </w:t>
      </w:r>
      <w:r w:rsidRPr="00ED0187">
        <w:t xml:space="preserve">1 zákona č. 134/2016 Sb., o zadávání veřejných zakázek (dále též jen </w:t>
      </w:r>
      <w:r w:rsidR="004500D2">
        <w:t>„</w:t>
      </w:r>
      <w:r w:rsidRPr="005F4C6E">
        <w:rPr>
          <w:b/>
        </w:rPr>
        <w:t>ZZVZ</w:t>
      </w:r>
      <w:r w:rsidR="004500D2">
        <w:t>“</w:t>
      </w:r>
      <w:r w:rsidRPr="00ED0187">
        <w:t>) stanoví prostřednictvím přímého nebo nepřímého odkazu (tj. i ve formě „např.“) na určité dodavatele nebo výrobky, nebo patenty na vynálezy, užitné vzory, ochranné známky nebo označení původu. Odkazy dle předchozí věty může Zhotovitel použít pouze v souladu s § 89, odst.6 ZZVZ.</w:t>
      </w:r>
    </w:p>
    <w:p w14:paraId="6A63070A" w14:textId="77777777" w:rsidR="006F56B7" w:rsidRPr="00ED0187" w:rsidRDefault="006F56B7" w:rsidP="006F56B7">
      <w:pPr>
        <w:pStyle w:val="Text1-1"/>
        <w:rPr>
          <w:rFonts w:eastAsia="Times New Roman" w:cs="Times New Roman"/>
        </w:rPr>
      </w:pPr>
      <w:r w:rsidRPr="00ED0187">
        <w:rPr>
          <w:rFonts w:eastAsia="Times New Roman" w:cs="Times New Roman"/>
        </w:rPr>
        <w:t>Compliance doložka a etické zásady</w:t>
      </w:r>
    </w:p>
    <w:p w14:paraId="7411FD45" w14:textId="77777777" w:rsidR="006F56B7" w:rsidRPr="00ED0187" w:rsidRDefault="006F56B7" w:rsidP="006F56B7">
      <w:pPr>
        <w:pStyle w:val="Text1-1"/>
        <w:numPr>
          <w:ilvl w:val="0"/>
          <w:numId w:val="0"/>
        </w:numPr>
        <w:ind w:left="737"/>
        <w:rPr>
          <w:rFonts w:eastAsia="Times New Roman" w:cs="Times New Roman"/>
        </w:rPr>
      </w:pPr>
      <w:r w:rsidRPr="00ED0187">
        <w:rPr>
          <w:rFonts w:eastAsia="Times New Roman" w:cs="Times New Roman"/>
        </w:rPr>
        <w:t>Smluvní strany stvrzují, že při uzavírání této smlouvy</w:t>
      </w:r>
      <w:r w:rsidR="005923F7">
        <w:rPr>
          <w:rFonts w:eastAsia="Times New Roman" w:cs="Times New Roman"/>
        </w:rPr>
        <w:t xml:space="preserve"> jednaly a postupovaly čestně a </w:t>
      </w:r>
      <w:r w:rsidRPr="00ED0187">
        <w:rPr>
          <w:rFonts w:eastAsia="Times New Roman" w:cs="Times New Roman"/>
        </w:rPr>
        <w:t>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14:paraId="712E3CD2" w14:textId="47E3FD90" w:rsidR="00B16327" w:rsidRPr="0007452F" w:rsidRDefault="00406C51" w:rsidP="006E0B06">
      <w:pPr>
        <w:pStyle w:val="Text1-1"/>
        <w:numPr>
          <w:ilvl w:val="1"/>
          <w:numId w:val="5"/>
        </w:numPr>
        <w:rPr>
          <w:rFonts w:eastAsia="Times New Roman" w:cs="Times New Roman"/>
        </w:rPr>
      </w:pPr>
      <w:r w:rsidRPr="00ED0187">
        <w:rPr>
          <w:rFonts w:eastAsia="Times New Roman" w:cs="Times New Roman"/>
        </w:rPr>
        <w:lastRenderedPageBreak/>
        <w:t>Sociálně a environmentálně odpovědné zadávání</w:t>
      </w:r>
    </w:p>
    <w:p w14:paraId="546ECD06" w14:textId="77777777" w:rsidR="00406C51" w:rsidRPr="00ED0187" w:rsidRDefault="00406C51" w:rsidP="00B16327">
      <w:pPr>
        <w:pStyle w:val="Text1-2"/>
      </w:pPr>
      <w:bookmarkStart w:id="3" w:name="_Ref133933623"/>
      <w:r w:rsidRPr="00ED0187">
        <w:t>Zhotovitel se zavazuje sjednat si s dalšími osobami, které se na jeho straně podílejí na realizaci Díla a jsou podnikateli, stejnou nebo kratší dobu splatnosti daňových dokladů, jaká je sjednána v této Smlouvě.</w:t>
      </w:r>
      <w:bookmarkEnd w:id="3"/>
      <w:r w:rsidRPr="00ED0187">
        <w:t xml:space="preserve"> </w:t>
      </w:r>
    </w:p>
    <w:p w14:paraId="39BC4562" w14:textId="4CBDE69D" w:rsidR="00406C51" w:rsidRPr="00ED0187" w:rsidRDefault="00406C51" w:rsidP="00B16327">
      <w:pPr>
        <w:pStyle w:val="Text1-2"/>
      </w:pPr>
      <w:r w:rsidRPr="00ED0187">
        <w:t xml:space="preserve">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w:t>
      </w:r>
      <w:r w:rsidR="00FD36B8">
        <w:fldChar w:fldCharType="begin"/>
      </w:r>
      <w:r w:rsidR="00FD36B8">
        <w:instrText xml:space="preserve"> REF _Ref133933623 \r \h </w:instrText>
      </w:r>
      <w:r w:rsidR="00FD36B8">
        <w:fldChar w:fldCharType="separate"/>
      </w:r>
      <w:r w:rsidR="008C3942">
        <w:t>4.7.1</w:t>
      </w:r>
      <w:r w:rsidR="00FD36B8">
        <w:fldChar w:fldCharType="end"/>
      </w:r>
      <w:r w:rsidRPr="00ED0187">
        <w:t>. Předkládaná smluvní dokumentace bude anonymizovaná tak, aby neobsahovala osobní údaje či obchodní tajemství Zhotovitele či smluvních partnerů Zhotovitele; musí z ní však být vždy zřejmé splnění povinnosti dle odst.4.</w:t>
      </w:r>
      <w:r w:rsidR="00433CD6" w:rsidRPr="00ED0187">
        <w:t>7</w:t>
      </w:r>
      <w:r w:rsidRPr="00ED0187">
        <w:t xml:space="preserve">.1 této Smlouvy. </w:t>
      </w:r>
    </w:p>
    <w:p w14:paraId="06BE9127" w14:textId="77777777" w:rsidR="00406C51" w:rsidRPr="00ED0187" w:rsidRDefault="00406C51" w:rsidP="00BC322B">
      <w:pPr>
        <w:pStyle w:val="Text1-2"/>
      </w:pPr>
      <w:r w:rsidRPr="00ED0187">
        <w:t>Porady</w:t>
      </w:r>
      <w:r w:rsidR="00F25BB4" w:rsidRPr="00ED0187">
        <w:t xml:space="preserve"> a jednání svolaná</w:t>
      </w:r>
      <w:r w:rsidR="00AF6A69" w:rsidRPr="00ED0187">
        <w:t xml:space="preserve"> </w:t>
      </w:r>
      <w:r w:rsidRPr="00ED0187">
        <w:t>dle odst.</w:t>
      </w:r>
      <w:r w:rsidR="00F25BB4" w:rsidRPr="00ED0187">
        <w:t xml:space="preserve"> </w:t>
      </w:r>
      <w:r w:rsidR="003B5E09" w:rsidRPr="00ED0187">
        <w:t xml:space="preserve">3.2 </w:t>
      </w:r>
      <w:r w:rsidR="00F25BB4" w:rsidRPr="00ED0187">
        <w:t>Přílohy č.3b) této Smlouvy</w:t>
      </w:r>
      <w:r w:rsidRPr="00ED0187">
        <w:t xml:space="preserve"> budou probíhat primárně distančním způsobem (elektronicky, např. MS Teams, Google meet, atp.), pokud nebude nutné, aby byly spojeny s místním šetřením.</w:t>
      </w:r>
    </w:p>
    <w:p w14:paraId="57D342C2" w14:textId="2E15AB92" w:rsidR="00467000" w:rsidRPr="00467000" w:rsidRDefault="00406C51">
      <w:pPr>
        <w:pStyle w:val="Text1-2"/>
        <w:rPr>
          <w:i/>
          <w:color w:val="00B050"/>
        </w:rPr>
      </w:pPr>
      <w:r w:rsidRPr="00ED0187">
        <w:t>Zhotovitel se zavazuje, že v průběhu plnění Díla umožní v souvislosti s plněním Díla provedení studentské exkurze, a to v kancelářích Zhotovitele nebo při provádění pr</w:t>
      </w:r>
      <w:r w:rsidR="00F3277F" w:rsidRPr="00ED0187">
        <w:t>ojekčních či průzkumných prací</w:t>
      </w:r>
      <w:r w:rsidRPr="00ED0187">
        <w:t xml:space="preserve"> přímo na budoucím staveništi. </w:t>
      </w:r>
      <w:r w:rsidR="00E54AD9">
        <w:t>Podrobnosti k provedení exkurze jsou uvedeny v Obchodních podmínkách.</w:t>
      </w:r>
      <w:r w:rsidR="00467000" w:rsidRPr="00467000">
        <w:rPr>
          <w:i/>
          <w:color w:val="00B050"/>
        </w:rPr>
        <w:t xml:space="preserve"> </w:t>
      </w:r>
    </w:p>
    <w:p w14:paraId="5EB4F227" w14:textId="77777777" w:rsidR="00406C51" w:rsidRPr="00ED0187" w:rsidRDefault="00406C51" w:rsidP="00BC322B">
      <w:pPr>
        <w:pStyle w:val="Text1-2"/>
      </w:pPr>
      <w:r w:rsidRPr="00ED0187">
        <w:t xml:space="preserve">O provedené exkurzi je Zhotovitel povinen informovat Objednatele písemnou zprávou nejpozději do 14 dnů od konání exkurze. Zpráva musí obsahovat sdělení o škole, předmětu exkurze, čase konání a počtu účastníků.  </w:t>
      </w:r>
    </w:p>
    <w:p w14:paraId="5EBAAEAA" w14:textId="4E704A91" w:rsidR="00B56004" w:rsidRPr="00A4687A" w:rsidRDefault="00B56004" w:rsidP="00BC322B">
      <w:pPr>
        <w:pStyle w:val="Text1-2"/>
        <w:rPr>
          <w:iCs/>
        </w:rPr>
      </w:pPr>
      <w:r w:rsidRPr="00A4687A">
        <w:rPr>
          <w:iCs/>
        </w:rPr>
        <w:t>NEOBSAZENO</w:t>
      </w:r>
    </w:p>
    <w:p w14:paraId="6AA348E5" w14:textId="27158D44" w:rsidR="00A4687A" w:rsidRPr="00A4687A" w:rsidRDefault="00A4687A" w:rsidP="00A4687A">
      <w:pPr>
        <w:pStyle w:val="Text1-2"/>
        <w:rPr>
          <w:iCs/>
        </w:rPr>
      </w:pPr>
      <w:r w:rsidRPr="00A4687A">
        <w:rPr>
          <w:iCs/>
        </w:rPr>
        <w:t>NEOBSAZENO</w:t>
      </w:r>
    </w:p>
    <w:p w14:paraId="6706CAE6" w14:textId="549A2AF1" w:rsidR="00277C7C" w:rsidRDefault="00515521" w:rsidP="00A4687A">
      <w:pPr>
        <w:pStyle w:val="Text1-1"/>
      </w:pPr>
      <w:r>
        <w:t>NEOBSAZENO</w:t>
      </w:r>
    </w:p>
    <w:p w14:paraId="0AA2C96D" w14:textId="08112641" w:rsidR="006B0921" w:rsidRPr="006B0921" w:rsidRDefault="006B0921" w:rsidP="00BA5CBC">
      <w:pPr>
        <w:pStyle w:val="Text1-1"/>
        <w:keepNext/>
      </w:pPr>
      <w:bookmarkStart w:id="4" w:name="_Ref133933679"/>
      <w:r w:rsidRPr="006B0921">
        <w:t>Mezinárodní sankce</w:t>
      </w:r>
      <w:bookmarkEnd w:id="4"/>
      <w:r w:rsidRPr="006B0921">
        <w:t xml:space="preserve"> </w:t>
      </w:r>
      <w:r w:rsidR="00B67AA0">
        <w:t>a střet zájmů</w:t>
      </w:r>
    </w:p>
    <w:p w14:paraId="22161558" w14:textId="77777777" w:rsidR="006B0921" w:rsidRPr="006B0921" w:rsidRDefault="006B0921" w:rsidP="00BA5CBC">
      <w:pPr>
        <w:pStyle w:val="Text1-2"/>
        <w:keepNext/>
      </w:pPr>
      <w:bookmarkStart w:id="5" w:name="_Ref133933704"/>
      <w:r w:rsidRPr="006B0921">
        <w:t>Zhotovitel prohlašuje, že:</w:t>
      </w:r>
      <w:bookmarkEnd w:id="5"/>
      <w:r w:rsidRPr="006B0921">
        <w:t xml:space="preserve"> </w:t>
      </w:r>
    </w:p>
    <w:p w14:paraId="443D9408" w14:textId="77777777" w:rsidR="00C41F26" w:rsidRDefault="00C41F26" w:rsidP="0047019B">
      <w:pPr>
        <w:pStyle w:val="Odstavec1-4a"/>
      </w:pPr>
      <w:r w:rsidRPr="00C41F26">
        <w:t>on, ani žádný z jeho poddodavatelů, nejsou osobami, na něž se vztahuje zákaz zadání veřejné zakázky ve smyslu § 48a ZZVZ,</w:t>
      </w:r>
    </w:p>
    <w:p w14:paraId="0964C031" w14:textId="6F42FA51" w:rsidR="006B0921" w:rsidRPr="00E06576" w:rsidRDefault="006B0921" w:rsidP="0047019B">
      <w:pPr>
        <w:pStyle w:val="Odstavec1-4a"/>
      </w:pPr>
      <w:r w:rsidRPr="006B0921">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w:t>
      </w:r>
      <w:r w:rsidRPr="007A36FA">
        <w:t>znění</w:t>
      </w:r>
      <w:r w:rsidRPr="006B0921">
        <w:t xml:space="preserve">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w:t>
      </w:r>
      <w:r>
        <w:t xml:space="preserve"> </w:t>
      </w:r>
      <w:r w:rsidR="00E06576">
        <w:t>písm. a) až d), článku</w:t>
      </w:r>
      <w:r w:rsidRPr="006B0921">
        <w:t xml:space="preserve"> 8, čl. 10 písm. b) </w:t>
      </w:r>
      <w:r w:rsidRPr="00E06576">
        <w:t>až f) a písm. h) až j) směrnice 2014/24/EU, článku 18, čl. 21 písm. b) až e) a</w:t>
      </w:r>
      <w:r w:rsidR="007A36FA">
        <w:t> </w:t>
      </w:r>
      <w:r w:rsidRPr="00E06576">
        <w:t>písm. g</w:t>
      </w:r>
      <w:r w:rsidR="00E06576" w:rsidRPr="00E06576">
        <w:t>)</w:t>
      </w:r>
      <w:r w:rsidRPr="00E06576">
        <w:t xml:space="preserve"> až i), článků 29 a 30 směrnice 2014/25/EU a čl. 13 písm. a) až</w:t>
      </w:r>
      <w:r w:rsidR="007A36FA">
        <w:t> </w:t>
      </w:r>
      <w:r w:rsidRPr="00E06576">
        <w:t>d), f) až h) a j) směrnice 2009/81/EC,</w:t>
      </w:r>
      <w:r w:rsidR="00E06576" w:rsidRPr="007A36FA">
        <w:t xml:space="preserve"> a hlavy VII na</w:t>
      </w:r>
      <w:r w:rsidR="00E06576" w:rsidRPr="007A36FA">
        <w:rPr>
          <w:rFonts w:hint="eastAsia"/>
        </w:rPr>
        <w:t>ří</w:t>
      </w:r>
      <w:r w:rsidR="00E06576" w:rsidRPr="007A36FA">
        <w:t>zení Evropského parlamentu a Rady (EU, Euratom) 2018/1046</w:t>
      </w:r>
      <w:r w:rsidR="00E06576">
        <w:t>,</w:t>
      </w:r>
    </w:p>
    <w:p w14:paraId="538D8F13" w14:textId="77777777" w:rsidR="00B67AA0" w:rsidRDefault="006B0921" w:rsidP="0047019B">
      <w:pPr>
        <w:pStyle w:val="Odstavec1-4a"/>
      </w:pPr>
      <w:r w:rsidRPr="00E06576">
        <w:t>on, ani žádný z jeho poddodavatelů</w:t>
      </w:r>
      <w:r w:rsidRPr="006B0921">
        <w:t xml:space="preserve">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w:t>
      </w:r>
      <w:r w:rsidR="00B96655">
        <w:rPr>
          <w:szCs w:val="20"/>
        </w:rPr>
        <w:t xml:space="preserve">anebo osobami dle čl. 2 nařízení Rady (ES) uvedeném v odstavci 4.9.4 této smlouvy </w:t>
      </w:r>
      <w:r w:rsidRPr="006B0921">
        <w:t>(dále jen „</w:t>
      </w:r>
      <w:r w:rsidRPr="005F4C6E">
        <w:rPr>
          <w:b/>
        </w:rPr>
        <w:t>Sankční seznamy</w:t>
      </w:r>
      <w:r w:rsidRPr="006B0921">
        <w:t>“)</w:t>
      </w:r>
      <w:r w:rsidR="00B67AA0">
        <w:t>,</w:t>
      </w:r>
    </w:p>
    <w:p w14:paraId="47DAFB4B" w14:textId="77777777" w:rsidR="00B67AA0" w:rsidRPr="00CA7BB4" w:rsidRDefault="00B67AA0" w:rsidP="00B67AA0">
      <w:pPr>
        <w:pStyle w:val="Odstavec1-4a"/>
      </w:pPr>
      <w:r w:rsidRPr="00CA7BB4">
        <w:t xml:space="preserve">není obchodní společností, ve které veřejný funkcionář uvedený v ust. § 2 odst. 1 písm. c) zákona č. 159/2006 Sb., o střetu zájmů, ve znění pozdějších </w:t>
      </w:r>
      <w:r w:rsidRPr="00CA7BB4">
        <w:lastRenderedPageBreak/>
        <w:t>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p>
    <w:p w14:paraId="6AD10C00" w14:textId="6B0E5EBC" w:rsidR="006B0921" w:rsidRPr="006B0921" w:rsidRDefault="006B0921" w:rsidP="007A36FA">
      <w:pPr>
        <w:pStyle w:val="Text1-2"/>
      </w:pPr>
      <w:r w:rsidRPr="006B0921">
        <w:t xml:space="preserve">Je-li Zhotovitelem sdružení více osob, platí výše podmínky dle tohoto odst. </w:t>
      </w:r>
      <w:r w:rsidR="00FD36B8">
        <w:fldChar w:fldCharType="begin"/>
      </w:r>
      <w:r w:rsidR="00FD36B8">
        <w:instrText xml:space="preserve"> REF _Ref133933679 \r \h </w:instrText>
      </w:r>
      <w:r w:rsidR="00FD36B8">
        <w:fldChar w:fldCharType="separate"/>
      </w:r>
      <w:r w:rsidR="008C3942">
        <w:t>4.9</w:t>
      </w:r>
      <w:r w:rsidR="00FD36B8">
        <w:fldChar w:fldCharType="end"/>
      </w:r>
      <w:r w:rsidRPr="006B0921">
        <w:t xml:space="preserve"> také jednotlivě pro všechny osoby v rámci Zhotovitele sdružené, a to bez ohledu na právní formu tohoto sdružení.</w:t>
      </w:r>
    </w:p>
    <w:p w14:paraId="70C64A84" w14:textId="5FA71D20" w:rsidR="006B0921" w:rsidRPr="006B0921" w:rsidRDefault="006B0921" w:rsidP="007A36FA">
      <w:pPr>
        <w:pStyle w:val="Text1-2"/>
      </w:pPr>
      <w:bookmarkStart w:id="6" w:name="_Ref133933721"/>
      <w:r w:rsidRPr="006B0921">
        <w:t xml:space="preserve">Přestane-li Zhotovitel nebo některý z jeho poddodavatelů nebo jiných osob, jejichž způsobilost byla využita ve smyslu evropských směrnic o zadávání veřejných zakázek, splňovat výše uvedené podmínky dle tohoto odst. </w:t>
      </w:r>
      <w:r w:rsidR="00FD36B8">
        <w:fldChar w:fldCharType="begin"/>
      </w:r>
      <w:r w:rsidR="00FD36B8">
        <w:instrText xml:space="preserve"> REF _Ref133933679 \r \h </w:instrText>
      </w:r>
      <w:r w:rsidR="00FD36B8">
        <w:fldChar w:fldCharType="separate"/>
      </w:r>
      <w:r w:rsidR="008C3942">
        <w:t>4.9</w:t>
      </w:r>
      <w:r w:rsidR="00FD36B8">
        <w:fldChar w:fldCharType="end"/>
      </w:r>
      <w:r w:rsidRPr="006B0921">
        <w:t>, oznámí tuto skutečnost bez zbytečného odkladu, nejpozději však do 3 pracovních dnů ode dne, kdy přestal splňovat výše uvedené podmínky, Objednateli.</w:t>
      </w:r>
      <w:bookmarkEnd w:id="6"/>
    </w:p>
    <w:p w14:paraId="0225A72A" w14:textId="77777777" w:rsidR="004B05A9" w:rsidRPr="004B05A9" w:rsidRDefault="006B0921" w:rsidP="004B05A9">
      <w:pPr>
        <w:pStyle w:val="Text1-2"/>
      </w:pPr>
      <w:bookmarkStart w:id="7" w:name="_Ref133933712"/>
      <w:r w:rsidRPr="006B0921">
        <w:t>Zhotovitel se dále zavazuje postupovat při plnění této Smlouvy v souladu s</w:t>
      </w:r>
      <w:r w:rsidR="007A36FA">
        <w:t> </w:t>
      </w:r>
      <w:r w:rsidRPr="006B0921">
        <w:t xml:space="preserve">Nařízením Rady (ES) č. 765/2006 ze dne 18. května 2006 o omezujících opatřeních vzhledem k situaci v Bělorusku a k zapojení Běloruska do ruské agrese proti Ukrajině, ve znění pozdějších předpisů, </w:t>
      </w:r>
      <w:bookmarkStart w:id="8" w:name="_Ref133933730"/>
      <w:bookmarkEnd w:id="7"/>
      <w:r w:rsidR="004B05A9" w:rsidRPr="004B05A9">
        <w:t>nařízením Rady (EU) č.</w:t>
      </w:r>
      <w:r w:rsidR="007778CF">
        <w:t> </w:t>
      </w:r>
      <w:r w:rsidR="004B05A9" w:rsidRPr="004B05A9">
        <w:t>208/2014 ze dne 5. března 2014 o omezujících opatřeních vůči některým osobám, subjektům a orgánům vzhledem k situaci na Ukrajině, ve znění pozdějších předpisů, a dalších prováděcích předpisů k těmto nařízením.</w:t>
      </w:r>
    </w:p>
    <w:p w14:paraId="798A9773" w14:textId="77777777" w:rsidR="006B0921" w:rsidRPr="006B0921" w:rsidRDefault="006B0921" w:rsidP="004806B8">
      <w:pPr>
        <w:pStyle w:val="Text1-2"/>
      </w:pPr>
      <w:r w:rsidRPr="006B0921">
        <w:t>Zhotovitel se dále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bookmarkEnd w:id="8"/>
    </w:p>
    <w:p w14:paraId="54E10287" w14:textId="50538B1A" w:rsidR="006B0921" w:rsidRPr="006B0921" w:rsidRDefault="006B0921" w:rsidP="007A36FA">
      <w:pPr>
        <w:pStyle w:val="Text1-2"/>
        <w:rPr>
          <w:rFonts w:eastAsia="Times New Roman" w:cs="Times New Roman"/>
        </w:rPr>
      </w:pPr>
      <w:r w:rsidRPr="006B0921">
        <w:rPr>
          <w:rFonts w:eastAsia="Times New Roman" w:cs="Times New Roman"/>
        </w:rPr>
        <w:t xml:space="preserve">Ukáží-li se prohlášení Zhotovitele dle odstavce </w:t>
      </w:r>
      <w:r w:rsidR="00FD36B8">
        <w:rPr>
          <w:rFonts w:eastAsia="Times New Roman" w:cs="Times New Roman"/>
        </w:rPr>
        <w:fldChar w:fldCharType="begin"/>
      </w:r>
      <w:r w:rsidR="00FD36B8">
        <w:rPr>
          <w:rFonts w:eastAsia="Times New Roman" w:cs="Times New Roman"/>
        </w:rPr>
        <w:instrText xml:space="preserve"> REF _Ref133933704 \r \h </w:instrText>
      </w:r>
      <w:r w:rsidR="00FD36B8">
        <w:rPr>
          <w:rFonts w:eastAsia="Times New Roman" w:cs="Times New Roman"/>
        </w:rPr>
      </w:r>
      <w:r w:rsidR="00FD36B8">
        <w:rPr>
          <w:rFonts w:eastAsia="Times New Roman" w:cs="Times New Roman"/>
        </w:rPr>
        <w:fldChar w:fldCharType="separate"/>
      </w:r>
      <w:r w:rsidR="008C3942">
        <w:rPr>
          <w:rFonts w:eastAsia="Times New Roman" w:cs="Times New Roman"/>
        </w:rPr>
        <w:t>4.9.1</w:t>
      </w:r>
      <w:r w:rsidR="00FD36B8">
        <w:rPr>
          <w:rFonts w:eastAsia="Times New Roman" w:cs="Times New Roman"/>
        </w:rPr>
        <w:fldChar w:fldCharType="end"/>
      </w:r>
      <w:r w:rsidRPr="006B0921">
        <w:rPr>
          <w:rFonts w:eastAsia="Times New Roman" w:cs="Times New Roman"/>
        </w:rPr>
        <w:t xml:space="preserve"> této Smlouvy jako nepravdivá nebo poruší-li Zhotovitel svou oznamovací povinnost dle odstavce </w:t>
      </w:r>
      <w:r w:rsidR="00FD36B8">
        <w:rPr>
          <w:rFonts w:eastAsia="Times New Roman" w:cs="Times New Roman"/>
        </w:rPr>
        <w:fldChar w:fldCharType="begin"/>
      </w:r>
      <w:r w:rsidR="00FD36B8">
        <w:rPr>
          <w:rFonts w:eastAsia="Times New Roman" w:cs="Times New Roman"/>
        </w:rPr>
        <w:instrText xml:space="preserve"> REF _Ref133933721 \r \h </w:instrText>
      </w:r>
      <w:r w:rsidR="00FD36B8">
        <w:rPr>
          <w:rFonts w:eastAsia="Times New Roman" w:cs="Times New Roman"/>
        </w:rPr>
      </w:r>
      <w:r w:rsidR="00FD36B8">
        <w:rPr>
          <w:rFonts w:eastAsia="Times New Roman" w:cs="Times New Roman"/>
        </w:rPr>
        <w:fldChar w:fldCharType="separate"/>
      </w:r>
      <w:r w:rsidR="008C3942">
        <w:rPr>
          <w:rFonts w:eastAsia="Times New Roman" w:cs="Times New Roman"/>
        </w:rPr>
        <w:t>4.9.3</w:t>
      </w:r>
      <w:r w:rsidR="00FD36B8">
        <w:rPr>
          <w:rFonts w:eastAsia="Times New Roman" w:cs="Times New Roman"/>
        </w:rPr>
        <w:fldChar w:fldCharType="end"/>
      </w:r>
      <w:r w:rsidRPr="006B0921">
        <w:rPr>
          <w:rFonts w:eastAsia="Times New Roman" w:cs="Times New Roman"/>
        </w:rPr>
        <w:t xml:space="preserve"> nebo některou z povinností dle </w:t>
      </w:r>
      <w:r w:rsidRPr="007A36FA">
        <w:rPr>
          <w:rStyle w:val="Text1-2Char"/>
        </w:rPr>
        <w:t xml:space="preserve">odstavců </w:t>
      </w:r>
      <w:r w:rsidR="00FD36B8">
        <w:rPr>
          <w:rStyle w:val="Text1-2Char"/>
        </w:rPr>
        <w:fldChar w:fldCharType="begin"/>
      </w:r>
      <w:r w:rsidR="00FD36B8">
        <w:rPr>
          <w:rStyle w:val="Text1-2Char"/>
        </w:rPr>
        <w:instrText xml:space="preserve"> REF _Ref133933712 \r \h </w:instrText>
      </w:r>
      <w:r w:rsidR="00FD36B8">
        <w:rPr>
          <w:rStyle w:val="Text1-2Char"/>
        </w:rPr>
      </w:r>
      <w:r w:rsidR="00FD36B8">
        <w:rPr>
          <w:rStyle w:val="Text1-2Char"/>
        </w:rPr>
        <w:fldChar w:fldCharType="separate"/>
      </w:r>
      <w:r w:rsidR="008C3942">
        <w:rPr>
          <w:rStyle w:val="Text1-2Char"/>
        </w:rPr>
        <w:t>4.9.4</w:t>
      </w:r>
      <w:r w:rsidR="00FD36B8">
        <w:rPr>
          <w:rStyle w:val="Text1-2Char"/>
        </w:rPr>
        <w:fldChar w:fldCharType="end"/>
      </w:r>
      <w:r w:rsidRPr="007A36FA">
        <w:rPr>
          <w:rStyle w:val="Text1-2Char"/>
        </w:rPr>
        <w:t xml:space="preserve"> nebo </w:t>
      </w:r>
      <w:r w:rsidR="00FD36B8">
        <w:rPr>
          <w:rStyle w:val="Text1-2Char"/>
        </w:rPr>
        <w:fldChar w:fldCharType="begin"/>
      </w:r>
      <w:r w:rsidR="00FD36B8">
        <w:rPr>
          <w:rStyle w:val="Text1-2Char"/>
        </w:rPr>
        <w:instrText xml:space="preserve"> REF _Ref133933730 \r \h </w:instrText>
      </w:r>
      <w:r w:rsidR="00FD36B8">
        <w:rPr>
          <w:rStyle w:val="Text1-2Char"/>
        </w:rPr>
      </w:r>
      <w:r w:rsidR="00FD36B8">
        <w:rPr>
          <w:rStyle w:val="Text1-2Char"/>
        </w:rPr>
        <w:fldChar w:fldCharType="separate"/>
      </w:r>
      <w:r w:rsidR="008C3942">
        <w:rPr>
          <w:rStyle w:val="Text1-2Char"/>
        </w:rPr>
        <w:t>4.9.4</w:t>
      </w:r>
      <w:r w:rsidR="00FD36B8">
        <w:rPr>
          <w:rStyle w:val="Text1-2Char"/>
        </w:rPr>
        <w:fldChar w:fldCharType="end"/>
      </w:r>
      <w:r w:rsidRPr="007A36FA">
        <w:rPr>
          <w:rStyle w:val="Text1-2Char"/>
        </w:rPr>
        <w:t xml:space="preserve"> této Smlouvy, je Objednatel oprávněn odstoupit od této Smlouvy. Zhotovitel je dále povinen zaplatit za každé jednotlivé porušení povinností dle předchozí věty, s výjimkou oznamovací povinnosti dle odstavce </w:t>
      </w:r>
      <w:r w:rsidR="00FD36B8">
        <w:rPr>
          <w:rStyle w:val="Text1-2Char"/>
        </w:rPr>
        <w:fldChar w:fldCharType="begin"/>
      </w:r>
      <w:r w:rsidR="00FD36B8">
        <w:rPr>
          <w:rStyle w:val="Text1-2Char"/>
        </w:rPr>
        <w:instrText xml:space="preserve"> REF _Ref133933721 \r \h </w:instrText>
      </w:r>
      <w:r w:rsidR="00FD36B8">
        <w:rPr>
          <w:rStyle w:val="Text1-2Char"/>
        </w:rPr>
      </w:r>
      <w:r w:rsidR="00FD36B8">
        <w:rPr>
          <w:rStyle w:val="Text1-2Char"/>
        </w:rPr>
        <w:fldChar w:fldCharType="separate"/>
      </w:r>
      <w:r w:rsidR="008C3942">
        <w:rPr>
          <w:rStyle w:val="Text1-2Char"/>
        </w:rPr>
        <w:t>4.9.3</w:t>
      </w:r>
      <w:r w:rsidR="00FD36B8">
        <w:rPr>
          <w:rStyle w:val="Text1-2Char"/>
        </w:rPr>
        <w:fldChar w:fldCharType="end"/>
      </w:r>
      <w:r w:rsidRPr="007A36FA">
        <w:rPr>
          <w:rStyle w:val="Text1-2Char"/>
        </w:rPr>
        <w:t xml:space="preserve"> této Smlouvy, smluvní pokutu ve výši 300.000 Kč. Zhotovitel je dále povinen zaplatit za každé jednotlivé porušení oznamovací povinnosti dle odstavce </w:t>
      </w:r>
      <w:r w:rsidR="00FD36B8">
        <w:rPr>
          <w:rStyle w:val="Text1-2Char"/>
        </w:rPr>
        <w:fldChar w:fldCharType="begin"/>
      </w:r>
      <w:r w:rsidR="00FD36B8">
        <w:rPr>
          <w:rStyle w:val="Text1-2Char"/>
        </w:rPr>
        <w:instrText xml:space="preserve"> REF _Ref133933721 \r \h </w:instrText>
      </w:r>
      <w:r w:rsidR="00FD36B8">
        <w:rPr>
          <w:rStyle w:val="Text1-2Char"/>
        </w:rPr>
      </w:r>
      <w:r w:rsidR="00FD36B8">
        <w:rPr>
          <w:rStyle w:val="Text1-2Char"/>
        </w:rPr>
        <w:fldChar w:fldCharType="separate"/>
      </w:r>
      <w:r w:rsidR="008C3942">
        <w:rPr>
          <w:rStyle w:val="Text1-2Char"/>
        </w:rPr>
        <w:t>4.9.3</w:t>
      </w:r>
      <w:r w:rsidR="00FD36B8">
        <w:rPr>
          <w:rStyle w:val="Text1-2Char"/>
        </w:rPr>
        <w:fldChar w:fldCharType="end"/>
      </w:r>
      <w:r w:rsidRPr="006B0921">
        <w:rPr>
          <w:rFonts w:eastAsia="Times New Roman" w:cs="Times New Roman"/>
        </w:rPr>
        <w:t>, smluvní pokutu ve výši 100.000 Kč. Ustanovení § 2004 odst. 2 Občanského zákoníku a § 2050 Občanského zákoníku se nepoužijí.</w:t>
      </w:r>
    </w:p>
    <w:p w14:paraId="572AC73D" w14:textId="77777777" w:rsidR="006B0921" w:rsidRPr="006B0921" w:rsidRDefault="006B0921" w:rsidP="00F0665B">
      <w:pPr>
        <w:pStyle w:val="Text1-1"/>
        <w:keepNext/>
      </w:pPr>
      <w:r w:rsidRPr="006B0921">
        <w:t>Požadavek na Poddodavatele</w:t>
      </w:r>
    </w:p>
    <w:p w14:paraId="1F2A52F8" w14:textId="77777777" w:rsidR="006B0921" w:rsidRPr="006B0921" w:rsidRDefault="006B0921" w:rsidP="007A36FA">
      <w:pPr>
        <w:pStyle w:val="Text1-2"/>
      </w:pPr>
      <w:bookmarkStart w:id="9" w:name="_Ref133933770"/>
      <w:r w:rsidRPr="006B0921">
        <w:t>Zhotovitel prohlašuje, že žádný z jeho Poddodavatelů (uvedených v Příloze č. 8 této Smlouvy) nebyl v zemi svého sídla v posledních 5 letech pravomocně odsouzen pro trestný čin uvedený v příloze č. 3 k ZZVZ nebo obdobný trestný čin podle právního řádu země sídla Poddodavatele, přičemž k zahlazeným odsouzením se nepřihlíží. Je</w:t>
      </w:r>
      <w:r w:rsidRPr="006B0921">
        <w:noBreakHyphen/>
        <w:t>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bookmarkEnd w:id="9"/>
    </w:p>
    <w:p w14:paraId="35BDA579" w14:textId="63730906" w:rsidR="006B0921" w:rsidRPr="006B0921" w:rsidRDefault="006B0921" w:rsidP="007A36FA">
      <w:pPr>
        <w:pStyle w:val="Text1-2"/>
      </w:pPr>
      <w:bookmarkStart w:id="10" w:name="_Ref133933846"/>
      <w:r w:rsidRPr="006B0921">
        <w:t xml:space="preserve">Přestane-li některý z Poddodavatelů (uvedených v Příloze č. 8 této Smlouvy) splňovat výše uvedené podmínky dle odst. </w:t>
      </w:r>
      <w:r w:rsidR="00FD36B8">
        <w:fldChar w:fldCharType="begin"/>
      </w:r>
      <w:r w:rsidR="00FD36B8">
        <w:instrText xml:space="preserve"> REF _Ref133933770 \r \h </w:instrText>
      </w:r>
      <w:r w:rsidR="00FD36B8">
        <w:fldChar w:fldCharType="separate"/>
      </w:r>
      <w:r w:rsidR="008C3942">
        <w:t>4.10.1</w:t>
      </w:r>
      <w:r w:rsidR="00FD36B8">
        <w:fldChar w:fldCharType="end"/>
      </w:r>
      <w:r w:rsidRPr="006B0921">
        <w:t xml:space="preserve"> této Smlouvy, oznámí </w:t>
      </w:r>
      <w:r w:rsidRPr="006B0921">
        <w:lastRenderedPageBreak/>
        <w:t>Zhotovitel tuto skutečnost bez zbytečného odkladu, nejpozději však do 3 pracovních dnů ode dne, kdy Poddodavatel přestal splňovat výše uvedené podmínky, Objednateli.</w:t>
      </w:r>
      <w:bookmarkEnd w:id="10"/>
    </w:p>
    <w:p w14:paraId="4781E155" w14:textId="6820DD9C" w:rsidR="006B0921" w:rsidRPr="006B0921" w:rsidRDefault="006B0921" w:rsidP="007A36FA">
      <w:pPr>
        <w:pStyle w:val="Text1-2"/>
      </w:pPr>
      <w:r w:rsidRPr="006B0921">
        <w:t xml:space="preserve">Objednatel může požadovat nahrazení Poddodavatele, který přestal splňovat podmínky dle odst. </w:t>
      </w:r>
      <w:r w:rsidR="00974329">
        <w:fldChar w:fldCharType="begin"/>
      </w:r>
      <w:r w:rsidR="00974329">
        <w:instrText xml:space="preserve"> REF _Ref133933770 \r \h </w:instrText>
      </w:r>
      <w:r w:rsidR="00974329">
        <w:fldChar w:fldCharType="separate"/>
      </w:r>
      <w:r w:rsidR="008C3942">
        <w:t>4.10.1</w:t>
      </w:r>
      <w:r w:rsidR="00974329">
        <w:fldChar w:fldCharType="end"/>
      </w:r>
      <w:r w:rsidRPr="006B0921">
        <w:t xml:space="preserve"> této Smlouvy.</w:t>
      </w:r>
    </w:p>
    <w:p w14:paraId="5CAE5391" w14:textId="6D5A8B93" w:rsidR="006B0921" w:rsidRDefault="006B0921" w:rsidP="007A36FA">
      <w:pPr>
        <w:pStyle w:val="Text1-2"/>
      </w:pPr>
      <w:r w:rsidRPr="006B0921">
        <w:t xml:space="preserve">Ukáží-li se prohlášení Zhotovitele dle odstavce </w:t>
      </w:r>
      <w:r w:rsidR="00FD36B8">
        <w:fldChar w:fldCharType="begin"/>
      </w:r>
      <w:r w:rsidR="00FD36B8">
        <w:instrText xml:space="preserve"> REF _Ref133933770 \r \h </w:instrText>
      </w:r>
      <w:r w:rsidR="00FD36B8">
        <w:fldChar w:fldCharType="separate"/>
      </w:r>
      <w:r w:rsidR="008C3942">
        <w:t>4.10.1</w:t>
      </w:r>
      <w:r w:rsidR="00FD36B8">
        <w:fldChar w:fldCharType="end"/>
      </w:r>
      <w:r w:rsidRPr="006B0921">
        <w:t xml:space="preserve"> této Smlouvy jako nepravdivá nebo poruší-li Zhotovitel svou oznamovací povinnost dle odstavce </w:t>
      </w:r>
      <w:r w:rsidR="007778CF">
        <w:fldChar w:fldCharType="begin"/>
      </w:r>
      <w:r w:rsidR="007778CF">
        <w:instrText xml:space="preserve"> REF _Ref133933846 \r \h </w:instrText>
      </w:r>
      <w:r w:rsidR="007778CF">
        <w:fldChar w:fldCharType="separate"/>
      </w:r>
      <w:r w:rsidR="008C3942">
        <w:t>4.10.2</w:t>
      </w:r>
      <w:r w:rsidR="007778CF">
        <w:fldChar w:fldCharType="end"/>
      </w:r>
      <w:r w:rsidRPr="006B0921">
        <w:t>, je Objednatel oprávněn odstoupit od této Smlouvy, smluvní pokutu ve</w:t>
      </w:r>
      <w:r w:rsidR="007A36FA">
        <w:t> </w:t>
      </w:r>
      <w:r w:rsidRPr="006B0921">
        <w:t xml:space="preserve">výši 100.000 Kč. Zhotovitel je dále povinen zaplatit za každé jednotlivé porušení oznamovací povinnosti dle odstavce </w:t>
      </w:r>
      <w:r w:rsidR="00FD36B8">
        <w:fldChar w:fldCharType="begin"/>
      </w:r>
      <w:r w:rsidR="00FD36B8">
        <w:instrText xml:space="preserve"> REF _Ref133933846 \r \h </w:instrText>
      </w:r>
      <w:r w:rsidR="00FD36B8">
        <w:fldChar w:fldCharType="separate"/>
      </w:r>
      <w:r w:rsidR="008C3942">
        <w:t>4.10.2</w:t>
      </w:r>
      <w:r w:rsidR="00FD36B8">
        <w:fldChar w:fldCharType="end"/>
      </w:r>
      <w:r w:rsidRPr="006B0921">
        <w:t>, smluvní pokutu ve výši 50.000 Kč. Ustanovení § 2004 odst. 2 Občanského zákoníku a § 2050 Občanského zákoníku se nepoužijí.</w:t>
      </w:r>
    </w:p>
    <w:p w14:paraId="41A4BDD4" w14:textId="285F4EAB" w:rsidR="00B67AA0" w:rsidRPr="00B67AA0" w:rsidRDefault="00B67AA0" w:rsidP="00B67AA0">
      <w:pPr>
        <w:pStyle w:val="Text1-2"/>
        <w:numPr>
          <w:ilvl w:val="1"/>
          <w:numId w:val="5"/>
        </w:numPr>
      </w:pPr>
      <w:r w:rsidRPr="00B67AA0">
        <w:t>Obchodní podmínky, které tvoří Přílohu č. 2 Smlouvy se upravují takto:</w:t>
      </w:r>
    </w:p>
    <w:p w14:paraId="45E3B7CD" w14:textId="21A8554F" w:rsidR="00B67AA0" w:rsidRPr="00B67AA0" w:rsidRDefault="00B67AA0" w:rsidP="00B67AA0">
      <w:pPr>
        <w:pStyle w:val="Text1-2"/>
      </w:pPr>
      <w:r w:rsidRPr="00B67AA0">
        <w:t>Název Obchodních podmínek na úvodní straně se vypouští a nahrazuje tímto zněním:</w:t>
      </w:r>
    </w:p>
    <w:p w14:paraId="4C0F0AEA" w14:textId="77777777" w:rsidR="00B67AA0" w:rsidRPr="00B67AA0" w:rsidRDefault="00B67AA0" w:rsidP="00CA0CC1">
      <w:pPr>
        <w:pStyle w:val="Text1-2"/>
        <w:numPr>
          <w:ilvl w:val="0"/>
          <w:numId w:val="0"/>
        </w:numPr>
        <w:ind w:left="1474"/>
      </w:pPr>
      <w:r w:rsidRPr="00B67AA0">
        <w:rPr>
          <w:b/>
          <w:bCs/>
        </w:rPr>
        <w:t xml:space="preserve">Obchodní podmínky </w:t>
      </w:r>
    </w:p>
    <w:p w14:paraId="78228BDF" w14:textId="77777777" w:rsidR="00B67AA0" w:rsidRPr="00B67AA0" w:rsidRDefault="00B67AA0" w:rsidP="00CA0CC1">
      <w:pPr>
        <w:pStyle w:val="Text1-2"/>
        <w:numPr>
          <w:ilvl w:val="0"/>
          <w:numId w:val="0"/>
        </w:numPr>
        <w:ind w:left="1474"/>
      </w:pPr>
      <w:r w:rsidRPr="00B67AA0">
        <w:rPr>
          <w:b/>
          <w:bCs/>
        </w:rPr>
        <w:t xml:space="preserve">Pro zhotovení Dokumentace staveb: </w:t>
      </w:r>
    </w:p>
    <w:p w14:paraId="605CD42F" w14:textId="77777777" w:rsidR="00B67AA0" w:rsidRPr="00B67AA0" w:rsidRDefault="00B67AA0" w:rsidP="00CA0CC1">
      <w:pPr>
        <w:pStyle w:val="Text1-2"/>
        <w:numPr>
          <w:ilvl w:val="0"/>
          <w:numId w:val="0"/>
        </w:numPr>
        <w:ind w:left="1474"/>
      </w:pPr>
      <w:r w:rsidRPr="00B67AA0">
        <w:rPr>
          <w:b/>
          <w:bCs/>
        </w:rPr>
        <w:t xml:space="preserve">Záměr projektu, Projektová dokumentace pro společné povolení, Projektová dokumentace pro společné povolení podle liniového zákona, </w:t>
      </w:r>
    </w:p>
    <w:p w14:paraId="6444F7BF" w14:textId="77777777" w:rsidR="00B67AA0" w:rsidRPr="00B67AA0" w:rsidRDefault="00B67AA0" w:rsidP="00CA0CC1">
      <w:pPr>
        <w:pStyle w:val="Text1-2"/>
        <w:numPr>
          <w:ilvl w:val="0"/>
          <w:numId w:val="0"/>
        </w:numPr>
        <w:ind w:left="1474"/>
        <w:rPr>
          <w:b/>
          <w:bCs/>
        </w:rPr>
      </w:pPr>
      <w:r w:rsidRPr="00B67AA0">
        <w:rPr>
          <w:b/>
          <w:bCs/>
        </w:rPr>
        <w:t>Projektové dokumentace pro stavební povolení, Projektové dokumentace pro provádění stavby, Projektové dokumentace pro povolení stavby a výkon Dozoru projektanta</w:t>
      </w:r>
    </w:p>
    <w:p w14:paraId="44E15113" w14:textId="31644B78" w:rsidR="00B67AA0" w:rsidRDefault="00B67AA0" w:rsidP="00B67AA0">
      <w:pPr>
        <w:pStyle w:val="Text1-2"/>
        <w:numPr>
          <w:ilvl w:val="0"/>
          <w:numId w:val="0"/>
        </w:numPr>
        <w:ind w:left="1474"/>
        <w:rPr>
          <w:b/>
        </w:rPr>
      </w:pPr>
      <w:r w:rsidRPr="00B67AA0">
        <w:rPr>
          <w:b/>
        </w:rPr>
        <w:t xml:space="preserve">Název zakázky: </w:t>
      </w:r>
      <w:r w:rsidRPr="0026080D">
        <w:rPr>
          <w:b/>
        </w:rPr>
        <w:t>„</w:t>
      </w:r>
      <w:r w:rsidR="0026080D" w:rsidRPr="0026080D">
        <w:rPr>
          <w:b/>
        </w:rPr>
        <w:t>Rekonstrukce výpravní budovy v žst. Teplice v Čechách“ 2. etapa</w:t>
      </w:r>
    </w:p>
    <w:p w14:paraId="1742CD0B" w14:textId="25EF9C64" w:rsidR="00B67AA0" w:rsidRDefault="00B67AA0" w:rsidP="00CA0CC1">
      <w:pPr>
        <w:pStyle w:val="Text1-2"/>
      </w:pPr>
      <w:r w:rsidRPr="00B67AA0">
        <w:t>Dovětek v druhé větě v čl. 9, odst. 9.3 Obchodních podmínek, ve znění: „a neshledal v nich žádné vady“ se vypouští bez náhrady.</w:t>
      </w:r>
    </w:p>
    <w:p w14:paraId="69F54CAD" w14:textId="3F502102" w:rsidR="00B67AA0" w:rsidRDefault="00AB4CA4" w:rsidP="00B67AA0">
      <w:pPr>
        <w:pStyle w:val="Text1-2"/>
      </w:pPr>
      <w:r>
        <w:t>První věta v odst.</w:t>
      </w:r>
      <w:r w:rsidR="00B67AA0">
        <w:t xml:space="preserve"> </w:t>
      </w:r>
      <w:r w:rsidRPr="00CA0CC1">
        <w:t>10.3</w:t>
      </w:r>
      <w:r>
        <w:t xml:space="preserve"> Obchodních podmínek</w:t>
      </w:r>
      <w:r w:rsidR="00B67AA0" w:rsidRPr="00B67AA0">
        <w:t xml:space="preserve"> </w:t>
      </w:r>
      <w:r>
        <w:t xml:space="preserve">se vypouští a nahrazuje zněním: </w:t>
      </w:r>
    </w:p>
    <w:p w14:paraId="028B689C" w14:textId="2A1833F1" w:rsidR="00B67AA0" w:rsidRDefault="00AB4CA4" w:rsidP="00B67AA0">
      <w:pPr>
        <w:pStyle w:val="Text1-2"/>
        <w:numPr>
          <w:ilvl w:val="0"/>
          <w:numId w:val="0"/>
        </w:numPr>
        <w:ind w:left="1474"/>
      </w:pPr>
      <w:r>
        <w:t>„</w:t>
      </w:r>
      <w:r w:rsidR="00B67AA0">
        <w:t>Zhotovitel vyhotoví a zašle každý daňový doklad jedním ze způsob</w:t>
      </w:r>
      <w:r w:rsidR="008460BC">
        <w:t>ů</w:t>
      </w:r>
      <w:r w:rsidR="00B67AA0">
        <w:t>, upraveným ve Smlouvě.</w:t>
      </w:r>
      <w:r>
        <w:t>“</w:t>
      </w:r>
      <w:r w:rsidR="00B67AA0">
        <w:t xml:space="preserve"> </w:t>
      </w:r>
    </w:p>
    <w:p w14:paraId="1FDC348D" w14:textId="4326C362" w:rsidR="00B67AA0" w:rsidRPr="006B0921" w:rsidRDefault="00AB4CA4" w:rsidP="00440684">
      <w:pPr>
        <w:pStyle w:val="Text1-2"/>
      </w:pPr>
      <w:r w:rsidRPr="00AB4CA4">
        <w:t>Pro úplnost se uvádí, že vyjma úpravy Obchodních podmínek v souladu s odst. 4.11.1</w:t>
      </w:r>
      <w:r w:rsidR="009C4CC6">
        <w:t>,</w:t>
      </w:r>
      <w:r w:rsidRPr="00AB4CA4">
        <w:t xml:space="preserve"> 4.11.2</w:t>
      </w:r>
      <w:r w:rsidR="009C4CC6">
        <w:t xml:space="preserve"> a 4.11.3</w:t>
      </w:r>
      <w:r w:rsidRPr="00AB4CA4">
        <w:t xml:space="preserve"> Smlouvy, zůstávají zbylé části Obchodních podmínek beze změny.</w:t>
      </w:r>
    </w:p>
    <w:p w14:paraId="26C8CBC7" w14:textId="77777777" w:rsidR="003F5723" w:rsidRDefault="003F5723" w:rsidP="003F5723">
      <w:pPr>
        <w:pStyle w:val="Nadpis1-1"/>
      </w:pPr>
      <w:r>
        <w:t>ZÁVĚREČNÁ USTANOVENÍ</w:t>
      </w:r>
    </w:p>
    <w:p w14:paraId="003E4C91" w14:textId="77777777" w:rsidR="003F5723" w:rsidRDefault="003F5723" w:rsidP="003F5723">
      <w:pPr>
        <w:pStyle w:val="Text1-1"/>
      </w:pPr>
      <w:r>
        <w:t>Práva a povinnosti smluvních stran vyplývající z této Smlouvy se řídí občanským zákoníkem a ostatními příslušnými právními předpisy českého právního řádu.</w:t>
      </w:r>
    </w:p>
    <w:p w14:paraId="710BFDC9" w14:textId="77777777" w:rsidR="003F5723" w:rsidRDefault="003F5723" w:rsidP="003F5723">
      <w:pPr>
        <w:pStyle w:val="Text1-1"/>
      </w:pPr>
      <w:r>
        <w:t>Tato Smlouva nabývá platnosti dnem jejího pod</w:t>
      </w:r>
      <w:r w:rsidR="00964369">
        <w:t>pisu poslední Smluvní stranou a </w:t>
      </w:r>
      <w:r>
        <w:t>účinnosti dnem uveřejnění v registru smluv.</w:t>
      </w:r>
    </w:p>
    <w:p w14:paraId="7414012D" w14:textId="77777777" w:rsidR="003F5723" w:rsidRDefault="003F5723" w:rsidP="003F5723">
      <w:pPr>
        <w:pStyle w:val="Text1-1"/>
      </w:pPr>
      <w:r>
        <w:t>Tuto Smlouvu je možné měnit pouze písemnou dohodou smluvních stran ve formě číslovaných dodatků této Smlouvy, podepsaných za každou smluvní stranu osobou nebo osobami oprávněnými jednat za smluvní stranu.</w:t>
      </w:r>
    </w:p>
    <w:p w14:paraId="3E7E1EFF" w14:textId="77777777" w:rsidR="003F5723" w:rsidRDefault="003F5723" w:rsidP="003F5723">
      <w:pPr>
        <w:pStyle w:val="Text1-1"/>
      </w:pPr>
      <w:r>
        <w:t>Smluvní strany podpisem této Smlouvy vylučují, že se při právním styku mezi smluvními stranami přihlíží k obchodním zvyklostem, které tak nemají přednost před ustanoveními zákona dle ust. § 558 odst. 2 občanského zákoníku.</w:t>
      </w:r>
    </w:p>
    <w:p w14:paraId="0777FC06" w14:textId="77777777" w:rsidR="003F5723" w:rsidRDefault="003F5723" w:rsidP="003F5723">
      <w:pPr>
        <w:pStyle w:val="Text1-1"/>
      </w:pPr>
      <w:r>
        <w:t>Smluvní strany se dohodly, že možnost zhojení nedostatku písemné formy právního jednání se vylučuje, a že neplatnost právního jednání, pro nějž si smluvní strany sjednaly písemnou formu, lze namítnout kdykoliv. Tzn., že mezi smluvními stranami neplatí ust. § 582 odst. 1 první věta a odst. 2 občanského zákoníku.</w:t>
      </w:r>
    </w:p>
    <w:p w14:paraId="210C2E6D" w14:textId="77777777" w:rsidR="003F5723" w:rsidRDefault="003F5723" w:rsidP="003F5723">
      <w:pPr>
        <w:pStyle w:val="Text1-1"/>
      </w:pPr>
      <w:r>
        <w:lastRenderedPageBreak/>
        <w:t>Smluvní strany</w:t>
      </w:r>
      <w:r w:rsidR="002D648A">
        <w:t>,</w:t>
      </w:r>
      <w:r>
        <w:t xml:space="preserve"> ve smyslu ust. § 630 odst. 1 občanského zákoníku</w:t>
      </w:r>
      <w:r w:rsidR="002D648A">
        <w:t>, se</w:t>
      </w:r>
      <w:r>
        <w:t xml:space="preserve"> dohodly, že promlčení práv plynoucích z odst. 15.6, </w:t>
      </w:r>
      <w:r w:rsidR="00DE05B9">
        <w:t xml:space="preserve">16.13 </w:t>
      </w:r>
      <w:r>
        <w:t xml:space="preserve">a </w:t>
      </w:r>
      <w:r w:rsidR="00DE05B9">
        <w:t xml:space="preserve">17.5 </w:t>
      </w:r>
      <w:r>
        <w:t>Obchodních podmínek trvá patnáct let. Tato lhůta je počítána ode dne, kdy právo mohlo být uplatněno poprvé.</w:t>
      </w:r>
    </w:p>
    <w:p w14:paraId="6B5DC092" w14:textId="77777777" w:rsidR="003F5723" w:rsidRDefault="003F5723" w:rsidP="003F5723">
      <w:pPr>
        <w:pStyle w:val="Text1-1"/>
      </w:pPr>
      <w:r>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06B18AFE" w14:textId="77777777" w:rsidR="003F5723" w:rsidRDefault="003F5723" w:rsidP="003F5723">
      <w:pPr>
        <w:pStyle w:val="Text1-1"/>
      </w:pPr>
      <w:r>
        <w:t>Veškerá práva a povinnosti vyplývající z této Smlouvy přecházejí, pokud to povaha těchto práv a povinností nevylučuje, na právní nástupce smluvních stran. Při tom musí bý</w:t>
      </w:r>
      <w:r w:rsidR="00277C7C">
        <w:t xml:space="preserve">t dodržen § 222 odst. 10 </w:t>
      </w:r>
      <w:r w:rsidR="00277C7C" w:rsidRPr="009D1FF9">
        <w:t xml:space="preserve">ZZVZ. </w:t>
      </w:r>
      <w:r w:rsidRPr="009D1FF9">
        <w:t xml:space="preserve">Žádná </w:t>
      </w:r>
      <w:r>
        <w:t>ze stran není oprávněna převést jakákoliv práva či povinnosti nebo jejich část na třetí osobu bez předchozího písemného souhlasu druhé smluvní strany.</w:t>
      </w:r>
    </w:p>
    <w:p w14:paraId="642DDFC1" w14:textId="77777777" w:rsidR="003F5723" w:rsidRDefault="003F5723" w:rsidP="003F5723">
      <w:pPr>
        <w:pStyle w:val="Text1-1"/>
      </w:pPr>
      <w:r>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4EEDD2C4" w14:textId="57C0FB2E" w:rsidR="003F5723" w:rsidRDefault="003F5723" w:rsidP="003F5723">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4500D2">
        <w:noBreakHyphen/>
      </w:r>
      <w:r>
        <w:t>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25414B83" w14:textId="6FB8102D" w:rsidR="006A57A4" w:rsidRPr="00153D4D" w:rsidRDefault="00515521" w:rsidP="006A57A4">
      <w:pPr>
        <w:pStyle w:val="Text1-1"/>
      </w:pPr>
      <w:r w:rsidRPr="00153D4D">
        <w:rPr>
          <w:i/>
          <w:color w:val="00B050"/>
        </w:rPr>
        <w:t>Varianta A)</w:t>
      </w:r>
      <w:r w:rsidRPr="00153D4D">
        <w:rPr>
          <w:color w:val="00B050"/>
        </w:rPr>
        <w:t xml:space="preserve"> </w:t>
      </w:r>
      <w:r w:rsidR="006A57A4" w:rsidRPr="001B4800">
        <w:t>Tato Smlouva je vyhotovena elektronicky a podepsána zaručeným elektronickým podpisem založeným na kvalifikovaném certifikátu pro elektronický podpis nebo kvalifikovaným elektronickým podpisem.</w:t>
      </w:r>
      <w:r>
        <w:t xml:space="preserve"> </w:t>
      </w:r>
      <w:r w:rsidRPr="00153D4D">
        <w:rPr>
          <w:i/>
          <w:color w:val="00B050"/>
        </w:rPr>
        <w:t>Varianta B)</w:t>
      </w:r>
      <w:r w:rsidRPr="00153D4D">
        <w:rPr>
          <w:color w:val="00B050"/>
        </w:rPr>
        <w:t xml:space="preserve"> </w:t>
      </w:r>
      <w:r w:rsidR="006A57A4" w:rsidRPr="00153D4D">
        <w:t xml:space="preserve">Tato Smlouva je vyhotovena ve </w:t>
      </w:r>
      <w:r w:rsidR="006A57A4" w:rsidRPr="00153D4D">
        <w:rPr>
          <w:highlight w:val="yellow"/>
        </w:rPr>
        <w:t>"</w:t>
      </w:r>
      <w:bookmarkStart w:id="11" w:name="_Hlk163716949"/>
      <w:r w:rsidR="006A57A4" w:rsidRPr="00153D4D">
        <w:rPr>
          <w:highlight w:val="yellow"/>
        </w:rPr>
        <w:t>[</w:t>
      </w:r>
      <w:bookmarkEnd w:id="11"/>
      <w:r w:rsidR="006A57A4" w:rsidRPr="00153D4D">
        <w:rPr>
          <w:highlight w:val="yellow"/>
        </w:rPr>
        <w:t>VLOŽÍ ZHOTOVITEL</w:t>
      </w:r>
      <w:bookmarkStart w:id="12" w:name="_Hlk163716966"/>
      <w:r w:rsidR="006A57A4" w:rsidRPr="00153D4D">
        <w:t>]</w:t>
      </w:r>
      <w:bookmarkEnd w:id="12"/>
      <w:r w:rsidR="006A57A4" w:rsidRPr="00153D4D">
        <w:t>" vyhotoveních, z nichž Objednatel obdrží „[</w:t>
      </w:r>
      <w:r w:rsidR="006A57A4" w:rsidRPr="00153D4D">
        <w:rPr>
          <w:highlight w:val="green"/>
        </w:rPr>
        <w:t>VLOŽÍ OBJEDNATEL</w:t>
      </w:r>
      <w:r w:rsidR="006A57A4" w:rsidRPr="00153D4D">
        <w:t>]“ vyhotovení a Zhotovitel obdrží "[</w:t>
      </w:r>
      <w:r w:rsidR="006A57A4" w:rsidRPr="00153D4D">
        <w:rPr>
          <w:highlight w:val="yellow"/>
        </w:rPr>
        <w:t>VLOŽÍ ZHOTOVITEL</w:t>
      </w:r>
      <w:r w:rsidR="006A57A4" w:rsidRPr="00153D4D">
        <w:t>]" vyhotovení.</w:t>
      </w:r>
    </w:p>
    <w:p w14:paraId="54FAA633" w14:textId="77777777" w:rsidR="00515521" w:rsidRPr="00153D4D" w:rsidRDefault="00515521" w:rsidP="006A57A4">
      <w:pPr>
        <w:spacing w:after="120" w:line="264" w:lineRule="auto"/>
        <w:ind w:left="737"/>
        <w:jc w:val="both"/>
        <w:rPr>
          <w:i/>
          <w:color w:val="00B050"/>
          <w:sz w:val="18"/>
          <w:szCs w:val="18"/>
        </w:rPr>
      </w:pPr>
      <w:r w:rsidRPr="00153D4D">
        <w:rPr>
          <w:i/>
          <w:color w:val="00B050"/>
          <w:sz w:val="18"/>
          <w:szCs w:val="18"/>
          <w:highlight w:val="yellow"/>
        </w:rPr>
        <w:t>Vybere se Varianta A)</w:t>
      </w:r>
      <w:r w:rsidR="009004A2" w:rsidRPr="00060C31">
        <w:rPr>
          <w:i/>
          <w:color w:val="00B050"/>
          <w:sz w:val="18"/>
          <w:szCs w:val="18"/>
          <w:highlight w:val="yellow"/>
        </w:rPr>
        <w:t>. V</w:t>
      </w:r>
      <w:r w:rsidR="00060C31" w:rsidRPr="00060C31">
        <w:rPr>
          <w:i/>
          <w:color w:val="00B050"/>
          <w:sz w:val="18"/>
          <w:szCs w:val="18"/>
          <w:highlight w:val="yellow"/>
        </w:rPr>
        <w:t> </w:t>
      </w:r>
      <w:r w:rsidR="009004A2" w:rsidRPr="00060C31">
        <w:rPr>
          <w:i/>
          <w:color w:val="00B050"/>
          <w:sz w:val="18"/>
          <w:szCs w:val="18"/>
          <w:highlight w:val="yellow"/>
        </w:rPr>
        <w:t>případě</w:t>
      </w:r>
      <w:r w:rsidR="00060C31" w:rsidRPr="00060C31">
        <w:rPr>
          <w:i/>
          <w:color w:val="00B050"/>
          <w:sz w:val="18"/>
          <w:szCs w:val="18"/>
          <w:highlight w:val="yellow"/>
        </w:rPr>
        <w:t>, že z objektivn</w:t>
      </w:r>
      <w:r w:rsidR="00060C31" w:rsidRPr="00254815">
        <w:rPr>
          <w:i/>
          <w:color w:val="00B050"/>
          <w:sz w:val="18"/>
          <w:szCs w:val="18"/>
          <w:highlight w:val="yellow"/>
        </w:rPr>
        <w:t>íc</w:t>
      </w:r>
      <w:r w:rsidR="00060C31" w:rsidRPr="00060C31">
        <w:rPr>
          <w:i/>
          <w:color w:val="00B050"/>
          <w:sz w:val="18"/>
          <w:szCs w:val="18"/>
          <w:highlight w:val="yellow"/>
        </w:rPr>
        <w:t xml:space="preserve">h důvodů </w:t>
      </w:r>
      <w:r w:rsidR="00060C31" w:rsidRPr="00153D4D">
        <w:rPr>
          <w:i/>
          <w:color w:val="00B050"/>
          <w:sz w:val="18"/>
          <w:szCs w:val="18"/>
          <w:highlight w:val="yellow"/>
        </w:rPr>
        <w:t>není možné vyhotovit Smlouvu v digitální (elektronické) podobě, například, když Zhotovitel nedisponuje elektronickým podpisem, nebo z jiných důvodů není ze strany Zhotovitele možná elektronická komunikace</w:t>
      </w:r>
      <w:r w:rsidR="00060C31">
        <w:rPr>
          <w:i/>
          <w:color w:val="00B050"/>
          <w:sz w:val="18"/>
          <w:szCs w:val="18"/>
          <w:highlight w:val="yellow"/>
        </w:rPr>
        <w:t>,</w:t>
      </w:r>
      <w:r w:rsidRPr="00153D4D">
        <w:rPr>
          <w:i/>
          <w:color w:val="00B050"/>
          <w:sz w:val="18"/>
          <w:szCs w:val="18"/>
          <w:highlight w:val="yellow"/>
        </w:rPr>
        <w:t xml:space="preserve"> </w:t>
      </w:r>
      <w:r w:rsidR="00060C31" w:rsidRPr="00060C31">
        <w:rPr>
          <w:i/>
          <w:color w:val="00B050"/>
          <w:sz w:val="18"/>
          <w:szCs w:val="18"/>
          <w:highlight w:val="yellow"/>
        </w:rPr>
        <w:t xml:space="preserve">vybere se </w:t>
      </w:r>
      <w:r w:rsidRPr="00153D4D">
        <w:rPr>
          <w:i/>
          <w:color w:val="00B050"/>
          <w:sz w:val="18"/>
          <w:szCs w:val="18"/>
          <w:highlight w:val="yellow"/>
        </w:rPr>
        <w:t>Varianta B) pro vyhotovení smlouvy</w:t>
      </w:r>
      <w:r w:rsidR="00060C31" w:rsidRPr="00153D4D">
        <w:rPr>
          <w:i/>
          <w:color w:val="00B050"/>
          <w:sz w:val="18"/>
          <w:szCs w:val="18"/>
          <w:highlight w:val="yellow"/>
        </w:rPr>
        <w:t>.</w:t>
      </w:r>
      <w:r w:rsidRPr="00153D4D">
        <w:rPr>
          <w:i/>
          <w:color w:val="00B050"/>
          <w:sz w:val="18"/>
          <w:szCs w:val="18"/>
          <w:highlight w:val="yellow"/>
        </w:rPr>
        <w:t xml:space="preserve"> [Variantu </w:t>
      </w:r>
      <w:r w:rsidR="00060C31" w:rsidRPr="00153D4D">
        <w:rPr>
          <w:i/>
          <w:color w:val="00B050"/>
          <w:sz w:val="18"/>
          <w:szCs w:val="18"/>
          <w:highlight w:val="yellow"/>
        </w:rPr>
        <w:t>„</w:t>
      </w:r>
      <w:r w:rsidRPr="00153D4D">
        <w:rPr>
          <w:i/>
          <w:color w:val="00B050"/>
          <w:sz w:val="18"/>
          <w:szCs w:val="18"/>
          <w:highlight w:val="yellow"/>
        </w:rPr>
        <w:t>VYBERE ZHOTOVITEL</w:t>
      </w:r>
      <w:r w:rsidR="00060C31" w:rsidRPr="00153D4D">
        <w:rPr>
          <w:i/>
          <w:color w:val="00B050"/>
          <w:sz w:val="18"/>
          <w:szCs w:val="18"/>
          <w:highlight w:val="yellow"/>
        </w:rPr>
        <w:t>“</w:t>
      </w:r>
      <w:r w:rsidR="00AA58FF" w:rsidRPr="00153D4D">
        <w:rPr>
          <w:i/>
          <w:color w:val="00B050"/>
          <w:sz w:val="18"/>
          <w:szCs w:val="18"/>
          <w:highlight w:val="yellow"/>
        </w:rPr>
        <w:t>. Druhou variantu,</w:t>
      </w:r>
      <w:r w:rsidRPr="00153D4D">
        <w:rPr>
          <w:i/>
          <w:color w:val="00B050"/>
          <w:sz w:val="18"/>
          <w:szCs w:val="18"/>
          <w:highlight w:val="yellow"/>
        </w:rPr>
        <w:t xml:space="preserve"> </w:t>
      </w:r>
      <w:r w:rsidR="00AA58FF" w:rsidRPr="00153D4D">
        <w:rPr>
          <w:i/>
          <w:color w:val="00B050"/>
          <w:sz w:val="18"/>
          <w:szCs w:val="18"/>
          <w:highlight w:val="yellow"/>
        </w:rPr>
        <w:t>spolu s tímto pokynem a označení vybrané varianty</w:t>
      </w:r>
      <w:r w:rsidR="00060C31" w:rsidRPr="00153D4D">
        <w:rPr>
          <w:i/>
          <w:color w:val="00B050"/>
          <w:sz w:val="18"/>
          <w:szCs w:val="18"/>
          <w:highlight w:val="yellow"/>
        </w:rPr>
        <w:t>, Zhotovitel</w:t>
      </w:r>
      <w:r w:rsidR="00AA58FF" w:rsidRPr="00153D4D">
        <w:rPr>
          <w:i/>
          <w:color w:val="00B050"/>
          <w:sz w:val="18"/>
          <w:szCs w:val="18"/>
          <w:highlight w:val="yellow"/>
        </w:rPr>
        <w:t xml:space="preserve"> odstraní</w:t>
      </w:r>
      <w:r w:rsidRPr="00153D4D">
        <w:rPr>
          <w:i/>
          <w:color w:val="00B050"/>
          <w:sz w:val="18"/>
          <w:szCs w:val="18"/>
          <w:highlight w:val="yellow"/>
        </w:rPr>
        <w:t>].</w:t>
      </w:r>
    </w:p>
    <w:p w14:paraId="2EC6C28D" w14:textId="77777777" w:rsidR="003F5723" w:rsidRDefault="003F5723" w:rsidP="003F5723">
      <w:pPr>
        <w:pStyle w:val="Text1-1"/>
      </w:pPr>
      <w:r>
        <w:t xml:space="preserve">Obě Smluvní strany souhlasí v souvislosti s aplikací </w:t>
      </w:r>
      <w:r w:rsidR="00124751">
        <w:t>zákona č. 340/2015 Sb. (zákon o </w:t>
      </w:r>
      <w:r>
        <w:t xml:space="preserve">registru smluv, dále jen </w:t>
      </w:r>
      <w:r w:rsidR="004500D2">
        <w:t>„</w:t>
      </w:r>
      <w:r w:rsidRPr="005F4C6E">
        <w:rPr>
          <w:b/>
        </w:rPr>
        <w:t>ZRS</w:t>
      </w:r>
      <w:r w:rsidR="004500D2">
        <w:t>“</w:t>
      </w:r>
      <w:r>
        <w:t>) s uveřejněním těchto smluv v registru smluv v rozsahu vyžadovaném ZRS a současně souhlasí se zveřejněním údajů o identifikaci Smluvních stran, předmětu Smlouvy, jeho ceně či hodnotě a datu uzavření této Smlouvy</w:t>
      </w:r>
      <w:r w:rsidR="00124751">
        <w:t xml:space="preserve">. Obě </w:t>
      </w:r>
      <w:r>
        <w:t>Smluvní strany zašlou správci registru smluv elektronický obraz Smlouvy a jejich příloh a metadata vyžadovaná ZRS, a to do 30 kalendářních dnů od uzavření Smlouvy. Zhotovitel podpisem této Smlouvy zároveň výslovně stvrzuje, že souhlasí s případným zveřejněním těla Smlouvy (tzn. bez jejích příloh s výjimkou Obchodních podmínek) na</w:t>
      </w:r>
      <w:r w:rsidR="004500D2">
        <w:t> </w:t>
      </w:r>
      <w:r>
        <w:t xml:space="preserve">internetových stránkách Objednatele. </w:t>
      </w:r>
    </w:p>
    <w:p w14:paraId="1A2274C4" w14:textId="77777777" w:rsidR="003F5723" w:rsidRDefault="003F5723" w:rsidP="00124751">
      <w:pPr>
        <w:pStyle w:val="Text1-1"/>
      </w:pPr>
      <w:r>
        <w:t>Smluvní strany výslovně prohlašují, že údaje a další skutečnosti uvedené v této smlouvě, vyjma částí označených ve smyslu následujícího odstavce této smlouvy, nepovažují za</w:t>
      </w:r>
      <w:r w:rsidR="00F66CA1">
        <w:t> </w:t>
      </w:r>
      <w:r>
        <w:t>obchodní tajemství ve smyslu ustanovení § 504 zákona č. 89/2012 Sb., občanský zákoník, ve znění pozdějších předpisů (dále jen „</w:t>
      </w:r>
      <w:r w:rsidRPr="005F4C6E">
        <w:rPr>
          <w:b/>
        </w:rPr>
        <w:t>obchodní tajemství</w:t>
      </w:r>
      <w:r>
        <w:t>“), a že se nejedná ani o informace, které nemohou být v registru smluv uveřejněny na základě ustanovení § 3 odst. 1 ZRS.</w:t>
      </w:r>
    </w:p>
    <w:p w14:paraId="36E63901" w14:textId="77777777" w:rsidR="003F5723" w:rsidRDefault="003F5723" w:rsidP="0007452F">
      <w:pPr>
        <w:pStyle w:val="Text1-1"/>
      </w:pPr>
      <w:r>
        <w:t>Jestliže smluvní strana označí za své obchodní tajemst</w:t>
      </w:r>
      <w:r w:rsidR="00964369">
        <w:t>ví část obsahu smlouvy, která v </w:t>
      </w:r>
      <w:r>
        <w:t xml:space="preserve">důsledku toho bude pro účely uveřejnění smlouvy v registru smluv znečitelněna, nese tato smluvní strana odpovědnost, pokud by smlouva v důsledku takového označení byla uveřejněna způsobem odporujícím ZRS, a to bez ohledu na to, která ze stran smlouvu </w:t>
      </w:r>
      <w:r>
        <w:lastRenderedPageBreak/>
        <w:t>v</w:t>
      </w:r>
      <w:r w:rsidR="004500D2">
        <w:t> </w:t>
      </w:r>
      <w:r>
        <w:t>registru smluv uveřejnila. S částmi smlouvy, které druhá smluvní strana neoznačí za</w:t>
      </w:r>
      <w:r w:rsidR="00C06EFF">
        <w:t> </w:t>
      </w:r>
      <w:r>
        <w:t>své obchodní tajemství před uzavřením této smlouvy, nebude Objednatel jako s</w:t>
      </w:r>
      <w:r w:rsidR="007A36FA">
        <w:t> </w:t>
      </w:r>
      <w:r>
        <w:t>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w:t>
      </w:r>
      <w:r w:rsidR="00417DF5">
        <w:t xml:space="preserve"> zákoníku, a </w:t>
      </w:r>
      <w:r>
        <w:t>zavazuje se neprodleně písemně sdělit Objednateli skutečnost, že takto označené informace přestaly naplňovat znaky obchodního tajemství.</w:t>
      </w:r>
    </w:p>
    <w:p w14:paraId="39259EE0" w14:textId="77777777" w:rsidR="00964369" w:rsidRDefault="003F5723" w:rsidP="00376B87">
      <w:pPr>
        <w:pStyle w:val="Text1-1"/>
      </w:pPr>
      <w:r>
        <w:t>Osoby uzavírající tuto Smlouvu za Smluvní strany souhlasí s uveřejněním svých osobních údajů, které jsou uvedeny v této Smlouvě, spolu se Smlouvou v registru smluv. Tento souhlas je udělen na dobu neurčitou.</w:t>
      </w:r>
    </w:p>
    <w:p w14:paraId="734CC419" w14:textId="37923EF3" w:rsidR="00960E25" w:rsidRPr="00960E25" w:rsidRDefault="00F422D3" w:rsidP="00CA0CC1">
      <w:pPr>
        <w:pStyle w:val="Text1-1"/>
        <w:rPr>
          <w:i/>
          <w:color w:val="00B050"/>
        </w:rPr>
      </w:pPr>
      <w:r w:rsidRPr="00376B87">
        <w:rPr>
          <w:b/>
        </w:rPr>
        <w:t xml:space="preserve">Přílohy, které tvoří nedílnou součást této Smlouvy o dílo: </w:t>
      </w:r>
    </w:p>
    <w:p w14:paraId="630BF348" w14:textId="77777777" w:rsidR="00F422D3" w:rsidRDefault="00F422D3" w:rsidP="00964369">
      <w:pPr>
        <w:pStyle w:val="Textbezslovn"/>
      </w:pPr>
      <w:r w:rsidRPr="00964369">
        <w:t>Příloha</w:t>
      </w:r>
      <w:r>
        <w:t xml:space="preserve"> č. 1</w:t>
      </w:r>
      <w:r>
        <w:tab/>
      </w:r>
      <w:r w:rsidR="00124751" w:rsidRPr="006923FD">
        <w:rPr>
          <w:b/>
        </w:rPr>
        <w:t>Specifikace Díla</w:t>
      </w:r>
      <w:r>
        <w:t xml:space="preserve"> </w:t>
      </w:r>
    </w:p>
    <w:p w14:paraId="5C810944" w14:textId="02A9C8CE" w:rsidR="00F422D3" w:rsidRDefault="00F422D3" w:rsidP="00964369">
      <w:pPr>
        <w:pStyle w:val="Textbezslovn"/>
      </w:pPr>
      <w:r w:rsidRPr="00964369">
        <w:t>Příloha</w:t>
      </w:r>
      <w:r>
        <w:t xml:space="preserve"> č. 2</w:t>
      </w:r>
      <w:r>
        <w:tab/>
      </w:r>
      <w:r w:rsidRPr="006923FD">
        <w:rPr>
          <w:b/>
        </w:rPr>
        <w:t>O</w:t>
      </w:r>
      <w:r w:rsidR="00124751" w:rsidRPr="006923FD">
        <w:rPr>
          <w:b/>
        </w:rPr>
        <w:t>bchodní podmínky</w:t>
      </w:r>
      <w:r w:rsidR="00124751">
        <w:t xml:space="preserve"> </w:t>
      </w:r>
      <w:r w:rsidR="00843652" w:rsidRPr="00843652">
        <w:t>OP/DOKUMENTACE/04/24</w:t>
      </w:r>
    </w:p>
    <w:p w14:paraId="5D4D560F" w14:textId="77777777" w:rsidR="00124751" w:rsidRDefault="00F422D3" w:rsidP="00964369">
      <w:pPr>
        <w:pStyle w:val="Textbezslovn"/>
      </w:pPr>
      <w:r w:rsidRPr="00964369">
        <w:t>Příloha</w:t>
      </w:r>
      <w:r>
        <w:t xml:space="preserve"> č. 3</w:t>
      </w:r>
      <w:r>
        <w:tab/>
      </w:r>
      <w:r w:rsidR="00124751" w:rsidRPr="006923FD">
        <w:rPr>
          <w:b/>
        </w:rPr>
        <w:t>Technické podmínky</w:t>
      </w:r>
    </w:p>
    <w:p w14:paraId="7AEB6DEA" w14:textId="77777777" w:rsidR="00124751" w:rsidRPr="00964369" w:rsidRDefault="00124751" w:rsidP="00964369">
      <w:pPr>
        <w:pStyle w:val="Textbezslovn"/>
        <w:ind w:left="2127"/>
      </w:pPr>
      <w:r>
        <w:t xml:space="preserve">a) Technické </w:t>
      </w:r>
      <w:r w:rsidRPr="00964369">
        <w:t>kvalitativní podmínky staveb státních drah (TKP)</w:t>
      </w:r>
    </w:p>
    <w:p w14:paraId="34E49C80" w14:textId="43405455" w:rsidR="00124751" w:rsidRPr="00964369" w:rsidRDefault="00124751" w:rsidP="00964369">
      <w:pPr>
        <w:pStyle w:val="Textbezslovn"/>
        <w:ind w:left="2127"/>
      </w:pPr>
      <w:r w:rsidRPr="00964369">
        <w:t xml:space="preserve">b) Všeobecné technické podmínky </w:t>
      </w:r>
      <w:r w:rsidR="00843652" w:rsidRPr="00843652">
        <w:t>VTP/DOKUMENTACE/07/24</w:t>
      </w:r>
    </w:p>
    <w:p w14:paraId="4154A2F5" w14:textId="0DC69941" w:rsidR="00F422D3" w:rsidRDefault="00124751" w:rsidP="00964369">
      <w:pPr>
        <w:pStyle w:val="Textbezslovn"/>
        <w:ind w:left="2127"/>
      </w:pPr>
      <w:r w:rsidRPr="00964369">
        <w:t>c) Zvláštní technické</w:t>
      </w:r>
      <w:r>
        <w:t xml:space="preserve"> podmínky </w:t>
      </w:r>
      <w:r w:rsidR="00843652">
        <w:t>ze dne 03.12.2024</w:t>
      </w:r>
      <w:r>
        <w:t xml:space="preserve"> </w:t>
      </w:r>
    </w:p>
    <w:p w14:paraId="66FC5D47" w14:textId="77777777" w:rsidR="00F422D3" w:rsidRPr="00964369" w:rsidRDefault="00F422D3" w:rsidP="00964369">
      <w:pPr>
        <w:pStyle w:val="Textbezslovn"/>
      </w:pPr>
      <w:r w:rsidRPr="00964369">
        <w:t>Příloha č. 4</w:t>
      </w:r>
      <w:r w:rsidRPr="00964369">
        <w:tab/>
      </w:r>
      <w:r w:rsidR="00124751" w:rsidRPr="006923FD">
        <w:rPr>
          <w:b/>
        </w:rPr>
        <w:t>Rozpis Ceny Díla</w:t>
      </w:r>
    </w:p>
    <w:p w14:paraId="7A93698C" w14:textId="77777777" w:rsidR="00F422D3" w:rsidRPr="00964369" w:rsidRDefault="00F422D3" w:rsidP="00964369">
      <w:pPr>
        <w:pStyle w:val="Textbezslovn"/>
      </w:pPr>
      <w:r w:rsidRPr="00964369">
        <w:t>Příloha č. 5</w:t>
      </w:r>
      <w:r w:rsidRPr="00964369">
        <w:tab/>
      </w:r>
      <w:r w:rsidR="00124751" w:rsidRPr="006923FD">
        <w:rPr>
          <w:b/>
        </w:rPr>
        <w:t>Harmonogram plnění</w:t>
      </w:r>
    </w:p>
    <w:p w14:paraId="04450A43" w14:textId="77777777" w:rsidR="00124751" w:rsidRPr="00964369" w:rsidRDefault="00F422D3" w:rsidP="00964369">
      <w:pPr>
        <w:pStyle w:val="Textbezslovn"/>
      </w:pPr>
      <w:r w:rsidRPr="00964369">
        <w:t>Příloha č. 6</w:t>
      </w:r>
      <w:r w:rsidRPr="00964369">
        <w:tab/>
      </w:r>
      <w:r w:rsidR="00124751" w:rsidRPr="006923FD">
        <w:rPr>
          <w:b/>
        </w:rPr>
        <w:t>Oprávněné osoby</w:t>
      </w:r>
    </w:p>
    <w:p w14:paraId="67A75D1E" w14:textId="77777777" w:rsidR="00124751" w:rsidRPr="00964369" w:rsidRDefault="00F422D3" w:rsidP="00964369">
      <w:pPr>
        <w:pStyle w:val="Textbezslovn"/>
      </w:pPr>
      <w:r w:rsidRPr="00964369">
        <w:t>Příloha č.</w:t>
      </w:r>
      <w:r w:rsidR="00124751" w:rsidRPr="00964369">
        <w:t> </w:t>
      </w:r>
      <w:r w:rsidRPr="00964369">
        <w:t>7</w:t>
      </w:r>
      <w:r w:rsidRPr="00964369">
        <w:tab/>
      </w:r>
      <w:r w:rsidR="00124751" w:rsidRPr="006923FD">
        <w:rPr>
          <w:b/>
        </w:rPr>
        <w:t xml:space="preserve">Seznam požadovaných pojištění </w:t>
      </w:r>
    </w:p>
    <w:p w14:paraId="1AAC2B42" w14:textId="77777777" w:rsidR="00124751" w:rsidRPr="00964369" w:rsidRDefault="00124751" w:rsidP="00964369">
      <w:pPr>
        <w:pStyle w:val="Textbezslovn"/>
      </w:pPr>
      <w:r w:rsidRPr="00964369">
        <w:t>Příloha č. 8</w:t>
      </w:r>
      <w:r w:rsidRPr="00964369">
        <w:tab/>
      </w:r>
      <w:r w:rsidRPr="006923FD">
        <w:rPr>
          <w:b/>
        </w:rPr>
        <w:t>Seznam poddodavatelů</w:t>
      </w:r>
    </w:p>
    <w:p w14:paraId="5A0430E8" w14:textId="77777777" w:rsidR="00124751" w:rsidRPr="00964369" w:rsidRDefault="00124751" w:rsidP="00964369">
      <w:pPr>
        <w:pStyle w:val="Textbezslovn"/>
      </w:pPr>
      <w:r w:rsidRPr="00964369">
        <w:t>Příloha č. 9</w:t>
      </w:r>
      <w:r w:rsidRPr="00964369">
        <w:tab/>
      </w:r>
      <w:r w:rsidRPr="006923FD">
        <w:rPr>
          <w:b/>
        </w:rPr>
        <w:t>Související dokumenty</w:t>
      </w:r>
    </w:p>
    <w:p w14:paraId="6DD51B61" w14:textId="77777777" w:rsidR="00124751" w:rsidRDefault="00124751" w:rsidP="00964369">
      <w:pPr>
        <w:pStyle w:val="Textbezslovn"/>
        <w:rPr>
          <w:b/>
        </w:rPr>
      </w:pPr>
      <w:r w:rsidRPr="00964369">
        <w:t>Příloha</w:t>
      </w:r>
      <w:r w:rsidRPr="00124751">
        <w:t xml:space="preserve"> č. 10</w:t>
      </w:r>
      <w:r w:rsidRPr="00124751">
        <w:tab/>
      </w:r>
      <w:r w:rsidRPr="006923FD">
        <w:rPr>
          <w:b/>
        </w:rPr>
        <w:t>Zmocnění Vedoucího Zhotovitele</w:t>
      </w:r>
    </w:p>
    <w:p w14:paraId="2388560C" w14:textId="4B9D98A0" w:rsidR="00C22047" w:rsidRDefault="00C22047" w:rsidP="00964369">
      <w:pPr>
        <w:pStyle w:val="Textbezslovn"/>
        <w:rPr>
          <w:b/>
          <w:bCs/>
        </w:rPr>
      </w:pPr>
      <w:r w:rsidRPr="00B56001">
        <w:t>Příloha č. 11</w:t>
      </w:r>
      <w:r w:rsidR="004500D2" w:rsidRPr="00B56001">
        <w:tab/>
      </w:r>
      <w:r w:rsidR="00B56001" w:rsidRPr="00843652">
        <w:rPr>
          <w:b/>
          <w:bCs/>
          <w:iCs/>
        </w:rPr>
        <w:t>NEOBSAZENO</w:t>
      </w:r>
    </w:p>
    <w:p w14:paraId="4059BCF0" w14:textId="77777777" w:rsidR="00C638C4" w:rsidRPr="00124751" w:rsidRDefault="00C638C4" w:rsidP="00964369">
      <w:pPr>
        <w:pStyle w:val="Textbezslovn"/>
      </w:pPr>
    </w:p>
    <w:p w14:paraId="2B2F4BFB" w14:textId="77777777" w:rsidR="00124751" w:rsidRPr="00124751" w:rsidRDefault="00124751" w:rsidP="009F0867">
      <w:pPr>
        <w:pStyle w:val="Textbezodsazen"/>
        <w:rPr>
          <w:rStyle w:val="Tun"/>
        </w:rPr>
      </w:pPr>
      <w:r w:rsidRPr="00124751">
        <w:rPr>
          <w:rStyle w:val="Tun"/>
        </w:rPr>
        <w:t>Smluvní strany prohlašují, že si tuto Smlouvu přečetly, že s jejím obsahem souhlasí a</w:t>
      </w:r>
      <w:r w:rsidR="00C06EFF">
        <w:rPr>
          <w:rStyle w:val="Tun"/>
        </w:rPr>
        <w:t> </w:t>
      </w:r>
      <w:r w:rsidRPr="00124751">
        <w:rPr>
          <w:rStyle w:val="Tun"/>
        </w:rPr>
        <w:t>na důkaz toho k ní připojují svoje podpisy.</w:t>
      </w:r>
    </w:p>
    <w:p w14:paraId="5082B93E" w14:textId="77777777" w:rsidR="00F422D3" w:rsidRDefault="00F422D3" w:rsidP="009F0867">
      <w:pPr>
        <w:pStyle w:val="Textbezodsazen"/>
      </w:pPr>
    </w:p>
    <w:p w14:paraId="4209704A" w14:textId="77777777" w:rsidR="00376B87" w:rsidRDefault="00376B87" w:rsidP="009F0867">
      <w:pPr>
        <w:pStyle w:val="Textbezodsazen"/>
      </w:pPr>
    </w:p>
    <w:p w14:paraId="7F25AEE1" w14:textId="77777777" w:rsidR="00964369" w:rsidRDefault="00964369" w:rsidP="00E40E66">
      <w:pPr>
        <w:pStyle w:val="Textbezodsazen"/>
      </w:pPr>
    </w:p>
    <w:p w14:paraId="63B2F26F" w14:textId="77777777" w:rsidR="00376B87" w:rsidRDefault="00376B87" w:rsidP="00E40E66">
      <w:pPr>
        <w:pStyle w:val="Textbezodsazen"/>
      </w:pPr>
      <w:r>
        <w:t>V Praze dne ………………</w:t>
      </w:r>
      <w:r w:rsidR="004500D2">
        <w:t>…</w:t>
      </w:r>
      <w:r>
        <w:tab/>
      </w:r>
      <w:r>
        <w:tab/>
      </w:r>
      <w:r>
        <w:tab/>
      </w:r>
      <w:r>
        <w:tab/>
        <w:t>V …………………… dne …………………</w:t>
      </w:r>
      <w:r w:rsidR="004500D2">
        <w:t>…</w:t>
      </w:r>
    </w:p>
    <w:p w14:paraId="630B8089" w14:textId="77777777" w:rsidR="00376B87" w:rsidRDefault="00376B87" w:rsidP="00E40E66">
      <w:pPr>
        <w:pStyle w:val="Textbezodsazen"/>
      </w:pPr>
    </w:p>
    <w:p w14:paraId="4B4EFD68" w14:textId="77777777" w:rsidR="00376B87" w:rsidRDefault="00376B87" w:rsidP="00E40E66">
      <w:pPr>
        <w:pStyle w:val="Textbezodsazen"/>
      </w:pPr>
    </w:p>
    <w:p w14:paraId="305C5F5D" w14:textId="77777777" w:rsidR="00376B87" w:rsidRDefault="00376B87" w:rsidP="00E40E66">
      <w:pPr>
        <w:pStyle w:val="Textbezodsazen"/>
      </w:pPr>
    </w:p>
    <w:p w14:paraId="62C351CB" w14:textId="77777777" w:rsidR="00376B87" w:rsidRDefault="00376B87" w:rsidP="00E40E66">
      <w:pPr>
        <w:pStyle w:val="Textbezodsazen"/>
      </w:pPr>
    </w:p>
    <w:p w14:paraId="7A25BEDF" w14:textId="77777777" w:rsidR="00376B87" w:rsidRDefault="00376B87" w:rsidP="00E40E66">
      <w:pPr>
        <w:pStyle w:val="Textbezodsazen"/>
      </w:pPr>
      <w:r>
        <w:t>................................................</w:t>
      </w:r>
      <w:r>
        <w:tab/>
      </w:r>
      <w:r>
        <w:tab/>
      </w:r>
      <w:r>
        <w:tab/>
        <w:t>................................................</w:t>
      </w:r>
    </w:p>
    <w:p w14:paraId="151860F5" w14:textId="77777777" w:rsidR="00376B87" w:rsidRPr="00930F78" w:rsidRDefault="00376B87" w:rsidP="00E40E66">
      <w:pPr>
        <w:pStyle w:val="Textbezodsazen"/>
        <w:spacing w:after="0"/>
        <w:rPr>
          <w:rStyle w:val="Tun"/>
        </w:rPr>
      </w:pPr>
      <w:r w:rsidRPr="00930F78">
        <w:rPr>
          <w:rStyle w:val="Tun"/>
        </w:rPr>
        <w:t>Ing. Mojmír Nejezchleb</w:t>
      </w:r>
      <w:r w:rsidRPr="00930F78">
        <w:rPr>
          <w:rStyle w:val="Tun"/>
        </w:rPr>
        <w:tab/>
      </w:r>
      <w:r w:rsidRPr="00930F78">
        <w:rPr>
          <w:rStyle w:val="Tun"/>
        </w:rPr>
        <w:tab/>
      </w:r>
      <w:r w:rsidRPr="00930F78">
        <w:rPr>
          <w:rStyle w:val="Tun"/>
        </w:rPr>
        <w:tab/>
      </w:r>
      <w:r w:rsidRPr="00930F78">
        <w:rPr>
          <w:rStyle w:val="Tun"/>
        </w:rPr>
        <w:tab/>
      </w:r>
      <w:r w:rsidRPr="00930F78">
        <w:rPr>
          <w:rStyle w:val="Tun"/>
        </w:rPr>
        <w:tab/>
        <w:t>"[</w:t>
      </w:r>
      <w:r w:rsidRPr="00930F78">
        <w:rPr>
          <w:rStyle w:val="Tun"/>
          <w:highlight w:val="yellow"/>
        </w:rPr>
        <w:t>VLOŽÍ ZHOTOVITEL</w:t>
      </w:r>
      <w:r w:rsidRPr="00930F78">
        <w:rPr>
          <w:rStyle w:val="Tun"/>
        </w:rPr>
        <w:t>]"</w:t>
      </w:r>
    </w:p>
    <w:p w14:paraId="634C58DD" w14:textId="77777777" w:rsidR="00376B87" w:rsidRDefault="00376B87" w:rsidP="00E40E66">
      <w:pPr>
        <w:pStyle w:val="Textbezodsazen"/>
        <w:spacing w:after="0"/>
      </w:pPr>
      <w:r>
        <w:t>náměstek GŘ pro modernizaci dráhy</w:t>
      </w:r>
      <w:r>
        <w:tab/>
      </w:r>
      <w:r>
        <w:tab/>
      </w:r>
      <w:r>
        <w:tab/>
      </w:r>
      <w:r>
        <w:tab/>
        <w:t>"[</w:t>
      </w:r>
      <w:r w:rsidRPr="003739DD">
        <w:rPr>
          <w:highlight w:val="yellow"/>
        </w:rPr>
        <w:t>VLOŽÍ ZHOTOVITEL</w:t>
      </w:r>
      <w:r>
        <w:t>]"</w:t>
      </w:r>
    </w:p>
    <w:p w14:paraId="02FA0987" w14:textId="77777777" w:rsidR="00376B87" w:rsidRDefault="00376B87" w:rsidP="00E40E66">
      <w:pPr>
        <w:pStyle w:val="Textbezodsazen"/>
        <w:spacing w:after="0"/>
      </w:pPr>
      <w:r w:rsidRPr="001C61BC">
        <w:t>Správa</w:t>
      </w:r>
      <w:r w:rsidR="00FB4272" w:rsidRPr="001C61BC">
        <w:t xml:space="preserve"> železnic</w:t>
      </w:r>
      <w:r w:rsidRPr="001C61BC">
        <w:t xml:space="preserve">, státní </w:t>
      </w:r>
      <w:r>
        <w:t>organizace</w:t>
      </w:r>
    </w:p>
    <w:p w14:paraId="4D4C4174" w14:textId="77777777" w:rsidR="00376B87" w:rsidRDefault="00376B87" w:rsidP="00E40E66">
      <w:pPr>
        <w:pStyle w:val="Textbezodsazen"/>
      </w:pPr>
    </w:p>
    <w:p w14:paraId="3CB1AA03" w14:textId="7763B7AF" w:rsidR="00CB4F6D" w:rsidRDefault="00CB4F6D" w:rsidP="00FD4C93">
      <w:pPr>
        <w:sectPr w:rsidR="00CB4F6D" w:rsidSect="00B1772C">
          <w:footerReference w:type="even" r:id="rId12"/>
          <w:footerReference w:type="default" r:id="rId13"/>
          <w:headerReference w:type="first" r:id="rId14"/>
          <w:footerReference w:type="first" r:id="rId15"/>
          <w:pgSz w:w="11906" w:h="16838" w:code="9"/>
          <w:pgMar w:top="1077" w:right="1588" w:bottom="1474" w:left="1588" w:header="595" w:footer="567" w:gutter="0"/>
          <w:cols w:space="708"/>
          <w:titlePg/>
          <w:docGrid w:linePitch="360"/>
        </w:sectPr>
      </w:pPr>
    </w:p>
    <w:p w14:paraId="06D4002C" w14:textId="77777777" w:rsidR="00CB4F6D" w:rsidRDefault="00CB4F6D" w:rsidP="00F762A8">
      <w:pPr>
        <w:pStyle w:val="Nadpisbezsl1-1"/>
      </w:pPr>
      <w:r>
        <w:lastRenderedPageBreak/>
        <w:t>Příloha č. 1</w:t>
      </w:r>
    </w:p>
    <w:p w14:paraId="0E174B9D" w14:textId="77777777" w:rsidR="00CB4F6D" w:rsidRPr="00F762A8" w:rsidRDefault="00124751" w:rsidP="00F66CA1">
      <w:pPr>
        <w:pStyle w:val="Nadpisbezsl1-2"/>
        <w:outlineLvl w:val="1"/>
      </w:pPr>
      <w:r>
        <w:t>Specifikace Díla</w:t>
      </w:r>
      <w:r w:rsidR="00CB4F6D" w:rsidRPr="00F762A8">
        <w:t xml:space="preserve"> </w:t>
      </w:r>
    </w:p>
    <w:p w14:paraId="2EBC7F48" w14:textId="77777777" w:rsidR="007145F3" w:rsidRDefault="007145F3" w:rsidP="00CB4F6D">
      <w:pPr>
        <w:pStyle w:val="Textbezodsazen"/>
      </w:pPr>
    </w:p>
    <w:p w14:paraId="41EE85F3" w14:textId="77777777" w:rsidR="00CD7AE7" w:rsidRPr="00892769" w:rsidRDefault="00CD7AE7" w:rsidP="00CD7AE7">
      <w:pPr>
        <w:pStyle w:val="Text1-1"/>
        <w:numPr>
          <w:ilvl w:val="0"/>
          <w:numId w:val="0"/>
        </w:numPr>
      </w:pPr>
      <w:bookmarkStart w:id="13" w:name="_Ref164688429"/>
      <w:bookmarkStart w:id="14" w:name="_Ref173504519"/>
      <w:r w:rsidRPr="00892769" w:rsidDel="00FB05B2">
        <w:t>Předmětem Díla „</w:t>
      </w:r>
      <w:r w:rsidRPr="00892769">
        <w:rPr>
          <w:b/>
        </w:rPr>
        <w:t>Rekonstrukce výpravní budovy v žst. Teplice v Čechách</w:t>
      </w:r>
      <w:r w:rsidRPr="00892769" w:rsidDel="00FB05B2">
        <w:t>“</w:t>
      </w:r>
      <w:r w:rsidRPr="00892769">
        <w:t xml:space="preserve"> </w:t>
      </w:r>
      <w:r w:rsidRPr="00892769">
        <w:rPr>
          <w:b/>
        </w:rPr>
        <w:t>2. etapa</w:t>
      </w:r>
      <w:r w:rsidRPr="00892769" w:rsidDel="00FB05B2">
        <w:t xml:space="preserve"> je:</w:t>
      </w:r>
      <w:bookmarkEnd w:id="13"/>
      <w:r w:rsidRPr="00892769">
        <w:t xml:space="preserve"> </w:t>
      </w:r>
      <w:bookmarkEnd w:id="14"/>
    </w:p>
    <w:p w14:paraId="5A268113" w14:textId="77777777" w:rsidR="00223CF0" w:rsidRPr="00223CF0" w:rsidRDefault="00223CF0" w:rsidP="00223CF0">
      <w:pPr>
        <w:numPr>
          <w:ilvl w:val="0"/>
          <w:numId w:val="24"/>
        </w:numPr>
        <w:tabs>
          <w:tab w:val="num" w:pos="1077"/>
        </w:tabs>
        <w:spacing w:after="80" w:line="264" w:lineRule="auto"/>
        <w:contextualSpacing/>
        <w:jc w:val="both"/>
        <w:rPr>
          <w:sz w:val="18"/>
          <w:szCs w:val="18"/>
        </w:rPr>
      </w:pPr>
      <w:bookmarkStart w:id="15" w:name="_Ref173832545"/>
      <w:r w:rsidRPr="00223CF0" w:rsidDel="00FB05B2">
        <w:rPr>
          <w:b/>
          <w:sz w:val="18"/>
          <w:szCs w:val="18"/>
        </w:rPr>
        <w:t>Zhotovení Projektové</w:t>
      </w:r>
      <w:r w:rsidRPr="00223CF0" w:rsidDel="00FB05B2">
        <w:rPr>
          <w:sz w:val="18"/>
          <w:szCs w:val="18"/>
        </w:rPr>
        <w:t xml:space="preserve"> </w:t>
      </w:r>
      <w:r w:rsidRPr="00223CF0" w:rsidDel="00FB05B2">
        <w:rPr>
          <w:b/>
          <w:sz w:val="18"/>
          <w:szCs w:val="18"/>
        </w:rPr>
        <w:t xml:space="preserve">dokumentace pro </w:t>
      </w:r>
      <w:r w:rsidRPr="00223CF0">
        <w:rPr>
          <w:b/>
          <w:sz w:val="18"/>
          <w:szCs w:val="18"/>
        </w:rPr>
        <w:t>povolení stavby dopravní infrastruktury (DPS)</w:t>
      </w:r>
      <w:r w:rsidRPr="00223CF0" w:rsidDel="00FB05B2">
        <w:rPr>
          <w:b/>
          <w:sz w:val="18"/>
          <w:szCs w:val="18"/>
        </w:rPr>
        <w:t>,</w:t>
      </w:r>
      <w:r w:rsidRPr="00223CF0">
        <w:rPr>
          <w:b/>
          <w:sz w:val="18"/>
          <w:szCs w:val="18"/>
        </w:rPr>
        <w:t xml:space="preserve"> </w:t>
      </w:r>
      <w:r w:rsidRPr="00223CF0" w:rsidDel="00FB05B2">
        <w:rPr>
          <w:b/>
          <w:sz w:val="18"/>
          <w:szCs w:val="18"/>
        </w:rPr>
        <w:t>která specifikuje předmět Díla v takovém rozsahu, aby ji bylo možno projednat v</w:t>
      </w:r>
      <w:r w:rsidRPr="00223CF0">
        <w:rPr>
          <w:b/>
          <w:sz w:val="18"/>
          <w:szCs w:val="18"/>
        </w:rPr>
        <w:t> </w:t>
      </w:r>
      <w:r w:rsidRPr="00223CF0" w:rsidDel="00FB05B2">
        <w:rPr>
          <w:b/>
          <w:sz w:val="18"/>
          <w:szCs w:val="18"/>
        </w:rPr>
        <w:t>řízení</w:t>
      </w:r>
      <w:r w:rsidRPr="00223CF0">
        <w:rPr>
          <w:b/>
          <w:sz w:val="18"/>
          <w:szCs w:val="18"/>
        </w:rPr>
        <w:t xml:space="preserve"> o povolení záměru</w:t>
      </w:r>
      <w:r w:rsidRPr="00223CF0" w:rsidDel="00FB05B2">
        <w:rPr>
          <w:b/>
          <w:sz w:val="18"/>
          <w:szCs w:val="18"/>
        </w:rPr>
        <w:t xml:space="preserve">, získat pravomocné </w:t>
      </w:r>
      <w:r w:rsidRPr="00223CF0">
        <w:rPr>
          <w:b/>
          <w:sz w:val="18"/>
          <w:szCs w:val="18"/>
        </w:rPr>
        <w:t xml:space="preserve">povolení záměru (povolení stavby) dle zákona č. 283/2021 Sb., stavební zákon, (dále jen „stavební zákon“), </w:t>
      </w:r>
      <w:r w:rsidRPr="00223CF0" w:rsidDel="00FB05B2">
        <w:rPr>
          <w:sz w:val="18"/>
          <w:szCs w:val="18"/>
        </w:rPr>
        <w:t xml:space="preserve">včetně </w:t>
      </w:r>
      <w:r w:rsidRPr="00223CF0">
        <w:rPr>
          <w:sz w:val="18"/>
          <w:szCs w:val="18"/>
        </w:rPr>
        <w:t>Stanoviska oznámeného subjektu ve fázi vydání povolení záměru</w:t>
      </w:r>
      <w:r w:rsidRPr="00223CF0" w:rsidDel="00FB05B2">
        <w:rPr>
          <w:sz w:val="18"/>
          <w:szCs w:val="18"/>
        </w:rPr>
        <w:t xml:space="preserve"> a</w:t>
      </w:r>
      <w:r w:rsidRPr="00223CF0">
        <w:rPr>
          <w:sz w:val="18"/>
          <w:szCs w:val="18"/>
        </w:rPr>
        <w:t> </w:t>
      </w:r>
      <w:r w:rsidRPr="00223CF0" w:rsidDel="00FB05B2">
        <w:rPr>
          <w:sz w:val="18"/>
          <w:szCs w:val="18"/>
        </w:rPr>
        <w:t>činností koordinátora BOZP při práci na</w:t>
      </w:r>
      <w:r w:rsidRPr="00223CF0">
        <w:rPr>
          <w:sz w:val="18"/>
          <w:szCs w:val="18"/>
        </w:rPr>
        <w:t> </w:t>
      </w:r>
      <w:r w:rsidRPr="00223CF0" w:rsidDel="00FB05B2">
        <w:rPr>
          <w:sz w:val="18"/>
          <w:szCs w:val="18"/>
        </w:rPr>
        <w:t>staveništi ve fázi přípravy včetně zpracování plánu BOZP na staveništi a manuálu údržby.</w:t>
      </w:r>
      <w:bookmarkEnd w:id="15"/>
    </w:p>
    <w:p w14:paraId="1232AC5E" w14:textId="77777777" w:rsidR="00223CF0" w:rsidRPr="00223CF0" w:rsidRDefault="00223CF0" w:rsidP="00223CF0">
      <w:pPr>
        <w:numPr>
          <w:ilvl w:val="0"/>
          <w:numId w:val="24"/>
        </w:numPr>
        <w:tabs>
          <w:tab w:val="num" w:pos="1077"/>
        </w:tabs>
        <w:spacing w:after="80" w:line="264" w:lineRule="auto"/>
        <w:contextualSpacing/>
        <w:jc w:val="both"/>
        <w:rPr>
          <w:sz w:val="18"/>
          <w:szCs w:val="18"/>
        </w:rPr>
      </w:pPr>
      <w:r w:rsidRPr="00223CF0" w:rsidDel="00FB05B2">
        <w:rPr>
          <w:b/>
          <w:sz w:val="18"/>
          <w:szCs w:val="18"/>
        </w:rPr>
        <w:t>Zpracování a podání žádosti o</w:t>
      </w:r>
      <w:r w:rsidRPr="00223CF0" w:rsidDel="00FB05B2">
        <w:rPr>
          <w:sz w:val="18"/>
          <w:szCs w:val="18"/>
        </w:rPr>
        <w:t xml:space="preserve"> </w:t>
      </w:r>
      <w:r w:rsidRPr="00223CF0" w:rsidDel="00FB05B2">
        <w:rPr>
          <w:b/>
          <w:sz w:val="18"/>
          <w:szCs w:val="18"/>
        </w:rPr>
        <w:t xml:space="preserve">vydání </w:t>
      </w:r>
      <w:r w:rsidRPr="00223CF0">
        <w:rPr>
          <w:b/>
          <w:sz w:val="18"/>
          <w:szCs w:val="18"/>
        </w:rPr>
        <w:t>povolení záměru dle stavebního zákona</w:t>
      </w:r>
      <w:r w:rsidRPr="00223CF0">
        <w:rPr>
          <w:sz w:val="18"/>
          <w:szCs w:val="18"/>
        </w:rPr>
        <w:t xml:space="preserve">, </w:t>
      </w:r>
      <w:r w:rsidRPr="00223CF0" w:rsidDel="00FB05B2">
        <w:rPr>
          <w:sz w:val="18"/>
          <w:szCs w:val="18"/>
        </w:rPr>
        <w:t xml:space="preserve">včetně všech vyžadovaných podkladů, jejímž výsledkem bude vydání </w:t>
      </w:r>
      <w:r w:rsidRPr="00223CF0">
        <w:rPr>
          <w:sz w:val="18"/>
          <w:szCs w:val="18"/>
        </w:rPr>
        <w:t>povolení záměru (povolení stavby)</w:t>
      </w:r>
      <w:r w:rsidRPr="00223CF0" w:rsidDel="00FB05B2">
        <w:rPr>
          <w:sz w:val="18"/>
          <w:szCs w:val="18"/>
        </w:rPr>
        <w:t>. Zhotovitel bude spolupracovat při vydání příslušných rozhodnutí do nabytí jejich právní moci.</w:t>
      </w:r>
    </w:p>
    <w:p w14:paraId="3D0B4C4B" w14:textId="77777777" w:rsidR="00223CF0" w:rsidRPr="00223CF0" w:rsidRDefault="00223CF0" w:rsidP="00223CF0">
      <w:pPr>
        <w:numPr>
          <w:ilvl w:val="0"/>
          <w:numId w:val="24"/>
        </w:numPr>
        <w:tabs>
          <w:tab w:val="num" w:pos="1077"/>
        </w:tabs>
        <w:spacing w:after="80" w:line="264" w:lineRule="auto"/>
        <w:contextualSpacing/>
        <w:jc w:val="both"/>
        <w:rPr>
          <w:sz w:val="18"/>
          <w:szCs w:val="18"/>
        </w:rPr>
      </w:pPr>
      <w:r w:rsidRPr="00223CF0" w:rsidDel="00FB05B2">
        <w:rPr>
          <w:b/>
          <w:sz w:val="18"/>
          <w:szCs w:val="18"/>
        </w:rPr>
        <w:t>Zhotovení Projektové dokumentace pro provádění stavby</w:t>
      </w:r>
      <w:r w:rsidRPr="00223CF0">
        <w:rPr>
          <w:b/>
          <w:sz w:val="18"/>
          <w:szCs w:val="18"/>
        </w:rPr>
        <w:t xml:space="preserve"> (PDPS)</w:t>
      </w:r>
      <w:r w:rsidRPr="00223CF0" w:rsidDel="00FB05B2">
        <w:rPr>
          <w:sz w:val="18"/>
          <w:szCs w:val="18"/>
        </w:rPr>
        <w:t>, která rozpracuje a vymezí požadavky na stavbu do podrobností, které specifikují předmět Díla v takovém rozsahu, aby byla podkladem pro výběrové řízení na zhotovení stavby</w:t>
      </w:r>
      <w:r w:rsidRPr="00223CF0">
        <w:rPr>
          <w:sz w:val="18"/>
          <w:szCs w:val="18"/>
        </w:rPr>
        <w:t>, včetně posouzení shody nebo vhodnosti pro použití prvku interoperability či ES prohlášení o ověření subsystému oznámeným subjektem.</w:t>
      </w:r>
    </w:p>
    <w:p w14:paraId="757AB149" w14:textId="77777777" w:rsidR="00223CF0" w:rsidRPr="00223CF0" w:rsidDel="00FB05B2" w:rsidRDefault="00223CF0" w:rsidP="00223CF0">
      <w:pPr>
        <w:numPr>
          <w:ilvl w:val="0"/>
          <w:numId w:val="24"/>
        </w:numPr>
        <w:tabs>
          <w:tab w:val="num" w:pos="1077"/>
        </w:tabs>
        <w:spacing w:after="80" w:line="264" w:lineRule="auto"/>
        <w:contextualSpacing/>
        <w:jc w:val="both"/>
        <w:rPr>
          <w:sz w:val="18"/>
          <w:szCs w:val="18"/>
        </w:rPr>
      </w:pPr>
      <w:r w:rsidRPr="00223CF0">
        <w:rPr>
          <w:b/>
          <w:sz w:val="18"/>
          <w:szCs w:val="18"/>
        </w:rPr>
        <w:t>Výkon Dozoru projektanta</w:t>
      </w:r>
      <w:r w:rsidRPr="00223CF0">
        <w:rPr>
          <w:sz w:val="18"/>
          <w:szCs w:val="18"/>
        </w:rPr>
        <w:t xml:space="preserve"> při zhotovení PDPS a při provádění stavby.</w:t>
      </w:r>
    </w:p>
    <w:p w14:paraId="10708550" w14:textId="77777777" w:rsidR="007145F3" w:rsidRDefault="007145F3" w:rsidP="00CB4F6D">
      <w:pPr>
        <w:pStyle w:val="Textbezodsazen"/>
      </w:pPr>
    </w:p>
    <w:p w14:paraId="47B712C6" w14:textId="77777777" w:rsidR="005A2756" w:rsidRDefault="005A2756" w:rsidP="00CB4F6D">
      <w:pPr>
        <w:pStyle w:val="Textbezodsazen"/>
      </w:pPr>
    </w:p>
    <w:p w14:paraId="5557FF0F" w14:textId="77777777" w:rsidR="001D60FF" w:rsidRDefault="001D60FF" w:rsidP="00CB4F6D">
      <w:pPr>
        <w:pStyle w:val="Textbezodsazen"/>
      </w:pPr>
    </w:p>
    <w:p w14:paraId="2BE0C714" w14:textId="77777777" w:rsidR="001D60FF" w:rsidRDefault="001D60FF" w:rsidP="00CB4F6D">
      <w:pPr>
        <w:pStyle w:val="Textbezodsazen"/>
      </w:pPr>
    </w:p>
    <w:p w14:paraId="694221EE" w14:textId="77777777" w:rsidR="00CB4F6D" w:rsidRDefault="00CB4F6D" w:rsidP="00866994">
      <w:pPr>
        <w:pStyle w:val="Textbezodsazen"/>
      </w:pPr>
    </w:p>
    <w:p w14:paraId="291C953C" w14:textId="77777777" w:rsidR="00502690" w:rsidRDefault="00502690" w:rsidP="00866994">
      <w:pPr>
        <w:pStyle w:val="Textbezodsazen"/>
        <w:sectPr w:rsidR="00502690" w:rsidSect="00417DF5">
          <w:headerReference w:type="even" r:id="rId16"/>
          <w:headerReference w:type="default" r:id="rId17"/>
          <w:footerReference w:type="even" r:id="rId18"/>
          <w:footerReference w:type="default" r:id="rId19"/>
          <w:pgSz w:w="11906" w:h="16838" w:code="9"/>
          <w:pgMar w:top="1077" w:right="1588" w:bottom="1474" w:left="1588" w:header="595" w:footer="624" w:gutter="0"/>
          <w:pgNumType w:start="1"/>
          <w:cols w:space="708"/>
          <w:docGrid w:linePitch="360"/>
        </w:sectPr>
      </w:pPr>
    </w:p>
    <w:p w14:paraId="4895D63E" w14:textId="77777777" w:rsidR="00124751" w:rsidRDefault="00124751" w:rsidP="00124751">
      <w:pPr>
        <w:pStyle w:val="Nadpisbezsl1-1"/>
      </w:pPr>
      <w:r>
        <w:lastRenderedPageBreak/>
        <w:t>Příloha č. 2</w:t>
      </w:r>
    </w:p>
    <w:p w14:paraId="3748F240" w14:textId="77777777" w:rsidR="00124751" w:rsidRDefault="00124751" w:rsidP="00F66CA1">
      <w:pPr>
        <w:pStyle w:val="Nadpisbezsl1-2"/>
        <w:outlineLvl w:val="1"/>
      </w:pPr>
      <w:r>
        <w:t>Obchodní podmínky</w:t>
      </w:r>
    </w:p>
    <w:p w14:paraId="0482400B" w14:textId="77777777" w:rsidR="00124751" w:rsidRDefault="00124751" w:rsidP="00124751">
      <w:pPr>
        <w:pStyle w:val="Nadpisbezsl1-2"/>
      </w:pPr>
    </w:p>
    <w:p w14:paraId="13DFA1B8" w14:textId="4B17140E" w:rsidR="00124751" w:rsidRDefault="00FD4C93" w:rsidP="00124751">
      <w:pPr>
        <w:pStyle w:val="Nadpisbezsl1-2"/>
      </w:pPr>
      <w:r w:rsidRPr="00FD4C93">
        <w:t>OP/DOKUMENTACE/04/24</w:t>
      </w:r>
      <w:r w:rsidR="00124751">
        <w:t xml:space="preserve"> </w:t>
      </w:r>
    </w:p>
    <w:p w14:paraId="054BBA68" w14:textId="77777777" w:rsidR="00124751" w:rsidRDefault="00124751" w:rsidP="001D60FF">
      <w:pPr>
        <w:pStyle w:val="Textbezodsazen"/>
      </w:pPr>
    </w:p>
    <w:p w14:paraId="453AE1DA" w14:textId="77777777" w:rsidR="001D60FF" w:rsidRDefault="001D60FF" w:rsidP="001D60FF">
      <w:pPr>
        <w:pStyle w:val="Textbezodsazen"/>
      </w:pPr>
    </w:p>
    <w:p w14:paraId="7EF73944" w14:textId="77777777" w:rsidR="001D60FF" w:rsidRDefault="001D60FF" w:rsidP="001D60FF">
      <w:pPr>
        <w:pStyle w:val="Textbezodsazen"/>
      </w:pPr>
    </w:p>
    <w:p w14:paraId="6D5CD412" w14:textId="77777777" w:rsidR="005A2756" w:rsidRDefault="005A2756" w:rsidP="001D60FF">
      <w:pPr>
        <w:pStyle w:val="Textbezodsazen"/>
      </w:pPr>
    </w:p>
    <w:p w14:paraId="1D40A5CF" w14:textId="77777777" w:rsidR="001D60FF" w:rsidRDefault="001D60FF" w:rsidP="001D60FF">
      <w:pPr>
        <w:pStyle w:val="Textbezodsazen"/>
      </w:pPr>
    </w:p>
    <w:p w14:paraId="5425C5FF" w14:textId="77777777" w:rsidR="001D60FF" w:rsidRDefault="001D60FF" w:rsidP="001D60FF">
      <w:pPr>
        <w:pStyle w:val="Textbezodsazen"/>
      </w:pPr>
    </w:p>
    <w:p w14:paraId="4829B2A2" w14:textId="77777777" w:rsidR="001D60FF" w:rsidRDefault="001D60FF" w:rsidP="001D60FF">
      <w:pPr>
        <w:pStyle w:val="Textbezodsazen"/>
      </w:pPr>
    </w:p>
    <w:p w14:paraId="02B6D961" w14:textId="77777777" w:rsidR="001D60FF" w:rsidRPr="001D60FF" w:rsidRDefault="001D60FF" w:rsidP="001D60FF">
      <w:pPr>
        <w:pStyle w:val="Text2-1"/>
        <w:sectPr w:rsidR="001D60FF" w:rsidRPr="001D60FF" w:rsidSect="00417DF5">
          <w:headerReference w:type="default" r:id="rId20"/>
          <w:footerReference w:type="even" r:id="rId21"/>
          <w:footerReference w:type="default" r:id="rId22"/>
          <w:pgSz w:w="11906" w:h="16838" w:code="9"/>
          <w:pgMar w:top="1077" w:right="1588" w:bottom="1474" w:left="1588" w:header="595" w:footer="624" w:gutter="0"/>
          <w:pgNumType w:start="1"/>
          <w:cols w:space="708"/>
          <w:docGrid w:linePitch="360"/>
        </w:sectPr>
      </w:pPr>
    </w:p>
    <w:p w14:paraId="3BBE20A0" w14:textId="77777777" w:rsidR="00124751" w:rsidRDefault="00124751" w:rsidP="00124751">
      <w:pPr>
        <w:pStyle w:val="Nadpisbezsl1-1"/>
      </w:pPr>
      <w:r>
        <w:lastRenderedPageBreak/>
        <w:t>Příloha č. 3</w:t>
      </w:r>
    </w:p>
    <w:p w14:paraId="07F6716C" w14:textId="77777777" w:rsidR="00124751" w:rsidRDefault="00124751" w:rsidP="00F66CA1">
      <w:pPr>
        <w:pStyle w:val="Nadpisbezsl1-2"/>
        <w:outlineLvl w:val="1"/>
      </w:pPr>
      <w:r>
        <w:t xml:space="preserve">Technické podmínky: </w:t>
      </w:r>
    </w:p>
    <w:p w14:paraId="1469F7CE" w14:textId="77777777" w:rsidR="00124751" w:rsidRDefault="00124751" w:rsidP="009227F1">
      <w:pPr>
        <w:pStyle w:val="Textbezodsazen"/>
      </w:pPr>
    </w:p>
    <w:p w14:paraId="40545CD2" w14:textId="172E16AC" w:rsidR="00124751" w:rsidRDefault="00124751" w:rsidP="00AE3F77">
      <w:pPr>
        <w:pStyle w:val="Nadpisbezsl1-2"/>
        <w:ind w:left="705" w:hanging="705"/>
      </w:pPr>
      <w:r>
        <w:t>a)</w:t>
      </w:r>
      <w:r>
        <w:tab/>
        <w:t>Technické kvalitativní podmínky staveb státních drah (</w:t>
      </w:r>
      <w:r w:rsidR="00AB4CA4">
        <w:t>dále také „</w:t>
      </w:r>
      <w:r>
        <w:t>TKP</w:t>
      </w:r>
      <w:r w:rsidR="00AB4CA4">
        <w:t>“</w:t>
      </w:r>
      <w:r>
        <w:t xml:space="preserve">) </w:t>
      </w:r>
    </w:p>
    <w:p w14:paraId="7F79CCF6" w14:textId="0A572A36" w:rsidR="00124751" w:rsidRDefault="00124751" w:rsidP="00124751">
      <w:pPr>
        <w:pStyle w:val="Textbezslovn"/>
      </w:pPr>
      <w:r>
        <w:t>Technické kvalitativní podmínky staveb státních drah (</w:t>
      </w:r>
      <w:r w:rsidR="00AB4CA4">
        <w:t>TKP</w:t>
      </w:r>
      <w:r>
        <w:t>) nejsou pevně připojeny ke Smlouvě, ale jsou přístupné na http://typdok.tudc.cz; byly taktéž poskytnuty jako součást zadávací dokumentace uveřejněné na profilu zadavatele.</w:t>
      </w:r>
    </w:p>
    <w:p w14:paraId="7EB8F00D" w14:textId="77777777" w:rsidR="00124751" w:rsidRDefault="00124751" w:rsidP="00124751">
      <w:pPr>
        <w:pStyle w:val="Textbezslovn"/>
      </w:pPr>
      <w:r>
        <w:t>Smluvní strany podpisem této Smlouvy stvrzují, že jsou s obsahem TKP plně seznámeny a že v souladu s ust. § 1751 občanského zákoníku TKP tvoří část obsahu Smlouvy. TKP jsou pro Zhotovitele závazné s aplikací platných předpisů uvedených v příslušné kapitole TKP.</w:t>
      </w:r>
    </w:p>
    <w:p w14:paraId="17DE1823" w14:textId="77777777" w:rsidR="008A4D1B" w:rsidRDefault="00124751" w:rsidP="00124751">
      <w:pPr>
        <w:pStyle w:val="Nadpisbezsl1-2"/>
      </w:pPr>
      <w:r>
        <w:t>b)</w:t>
      </w:r>
      <w:r>
        <w:tab/>
        <w:t xml:space="preserve">Všeobecné technické podmínky </w:t>
      </w:r>
    </w:p>
    <w:p w14:paraId="3B414192" w14:textId="2BC36134" w:rsidR="00124751" w:rsidRDefault="00FD4C93" w:rsidP="00124751">
      <w:pPr>
        <w:pStyle w:val="Textbezslovn"/>
      </w:pPr>
      <w:r w:rsidRPr="00FD4C93">
        <w:t>VTP/DOKUMENTACE/07/24</w:t>
      </w:r>
    </w:p>
    <w:p w14:paraId="517D5EEC" w14:textId="77777777" w:rsidR="00124751" w:rsidRDefault="00124751" w:rsidP="00124751">
      <w:pPr>
        <w:pStyle w:val="Nadpisbezsl1-2"/>
      </w:pPr>
      <w:r>
        <w:t>c)</w:t>
      </w:r>
      <w:r>
        <w:tab/>
        <w:t xml:space="preserve">Zvláštní technické podmínky </w:t>
      </w:r>
    </w:p>
    <w:p w14:paraId="51AF5841" w14:textId="7C7AB80A" w:rsidR="00124751" w:rsidRDefault="00FD4C93" w:rsidP="008A4D1B">
      <w:pPr>
        <w:pStyle w:val="Textbezslovn"/>
        <w:jc w:val="left"/>
      </w:pPr>
      <w:r>
        <w:t>ze dne 03.12.2024</w:t>
      </w:r>
    </w:p>
    <w:p w14:paraId="4ED98B41" w14:textId="77777777" w:rsidR="008A4D1B" w:rsidRDefault="008A4D1B" w:rsidP="008A4D1B">
      <w:pPr>
        <w:pStyle w:val="Textbezslovn"/>
        <w:jc w:val="left"/>
      </w:pPr>
    </w:p>
    <w:p w14:paraId="0AC02E0F" w14:textId="77777777" w:rsidR="008A4D1B" w:rsidRDefault="008A4D1B" w:rsidP="001D60FF">
      <w:pPr>
        <w:pStyle w:val="Textbezodsazen"/>
      </w:pPr>
    </w:p>
    <w:p w14:paraId="09B3A914" w14:textId="77777777" w:rsidR="005A2756" w:rsidRDefault="005A2756" w:rsidP="001D60FF">
      <w:pPr>
        <w:pStyle w:val="Textbezodsazen"/>
      </w:pPr>
    </w:p>
    <w:p w14:paraId="4C6A1D83" w14:textId="77777777" w:rsidR="001D60FF" w:rsidRDefault="001D60FF" w:rsidP="001D60FF">
      <w:pPr>
        <w:pStyle w:val="Textbezodsazen"/>
      </w:pPr>
    </w:p>
    <w:p w14:paraId="1DFAFBBD" w14:textId="77777777" w:rsidR="001D60FF" w:rsidRDefault="001D60FF" w:rsidP="001D60FF">
      <w:pPr>
        <w:pStyle w:val="Textbezodsazen"/>
      </w:pPr>
    </w:p>
    <w:p w14:paraId="409850A3" w14:textId="77777777" w:rsidR="008A4D1B" w:rsidRDefault="008A4D1B" w:rsidP="008A4D1B">
      <w:pPr>
        <w:pStyle w:val="Textbezslovn"/>
        <w:jc w:val="left"/>
      </w:pPr>
    </w:p>
    <w:p w14:paraId="2E5A41ED" w14:textId="77777777" w:rsidR="008A4D1B" w:rsidRDefault="008A4D1B" w:rsidP="00F762A8">
      <w:pPr>
        <w:pStyle w:val="Nadpisbezsl1-1"/>
        <w:sectPr w:rsidR="008A4D1B" w:rsidSect="00417DF5">
          <w:headerReference w:type="default" r:id="rId23"/>
          <w:footerReference w:type="even" r:id="rId24"/>
          <w:footerReference w:type="default" r:id="rId25"/>
          <w:pgSz w:w="11906" w:h="16838" w:code="9"/>
          <w:pgMar w:top="1077" w:right="1588" w:bottom="1474" w:left="1588" w:header="595" w:footer="624" w:gutter="0"/>
          <w:pgNumType w:start="1"/>
          <w:cols w:space="708"/>
          <w:docGrid w:linePitch="360"/>
        </w:sectPr>
      </w:pPr>
    </w:p>
    <w:p w14:paraId="579FEA3A" w14:textId="77777777" w:rsidR="008A4D1B" w:rsidRDefault="008A4D1B" w:rsidP="008A4D1B">
      <w:pPr>
        <w:pStyle w:val="Nadpisbezsl1-1"/>
      </w:pPr>
      <w:r>
        <w:lastRenderedPageBreak/>
        <w:t>Příloha č. 4</w:t>
      </w:r>
    </w:p>
    <w:p w14:paraId="2CE997B3" w14:textId="77777777" w:rsidR="008A4D1B" w:rsidRDefault="008A4D1B" w:rsidP="00F66CA1">
      <w:pPr>
        <w:pStyle w:val="Nadpisbezsl1-2"/>
        <w:outlineLvl w:val="1"/>
      </w:pPr>
      <w:r>
        <w:t>Rozpis Ceny Díla</w:t>
      </w:r>
    </w:p>
    <w:p w14:paraId="186D85B2" w14:textId="6E62DB8E" w:rsidR="008A4D1B" w:rsidRDefault="008A4D1B" w:rsidP="00020257">
      <w:pPr>
        <w:pStyle w:val="Textbezodsazen"/>
        <w:spacing w:after="80"/>
      </w:pPr>
      <w:r>
        <w:t>Cena za zpracování</w:t>
      </w:r>
      <w:r w:rsidR="00473848">
        <w:t xml:space="preserve"> DPS</w:t>
      </w:r>
      <w:r w:rsidR="000C1CDF">
        <w:t xml:space="preserve"> </w:t>
      </w:r>
      <w:r>
        <w:t>a PDPS (podle členění na základní a dodatečné služby) a</w:t>
      </w:r>
      <w:r w:rsidR="004500D2">
        <w:t> </w:t>
      </w:r>
      <w:r w:rsidR="00301B36">
        <w:t>D</w:t>
      </w:r>
      <w:r>
        <w:t>ozoru</w:t>
      </w:r>
      <w:r w:rsidR="00301B36">
        <w:t xml:space="preserve"> projektanta</w:t>
      </w:r>
      <w:r>
        <w:t>:</w:t>
      </w:r>
    </w:p>
    <w:p w14:paraId="3CAEC512" w14:textId="14D7A7B1" w:rsidR="008A4D1B" w:rsidRDefault="00760192" w:rsidP="0047019B">
      <w:pPr>
        <w:pStyle w:val="Nadpisbezsl1-2"/>
        <w:outlineLvl w:val="2"/>
      </w:pPr>
      <w:r>
        <w:t>1.</w:t>
      </w:r>
      <w:r>
        <w:tab/>
      </w:r>
      <w:r w:rsidR="008A4D1B">
        <w:t xml:space="preserve">Základní služby na zpracování </w:t>
      </w:r>
      <w:r w:rsidR="00473848">
        <w:t xml:space="preserve">DPS </w:t>
      </w:r>
      <w:r w:rsidR="008A4D1B">
        <w:t>a PDPS:</w:t>
      </w:r>
    </w:p>
    <w:tbl>
      <w:tblPr>
        <w:tblStyle w:val="Tabulka10"/>
        <w:tblW w:w="8732" w:type="dxa"/>
        <w:tblInd w:w="85" w:type="dxa"/>
        <w:tblLayout w:type="fixed"/>
        <w:tblCellMar>
          <w:top w:w="28" w:type="dxa"/>
          <w:left w:w="85" w:type="dxa"/>
          <w:bottom w:w="28" w:type="dxa"/>
          <w:right w:w="85" w:type="dxa"/>
        </w:tblCellMar>
        <w:tblLook w:val="04A0" w:firstRow="1" w:lastRow="0" w:firstColumn="1" w:lastColumn="0" w:noHBand="0" w:noVBand="1"/>
      </w:tblPr>
      <w:tblGrid>
        <w:gridCol w:w="567"/>
        <w:gridCol w:w="3544"/>
        <w:gridCol w:w="974"/>
        <w:gridCol w:w="1082"/>
        <w:gridCol w:w="1204"/>
        <w:gridCol w:w="1361"/>
      </w:tblGrid>
      <w:tr w:rsidR="0008410C" w:rsidRPr="0017282C" w14:paraId="11387EE8" w14:textId="77777777" w:rsidTr="00BD6F4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7" w:type="dxa"/>
          </w:tcPr>
          <w:p w14:paraId="17CB215A" w14:textId="77777777" w:rsidR="008A4D1B" w:rsidRPr="0017282C" w:rsidRDefault="008A4D1B" w:rsidP="00916F55">
            <w:pPr>
              <w:pStyle w:val="Tabulka"/>
              <w:rPr>
                <w:b/>
                <w:sz w:val="14"/>
                <w:szCs w:val="14"/>
              </w:rPr>
            </w:pPr>
            <w:r w:rsidRPr="0017282C">
              <w:rPr>
                <w:b/>
                <w:sz w:val="16"/>
                <w:szCs w:val="14"/>
              </w:rPr>
              <w:t>Pol</w:t>
            </w:r>
            <w:r w:rsidR="00916F55" w:rsidRPr="0017282C">
              <w:rPr>
                <w:b/>
                <w:sz w:val="16"/>
                <w:szCs w:val="14"/>
              </w:rPr>
              <w:t>.</w:t>
            </w:r>
          </w:p>
        </w:tc>
        <w:tc>
          <w:tcPr>
            <w:tcW w:w="3544" w:type="dxa"/>
          </w:tcPr>
          <w:p w14:paraId="66CB3D0E" w14:textId="250CEA78" w:rsidR="008A4D1B" w:rsidRPr="0017282C" w:rsidRDefault="008A4D1B" w:rsidP="008C3942">
            <w:pPr>
              <w:pStyle w:val="Tabulka"/>
              <w:cnfStyle w:val="100000000000" w:firstRow="1" w:lastRow="0" w:firstColumn="0" w:lastColumn="0" w:oddVBand="0" w:evenVBand="0" w:oddHBand="0" w:evenHBand="0" w:firstRowFirstColumn="0" w:firstRowLastColumn="0" w:lastRowFirstColumn="0" w:lastRowLastColumn="0"/>
              <w:rPr>
                <w:b/>
                <w:sz w:val="16"/>
              </w:rPr>
            </w:pPr>
            <w:r w:rsidRPr="0017282C">
              <w:rPr>
                <w:b/>
                <w:sz w:val="16"/>
              </w:rPr>
              <w:t>Popis</w:t>
            </w:r>
            <w:r w:rsidR="006B27CC" w:rsidRPr="00877B5E">
              <w:rPr>
                <w:rStyle w:val="Tun"/>
                <w:i/>
                <w:color w:val="00B050"/>
                <w:sz w:val="16"/>
                <w:szCs w:val="16"/>
              </w:rPr>
              <w:t xml:space="preserve"> </w:t>
            </w:r>
          </w:p>
        </w:tc>
        <w:tc>
          <w:tcPr>
            <w:tcW w:w="974" w:type="dxa"/>
          </w:tcPr>
          <w:p w14:paraId="1DF2273E" w14:textId="77777777" w:rsidR="008A4D1B" w:rsidRPr="0017282C" w:rsidRDefault="008A4D1B" w:rsidP="0008410C">
            <w:pPr>
              <w:pStyle w:val="Tabulka"/>
              <w:cnfStyle w:val="100000000000" w:firstRow="1" w:lastRow="0" w:firstColumn="0" w:lastColumn="0" w:oddVBand="0" w:evenVBand="0" w:oddHBand="0" w:evenHBand="0" w:firstRowFirstColumn="0" w:firstRowLastColumn="0" w:lastRowFirstColumn="0" w:lastRowLastColumn="0"/>
              <w:rPr>
                <w:b/>
                <w:sz w:val="16"/>
              </w:rPr>
            </w:pPr>
            <w:r w:rsidRPr="0017282C">
              <w:rPr>
                <w:b/>
                <w:sz w:val="16"/>
              </w:rPr>
              <w:t>Měrná jednotka</w:t>
            </w:r>
          </w:p>
        </w:tc>
        <w:tc>
          <w:tcPr>
            <w:tcW w:w="1082" w:type="dxa"/>
          </w:tcPr>
          <w:p w14:paraId="6DD8313D" w14:textId="77777777" w:rsidR="008A4D1B" w:rsidRPr="0017282C" w:rsidRDefault="008A4D1B" w:rsidP="0008410C">
            <w:pPr>
              <w:pStyle w:val="Tabulka"/>
              <w:cnfStyle w:val="100000000000" w:firstRow="1" w:lastRow="0" w:firstColumn="0" w:lastColumn="0" w:oddVBand="0" w:evenVBand="0" w:oddHBand="0" w:evenHBand="0" w:firstRowFirstColumn="0" w:firstRowLastColumn="0" w:lastRowFirstColumn="0" w:lastRowLastColumn="0"/>
              <w:rPr>
                <w:b/>
                <w:sz w:val="16"/>
              </w:rPr>
            </w:pPr>
            <w:r w:rsidRPr="0017282C">
              <w:rPr>
                <w:b/>
                <w:sz w:val="16"/>
              </w:rPr>
              <w:t>Množství *)</w:t>
            </w:r>
          </w:p>
        </w:tc>
        <w:tc>
          <w:tcPr>
            <w:tcW w:w="1204" w:type="dxa"/>
          </w:tcPr>
          <w:p w14:paraId="19E5E873" w14:textId="77777777" w:rsidR="008A4D1B" w:rsidRPr="0017282C" w:rsidRDefault="008A4D1B" w:rsidP="00130470">
            <w:pPr>
              <w:pStyle w:val="Tabulka"/>
              <w:cnfStyle w:val="100000000000" w:firstRow="1" w:lastRow="0" w:firstColumn="0" w:lastColumn="0" w:oddVBand="0" w:evenVBand="0" w:oddHBand="0" w:evenHBand="0" w:firstRowFirstColumn="0" w:firstRowLastColumn="0" w:lastRowFirstColumn="0" w:lastRowLastColumn="0"/>
              <w:rPr>
                <w:b/>
                <w:sz w:val="16"/>
              </w:rPr>
            </w:pPr>
            <w:r w:rsidRPr="0017282C">
              <w:rPr>
                <w:b/>
                <w:sz w:val="16"/>
              </w:rPr>
              <w:t>Jedn</w:t>
            </w:r>
            <w:r w:rsidR="00130470" w:rsidRPr="0017282C">
              <w:rPr>
                <w:b/>
                <w:sz w:val="16"/>
              </w:rPr>
              <w:t xml:space="preserve">. </w:t>
            </w:r>
            <w:r w:rsidRPr="0017282C">
              <w:rPr>
                <w:b/>
                <w:sz w:val="16"/>
              </w:rPr>
              <w:t>cena *)</w:t>
            </w:r>
          </w:p>
        </w:tc>
        <w:tc>
          <w:tcPr>
            <w:tcW w:w="1361" w:type="dxa"/>
          </w:tcPr>
          <w:p w14:paraId="24133DD9" w14:textId="77777777" w:rsidR="008A4D1B" w:rsidRPr="0017282C" w:rsidRDefault="008A4D1B" w:rsidP="0008410C">
            <w:pPr>
              <w:pStyle w:val="Tabulka"/>
              <w:cnfStyle w:val="100000000000" w:firstRow="1" w:lastRow="0" w:firstColumn="0" w:lastColumn="0" w:oddVBand="0" w:evenVBand="0" w:oddHBand="0" w:evenHBand="0" w:firstRowFirstColumn="0" w:firstRowLastColumn="0" w:lastRowFirstColumn="0" w:lastRowLastColumn="0"/>
              <w:rPr>
                <w:b/>
                <w:sz w:val="16"/>
              </w:rPr>
            </w:pPr>
            <w:r w:rsidRPr="0017282C">
              <w:rPr>
                <w:b/>
                <w:sz w:val="16"/>
              </w:rPr>
              <w:t>Cena celkem *)</w:t>
            </w:r>
          </w:p>
        </w:tc>
      </w:tr>
      <w:tr w:rsidR="00BD6F42" w:rsidRPr="00BD6F42" w14:paraId="51683140"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3F69524A" w14:textId="77777777" w:rsidR="008A4D1B" w:rsidRPr="00BD6F42" w:rsidRDefault="008A4D1B" w:rsidP="0008410C">
            <w:pPr>
              <w:pStyle w:val="Tabulka"/>
            </w:pPr>
            <w:r w:rsidRPr="00BD6F42">
              <w:t>1</w:t>
            </w:r>
          </w:p>
        </w:tc>
        <w:tc>
          <w:tcPr>
            <w:tcW w:w="3544" w:type="dxa"/>
          </w:tcPr>
          <w:p w14:paraId="4686A9B7" w14:textId="4B812C37" w:rsidR="003D178E" w:rsidRPr="005535F8" w:rsidRDefault="003D178E" w:rsidP="003D178E">
            <w:pPr>
              <w:pStyle w:val="Tabulka"/>
              <w:cnfStyle w:val="000000000000" w:firstRow="0" w:lastRow="0" w:firstColumn="0" w:lastColumn="0" w:oddVBand="0" w:evenVBand="0" w:oddHBand="0" w:evenHBand="0" w:firstRowFirstColumn="0" w:firstRowLastColumn="0" w:lastRowFirstColumn="0" w:lastRowLastColumn="0"/>
            </w:pPr>
            <w:r w:rsidRPr="005535F8">
              <w:t xml:space="preserve">Zpracování </w:t>
            </w:r>
            <w:r w:rsidR="00473848" w:rsidRPr="005535F8">
              <w:t>DPS</w:t>
            </w:r>
            <w:r w:rsidR="00AA09CD" w:rsidRPr="005535F8">
              <w:t xml:space="preserve"> </w:t>
            </w:r>
            <w:r w:rsidRPr="005535F8">
              <w:t>dle vyhlášky č. </w:t>
            </w:r>
            <w:r w:rsidR="00473848" w:rsidRPr="005535F8">
              <w:t>227/2024</w:t>
            </w:r>
            <w:r w:rsidRPr="005535F8">
              <w:t xml:space="preserve"> Sb. v platném znění</w:t>
            </w:r>
            <w:r w:rsidR="004500D2" w:rsidRPr="005535F8">
              <w:t xml:space="preserve"> a</w:t>
            </w:r>
            <w:r w:rsidRPr="005535F8">
              <w:t xml:space="preserve"> dle VTP a ZTP  v platném znění, vyjma části dokumentace uvedené níže v bodech 3, 4 a 5</w:t>
            </w:r>
          </w:p>
          <w:p w14:paraId="37299A3D" w14:textId="179EFB20" w:rsidR="003D178E" w:rsidRPr="005535F8" w:rsidRDefault="003D178E">
            <w:pPr>
              <w:pStyle w:val="Tabulka"/>
              <w:cnfStyle w:val="000000000000" w:firstRow="0" w:lastRow="0" w:firstColumn="0" w:lastColumn="0" w:oddVBand="0" w:evenVBand="0" w:oddHBand="0" w:evenHBand="0" w:firstRowFirstColumn="0" w:firstRowLastColumn="0" w:lastRowFirstColumn="0" w:lastRowLastColumn="0"/>
            </w:pPr>
          </w:p>
        </w:tc>
        <w:tc>
          <w:tcPr>
            <w:tcW w:w="974" w:type="dxa"/>
          </w:tcPr>
          <w:p w14:paraId="520ED7F2" w14:textId="77777777" w:rsidR="008A4D1B" w:rsidRPr="005535F8"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5535F8">
              <w:t>hod</w:t>
            </w:r>
          </w:p>
        </w:tc>
        <w:tc>
          <w:tcPr>
            <w:tcW w:w="1082" w:type="dxa"/>
          </w:tcPr>
          <w:p w14:paraId="1E7F4B30" w14:textId="77777777" w:rsidR="008A4D1B" w:rsidRPr="005535F8"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204" w:type="dxa"/>
          </w:tcPr>
          <w:p w14:paraId="147435F9" w14:textId="77777777" w:rsidR="008A4D1B" w:rsidRPr="005535F8"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49475A83" w14:textId="77777777" w:rsidR="008A4D1B" w:rsidRPr="005535F8"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r>
      <w:tr w:rsidR="00BD6F42" w:rsidRPr="00BD6F42" w14:paraId="76A04C81"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2536400A" w14:textId="77777777" w:rsidR="008A4D1B" w:rsidRPr="00BD6F42" w:rsidRDefault="008A4D1B" w:rsidP="0008410C">
            <w:pPr>
              <w:pStyle w:val="Tabulka"/>
            </w:pPr>
            <w:r w:rsidRPr="00BD6F42">
              <w:t>2</w:t>
            </w:r>
          </w:p>
        </w:tc>
        <w:tc>
          <w:tcPr>
            <w:tcW w:w="3544" w:type="dxa"/>
          </w:tcPr>
          <w:p w14:paraId="2D4386AB" w14:textId="541E90F2" w:rsidR="008A4D1B" w:rsidRPr="005535F8" w:rsidRDefault="008A4D1B" w:rsidP="0007452F">
            <w:pPr>
              <w:pStyle w:val="Tabulka"/>
              <w:cnfStyle w:val="000000000000" w:firstRow="0" w:lastRow="0" w:firstColumn="0" w:lastColumn="0" w:oddVBand="0" w:evenVBand="0" w:oddHBand="0" w:evenHBand="0" w:firstRowFirstColumn="0" w:firstRowLastColumn="0" w:lastRowFirstColumn="0" w:lastRowLastColumn="0"/>
            </w:pPr>
            <w:r w:rsidRPr="005535F8">
              <w:t xml:space="preserve">Zpracování PDPS </w:t>
            </w:r>
            <w:r w:rsidR="00ED5FDD" w:rsidRPr="005535F8">
              <w:t>dle vyhlášky č.</w:t>
            </w:r>
            <w:r w:rsidR="003D178E" w:rsidRPr="005535F8">
              <w:t> </w:t>
            </w:r>
            <w:r w:rsidR="00AA09CD" w:rsidRPr="005535F8">
              <w:t>227/2024 Sb. v platném znění</w:t>
            </w:r>
            <w:r w:rsidR="00ED5FDD" w:rsidRPr="005535F8">
              <w:t xml:space="preserve"> </w:t>
            </w:r>
            <w:r w:rsidR="004500D2" w:rsidRPr="005535F8">
              <w:t>a </w:t>
            </w:r>
            <w:r w:rsidR="00ED5FDD" w:rsidRPr="005535F8">
              <w:t>v</w:t>
            </w:r>
            <w:r w:rsidR="003D178E" w:rsidRPr="005535F8">
              <w:t> </w:t>
            </w:r>
            <w:r w:rsidR="00ED5FDD" w:rsidRPr="005535F8">
              <w:t xml:space="preserve">rozpracování dle směrnice SŽ SM011 a dle VTP a ZTP, vyjma části dokumentace uvedené níže v bodech 3, 4 a 5 </w:t>
            </w:r>
          </w:p>
        </w:tc>
        <w:tc>
          <w:tcPr>
            <w:tcW w:w="974" w:type="dxa"/>
          </w:tcPr>
          <w:p w14:paraId="12920918" w14:textId="77777777" w:rsidR="008A4D1B" w:rsidRPr="005535F8"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5535F8">
              <w:t>hod</w:t>
            </w:r>
          </w:p>
        </w:tc>
        <w:tc>
          <w:tcPr>
            <w:tcW w:w="1082" w:type="dxa"/>
          </w:tcPr>
          <w:p w14:paraId="07738F53" w14:textId="77777777" w:rsidR="008A4D1B" w:rsidRPr="005535F8"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204" w:type="dxa"/>
          </w:tcPr>
          <w:p w14:paraId="774E2011" w14:textId="77777777" w:rsidR="008A4D1B" w:rsidRPr="005535F8"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0B311FDE" w14:textId="77777777" w:rsidR="008A4D1B" w:rsidRPr="005535F8"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r>
      <w:tr w:rsidR="00BD6F42" w:rsidRPr="00BD6F42" w14:paraId="58424A93"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7EA3EE4A" w14:textId="77777777" w:rsidR="008A4D1B" w:rsidRPr="00BD6F42" w:rsidRDefault="008A4D1B" w:rsidP="0008410C">
            <w:pPr>
              <w:pStyle w:val="Tabulka"/>
            </w:pPr>
            <w:r w:rsidRPr="00BD6F42">
              <w:t>3</w:t>
            </w:r>
          </w:p>
        </w:tc>
        <w:tc>
          <w:tcPr>
            <w:tcW w:w="3544" w:type="dxa"/>
          </w:tcPr>
          <w:p w14:paraId="71F98FC8" w14:textId="77777777" w:rsidR="008A4D1B" w:rsidRPr="005535F8" w:rsidRDefault="008A4D1B" w:rsidP="0007452F">
            <w:pPr>
              <w:pStyle w:val="Tabulka"/>
              <w:cnfStyle w:val="000000000000" w:firstRow="0" w:lastRow="0" w:firstColumn="0" w:lastColumn="0" w:oddVBand="0" w:evenVBand="0" w:oddHBand="0" w:evenHBand="0" w:firstRowFirstColumn="0" w:firstRowLastColumn="0" w:lastRowFirstColumn="0" w:lastRowLastColumn="0"/>
            </w:pPr>
            <w:r w:rsidRPr="005535F8">
              <w:t>Stanovení nákladů stavby v rozsahu položkových rozpočtů jednotlivých SO a PS a souhrnného rozpočtu stavby (v rozsahu požadavků Směrnice SŽDC č.</w:t>
            </w:r>
            <w:r w:rsidR="003D178E" w:rsidRPr="005535F8">
              <w:t> </w:t>
            </w:r>
            <w:r w:rsidRPr="005535F8">
              <w:t>20 v platném zněn</w:t>
            </w:r>
            <w:r w:rsidR="00ED5FDD" w:rsidRPr="005535F8">
              <w:t>í), směrnice SŽ SM011</w:t>
            </w:r>
            <w:r w:rsidR="004500D2" w:rsidRPr="005535F8">
              <w:t xml:space="preserve"> (</w:t>
            </w:r>
            <w:r w:rsidR="00ED5FDD" w:rsidRPr="005535F8">
              <w:t>příloha příslušného stupně dokumentace</w:t>
            </w:r>
            <w:r w:rsidR="005A2756" w:rsidRPr="005535F8">
              <w:t xml:space="preserve"> </w:t>
            </w:r>
            <w:r w:rsidR="00ED5FDD" w:rsidRPr="005535F8">
              <w:t>Dokladová část</w:t>
            </w:r>
            <w:r w:rsidR="005A2756" w:rsidRPr="005535F8">
              <w:t xml:space="preserve"> </w:t>
            </w:r>
            <w:r w:rsidR="00ED5FDD" w:rsidRPr="005535F8">
              <w:t>- Náklady stavby</w:t>
            </w:r>
            <w:r w:rsidR="005A2756" w:rsidRPr="005535F8">
              <w:t>)</w:t>
            </w:r>
            <w:r w:rsidR="00ED5FDD" w:rsidRPr="005535F8">
              <w:t xml:space="preserve"> a</w:t>
            </w:r>
            <w:r w:rsidR="003D178E" w:rsidRPr="005535F8">
              <w:t> </w:t>
            </w:r>
            <w:r w:rsidR="005A2756" w:rsidRPr="005535F8">
              <w:t xml:space="preserve">dle </w:t>
            </w:r>
            <w:r w:rsidR="00ED5FDD" w:rsidRPr="005535F8">
              <w:t>požadavků VTP a ZTP</w:t>
            </w:r>
          </w:p>
        </w:tc>
        <w:tc>
          <w:tcPr>
            <w:tcW w:w="974" w:type="dxa"/>
          </w:tcPr>
          <w:p w14:paraId="0E0DD216" w14:textId="77777777" w:rsidR="008A4D1B" w:rsidRPr="005535F8"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5535F8">
              <w:t>hod</w:t>
            </w:r>
          </w:p>
        </w:tc>
        <w:tc>
          <w:tcPr>
            <w:tcW w:w="1082" w:type="dxa"/>
          </w:tcPr>
          <w:p w14:paraId="43415528" w14:textId="77777777" w:rsidR="008A4D1B" w:rsidRPr="005535F8"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204" w:type="dxa"/>
          </w:tcPr>
          <w:p w14:paraId="3C6CBE17" w14:textId="77777777" w:rsidR="008A4D1B" w:rsidRPr="005535F8"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32C55B0A" w14:textId="77777777" w:rsidR="008A4D1B" w:rsidRPr="005535F8"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r>
      <w:tr w:rsidR="00BD6F42" w:rsidRPr="00BD6F42" w14:paraId="2A35C044"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0233CF3C" w14:textId="77777777" w:rsidR="008A4D1B" w:rsidRPr="00BD6F42" w:rsidRDefault="008A4D1B" w:rsidP="0008410C">
            <w:pPr>
              <w:pStyle w:val="Tabulka"/>
            </w:pPr>
            <w:r w:rsidRPr="00BD6F42">
              <w:t>4</w:t>
            </w:r>
          </w:p>
        </w:tc>
        <w:tc>
          <w:tcPr>
            <w:tcW w:w="3544" w:type="dxa"/>
          </w:tcPr>
          <w:p w14:paraId="18A1DE82" w14:textId="77777777" w:rsidR="008A4D1B" w:rsidRPr="005535F8" w:rsidRDefault="00ED5FDD">
            <w:pPr>
              <w:pStyle w:val="Tabulka"/>
              <w:cnfStyle w:val="000000000000" w:firstRow="0" w:lastRow="0" w:firstColumn="0" w:lastColumn="0" w:oddVBand="0" w:evenVBand="0" w:oddHBand="0" w:evenHBand="0" w:firstRowFirstColumn="0" w:firstRowLastColumn="0" w:lastRowFirstColumn="0" w:lastRowLastColumn="0"/>
            </w:pPr>
            <w:r w:rsidRPr="005535F8">
              <w:t>Dokladová část pro správní řízení a</w:t>
            </w:r>
            <w:r w:rsidR="003D178E" w:rsidRPr="005535F8">
              <w:t> </w:t>
            </w:r>
            <w:r w:rsidRPr="005535F8">
              <w:t>Doklady</w:t>
            </w:r>
            <w:r w:rsidRPr="005535F8">
              <w:rPr>
                <w:strike/>
              </w:rPr>
              <w:t xml:space="preserve"> </w:t>
            </w:r>
            <w:r w:rsidRPr="005535F8">
              <w:t xml:space="preserve">objednatele, dle směrnice SŽ SM011 </w:t>
            </w:r>
            <w:r w:rsidR="005A2756" w:rsidRPr="005535F8">
              <w:t>(</w:t>
            </w:r>
            <w:r w:rsidRPr="005535F8">
              <w:t>příloha příslušného stupně dokumentace Dokladová část</w:t>
            </w:r>
            <w:r w:rsidR="005A2756" w:rsidRPr="005535F8">
              <w:t>)</w:t>
            </w:r>
            <w:r w:rsidRPr="005535F8">
              <w:t xml:space="preserve"> a </w:t>
            </w:r>
            <w:r w:rsidR="005A2756" w:rsidRPr="005535F8">
              <w:t xml:space="preserve">dle </w:t>
            </w:r>
            <w:r w:rsidRPr="005535F8">
              <w:t>požadavků VTP a ZTP, včetně související inženýrské činnosti</w:t>
            </w:r>
          </w:p>
        </w:tc>
        <w:tc>
          <w:tcPr>
            <w:tcW w:w="974" w:type="dxa"/>
          </w:tcPr>
          <w:p w14:paraId="14E1CD11" w14:textId="77777777" w:rsidR="008A4D1B" w:rsidRPr="005535F8"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5535F8">
              <w:t>hod</w:t>
            </w:r>
          </w:p>
        </w:tc>
        <w:tc>
          <w:tcPr>
            <w:tcW w:w="1082" w:type="dxa"/>
          </w:tcPr>
          <w:p w14:paraId="3584B342" w14:textId="77777777" w:rsidR="008A4D1B" w:rsidRPr="005535F8"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204" w:type="dxa"/>
          </w:tcPr>
          <w:p w14:paraId="3EDDB9A7" w14:textId="77777777" w:rsidR="008A4D1B" w:rsidRPr="005535F8"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5B280ADE" w14:textId="77777777" w:rsidR="008A4D1B" w:rsidRPr="005535F8"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r>
      <w:tr w:rsidR="00BD6F42" w:rsidRPr="00BD6F42" w14:paraId="3110D6B3"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6B1DAD78" w14:textId="77777777" w:rsidR="008A4D1B" w:rsidRPr="00301B36" w:rsidRDefault="008A4D1B" w:rsidP="0008410C">
            <w:pPr>
              <w:pStyle w:val="Tabulka"/>
              <w:rPr>
                <w:highlight w:val="green"/>
              </w:rPr>
            </w:pPr>
            <w:r w:rsidRPr="00F40DDA">
              <w:t>5</w:t>
            </w:r>
          </w:p>
        </w:tc>
        <w:tc>
          <w:tcPr>
            <w:tcW w:w="3544" w:type="dxa"/>
          </w:tcPr>
          <w:p w14:paraId="6C94BA58" w14:textId="77777777" w:rsidR="00ED5FDD" w:rsidRPr="005535F8" w:rsidRDefault="00ED5FDD" w:rsidP="00ED5FDD">
            <w:pPr>
              <w:pStyle w:val="Tabulka"/>
              <w:cnfStyle w:val="000000000000" w:firstRow="0" w:lastRow="0" w:firstColumn="0" w:lastColumn="0" w:oddVBand="0" w:evenVBand="0" w:oddHBand="0" w:evenHBand="0" w:firstRowFirstColumn="0" w:firstRowLastColumn="0" w:lastRowFirstColumn="0" w:lastRowLastColumn="0"/>
            </w:pPr>
            <w:r w:rsidRPr="005535F8">
              <w:t>Dokumentace Fyzická ochrana objektu, dle směrnice SŽ SM011, příloha příslušného stupně dokumentace Dokladová část a</w:t>
            </w:r>
            <w:r w:rsidR="003D178E" w:rsidRPr="005535F8">
              <w:t> </w:t>
            </w:r>
            <w:r w:rsidR="005A2756" w:rsidRPr="005535F8">
              <w:t xml:space="preserve">dle </w:t>
            </w:r>
            <w:r w:rsidRPr="005535F8">
              <w:t>požadavků VTP a ZTP</w:t>
            </w:r>
          </w:p>
          <w:p w14:paraId="20BDB596" w14:textId="68814605" w:rsidR="008A4D1B" w:rsidRPr="005535F8" w:rsidRDefault="008A4D1B" w:rsidP="00ED5FDD">
            <w:pPr>
              <w:pStyle w:val="Tabulka"/>
              <w:cnfStyle w:val="000000000000" w:firstRow="0" w:lastRow="0" w:firstColumn="0" w:lastColumn="0" w:oddVBand="0" w:evenVBand="0" w:oddHBand="0" w:evenHBand="0" w:firstRowFirstColumn="0" w:firstRowLastColumn="0" w:lastRowFirstColumn="0" w:lastRowLastColumn="0"/>
            </w:pPr>
          </w:p>
        </w:tc>
        <w:tc>
          <w:tcPr>
            <w:tcW w:w="974" w:type="dxa"/>
          </w:tcPr>
          <w:p w14:paraId="28EBF976" w14:textId="77777777" w:rsidR="008A4D1B" w:rsidRPr="005535F8"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5535F8">
              <w:t>hod</w:t>
            </w:r>
          </w:p>
        </w:tc>
        <w:tc>
          <w:tcPr>
            <w:tcW w:w="1082" w:type="dxa"/>
          </w:tcPr>
          <w:p w14:paraId="7FCDDFA8" w14:textId="77777777" w:rsidR="008A4D1B" w:rsidRPr="005535F8"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204" w:type="dxa"/>
          </w:tcPr>
          <w:p w14:paraId="180A2E4A" w14:textId="77777777" w:rsidR="008A4D1B" w:rsidRPr="005535F8"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599E82E8" w14:textId="77777777" w:rsidR="008A4D1B" w:rsidRPr="005535F8"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r>
      <w:tr w:rsidR="00BD6F42" w:rsidRPr="00BD6F42" w14:paraId="17ED6218"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6E095163" w14:textId="77777777" w:rsidR="00C95774" w:rsidRPr="00BD6F42" w:rsidRDefault="00C95774" w:rsidP="00B56004">
            <w:pPr>
              <w:pStyle w:val="Tabulka"/>
            </w:pPr>
            <w:r w:rsidRPr="00BD6F42">
              <w:t>6</w:t>
            </w:r>
          </w:p>
        </w:tc>
        <w:tc>
          <w:tcPr>
            <w:tcW w:w="3544" w:type="dxa"/>
          </w:tcPr>
          <w:p w14:paraId="7684444A" w14:textId="2B31CE9E" w:rsidR="00C95774" w:rsidRPr="005535F8" w:rsidRDefault="00C95774" w:rsidP="0007452F">
            <w:pPr>
              <w:pStyle w:val="Tabulka"/>
              <w:cnfStyle w:val="000000000000" w:firstRow="0" w:lastRow="0" w:firstColumn="0" w:lastColumn="0" w:oddVBand="0" w:evenVBand="0" w:oddHBand="0" w:evenHBand="0" w:firstRowFirstColumn="0" w:firstRowLastColumn="0" w:lastRowFirstColumn="0" w:lastRowLastColumn="0"/>
            </w:pPr>
            <w:r w:rsidRPr="005535F8">
              <w:t xml:space="preserve">Definitivní odevzdání </w:t>
            </w:r>
            <w:r w:rsidR="00473848" w:rsidRPr="005535F8">
              <w:t>DPS</w:t>
            </w:r>
            <w:r w:rsidRPr="005535F8">
              <w:t>, dle SOD v listinné formě (v rozsahu a počtu dle požadavku VTP a ZTP)</w:t>
            </w:r>
          </w:p>
        </w:tc>
        <w:tc>
          <w:tcPr>
            <w:tcW w:w="974" w:type="dxa"/>
          </w:tcPr>
          <w:p w14:paraId="4B3CB881" w14:textId="77777777" w:rsidR="00C95774" w:rsidRPr="005535F8" w:rsidRDefault="00C95774" w:rsidP="00B56004">
            <w:pPr>
              <w:pStyle w:val="Tabulka"/>
              <w:cnfStyle w:val="000000000000" w:firstRow="0" w:lastRow="0" w:firstColumn="0" w:lastColumn="0" w:oddVBand="0" w:evenVBand="0" w:oddHBand="0" w:evenHBand="0" w:firstRowFirstColumn="0" w:firstRowLastColumn="0" w:lastRowFirstColumn="0" w:lastRowLastColumn="0"/>
            </w:pPr>
            <w:r w:rsidRPr="005535F8">
              <w:t>kpl</w:t>
            </w:r>
          </w:p>
        </w:tc>
        <w:tc>
          <w:tcPr>
            <w:tcW w:w="1082" w:type="dxa"/>
          </w:tcPr>
          <w:p w14:paraId="737EFCCF" w14:textId="77777777" w:rsidR="00C95774" w:rsidRPr="005535F8" w:rsidRDefault="00C95774" w:rsidP="00B56004">
            <w:pPr>
              <w:pStyle w:val="Tabulka"/>
              <w:cnfStyle w:val="000000000000" w:firstRow="0" w:lastRow="0" w:firstColumn="0" w:lastColumn="0" w:oddVBand="0" w:evenVBand="0" w:oddHBand="0" w:evenHBand="0" w:firstRowFirstColumn="0" w:firstRowLastColumn="0" w:lastRowFirstColumn="0" w:lastRowLastColumn="0"/>
            </w:pPr>
            <w:r w:rsidRPr="005535F8">
              <w:t>1</w:t>
            </w:r>
          </w:p>
        </w:tc>
        <w:tc>
          <w:tcPr>
            <w:tcW w:w="1204" w:type="dxa"/>
          </w:tcPr>
          <w:p w14:paraId="69B58A22" w14:textId="77777777" w:rsidR="00C95774" w:rsidRPr="005535F8" w:rsidRDefault="00C95774" w:rsidP="00B56004">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74811AC8" w14:textId="77777777" w:rsidR="00C95774" w:rsidRPr="005535F8" w:rsidRDefault="00C95774" w:rsidP="00B56004">
            <w:pPr>
              <w:pStyle w:val="Tabulka"/>
              <w:cnfStyle w:val="000000000000" w:firstRow="0" w:lastRow="0" w:firstColumn="0" w:lastColumn="0" w:oddVBand="0" w:evenVBand="0" w:oddHBand="0" w:evenHBand="0" w:firstRowFirstColumn="0" w:firstRowLastColumn="0" w:lastRowFirstColumn="0" w:lastRowLastColumn="0"/>
            </w:pPr>
          </w:p>
        </w:tc>
      </w:tr>
      <w:tr w:rsidR="00BD6F42" w:rsidRPr="00BD6F42" w14:paraId="66634DC2"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08D8FAE1" w14:textId="77777777" w:rsidR="008A4D1B" w:rsidRPr="00BD6F42" w:rsidRDefault="00020257" w:rsidP="0008410C">
            <w:pPr>
              <w:pStyle w:val="Tabulka"/>
            </w:pPr>
            <w:r w:rsidRPr="00BD6F42">
              <w:t>7</w:t>
            </w:r>
          </w:p>
        </w:tc>
        <w:tc>
          <w:tcPr>
            <w:tcW w:w="3544" w:type="dxa"/>
          </w:tcPr>
          <w:p w14:paraId="071D3A25" w14:textId="412B2DEB" w:rsidR="008A4D1B" w:rsidRPr="005535F8" w:rsidRDefault="008A4D1B" w:rsidP="00020257">
            <w:pPr>
              <w:pStyle w:val="Tabulka"/>
              <w:cnfStyle w:val="000000000000" w:firstRow="0" w:lastRow="0" w:firstColumn="0" w:lastColumn="0" w:oddVBand="0" w:evenVBand="0" w:oddHBand="0" w:evenHBand="0" w:firstRowFirstColumn="0" w:firstRowLastColumn="0" w:lastRowFirstColumn="0" w:lastRowLastColumn="0"/>
            </w:pPr>
            <w:r w:rsidRPr="005535F8">
              <w:t>Definitivní odevzdání PDPS, dle SOD v listinné formě (</w:t>
            </w:r>
            <w:r w:rsidR="00C95774" w:rsidRPr="005535F8">
              <w:t xml:space="preserve">v rozsahu a počtu dle </w:t>
            </w:r>
            <w:r w:rsidRPr="005535F8">
              <w:t>požadavku VTP a ZTP)</w:t>
            </w:r>
          </w:p>
        </w:tc>
        <w:tc>
          <w:tcPr>
            <w:tcW w:w="974" w:type="dxa"/>
          </w:tcPr>
          <w:p w14:paraId="074C5DF5" w14:textId="77777777" w:rsidR="008A4D1B" w:rsidRPr="005535F8" w:rsidRDefault="00C95774" w:rsidP="0008410C">
            <w:pPr>
              <w:pStyle w:val="Tabulka"/>
              <w:cnfStyle w:val="000000000000" w:firstRow="0" w:lastRow="0" w:firstColumn="0" w:lastColumn="0" w:oddVBand="0" w:evenVBand="0" w:oddHBand="0" w:evenHBand="0" w:firstRowFirstColumn="0" w:firstRowLastColumn="0" w:lastRowFirstColumn="0" w:lastRowLastColumn="0"/>
            </w:pPr>
            <w:r w:rsidRPr="005535F8">
              <w:t>kpl</w:t>
            </w:r>
          </w:p>
        </w:tc>
        <w:tc>
          <w:tcPr>
            <w:tcW w:w="1082" w:type="dxa"/>
          </w:tcPr>
          <w:p w14:paraId="17BD428B" w14:textId="77777777" w:rsidR="008A4D1B" w:rsidRPr="005535F8" w:rsidRDefault="00C95774" w:rsidP="0008410C">
            <w:pPr>
              <w:pStyle w:val="Tabulka"/>
              <w:cnfStyle w:val="000000000000" w:firstRow="0" w:lastRow="0" w:firstColumn="0" w:lastColumn="0" w:oddVBand="0" w:evenVBand="0" w:oddHBand="0" w:evenHBand="0" w:firstRowFirstColumn="0" w:firstRowLastColumn="0" w:lastRowFirstColumn="0" w:lastRowLastColumn="0"/>
            </w:pPr>
            <w:r w:rsidRPr="005535F8">
              <w:t>1</w:t>
            </w:r>
          </w:p>
        </w:tc>
        <w:tc>
          <w:tcPr>
            <w:tcW w:w="1204" w:type="dxa"/>
          </w:tcPr>
          <w:p w14:paraId="52AE8D5C" w14:textId="77777777" w:rsidR="008A4D1B" w:rsidRPr="005535F8"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0D71EB7A" w14:textId="77777777" w:rsidR="008A4D1B" w:rsidRPr="005535F8"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r>
      <w:tr w:rsidR="00BD6F42" w:rsidRPr="00BD6F42" w14:paraId="76740B98"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0AAAEC4A" w14:textId="77777777" w:rsidR="00C95774" w:rsidRPr="00BD6F42" w:rsidRDefault="00020257" w:rsidP="00B56004">
            <w:pPr>
              <w:pStyle w:val="Tabulka"/>
            </w:pPr>
            <w:r w:rsidRPr="00BD6F42">
              <w:t>8</w:t>
            </w:r>
          </w:p>
        </w:tc>
        <w:tc>
          <w:tcPr>
            <w:tcW w:w="3544" w:type="dxa"/>
          </w:tcPr>
          <w:p w14:paraId="5A377A12" w14:textId="22C778AF" w:rsidR="00C95774" w:rsidRPr="005535F8" w:rsidRDefault="00C95774" w:rsidP="0007452F">
            <w:pPr>
              <w:pStyle w:val="Tabulka"/>
              <w:cnfStyle w:val="000000000000" w:firstRow="0" w:lastRow="0" w:firstColumn="0" w:lastColumn="0" w:oddVBand="0" w:evenVBand="0" w:oddHBand="0" w:evenHBand="0" w:firstRowFirstColumn="0" w:firstRowLastColumn="0" w:lastRowFirstColumn="0" w:lastRowLastColumn="0"/>
            </w:pPr>
            <w:r w:rsidRPr="005535F8">
              <w:t>Definitivní odevzdání</w:t>
            </w:r>
            <w:r w:rsidR="00473848" w:rsidRPr="005535F8">
              <w:t xml:space="preserve"> DPS</w:t>
            </w:r>
            <w:r w:rsidRPr="005535F8">
              <w:t>, dle SOD v</w:t>
            </w:r>
            <w:r w:rsidR="003D178E" w:rsidRPr="005535F8">
              <w:t> </w:t>
            </w:r>
            <w:r w:rsidRPr="005535F8">
              <w:t>elektronické formě (v rozsahu a</w:t>
            </w:r>
            <w:r w:rsidR="003D178E" w:rsidRPr="005535F8">
              <w:t> </w:t>
            </w:r>
            <w:r w:rsidRPr="005535F8">
              <w:t>počtu dle požadavku VTP a ZTP)</w:t>
            </w:r>
          </w:p>
        </w:tc>
        <w:tc>
          <w:tcPr>
            <w:tcW w:w="974" w:type="dxa"/>
          </w:tcPr>
          <w:p w14:paraId="1D52DE4E" w14:textId="77777777" w:rsidR="00C95774" w:rsidRPr="005535F8" w:rsidRDefault="00C95774" w:rsidP="00B56004">
            <w:pPr>
              <w:pStyle w:val="Tabulka"/>
              <w:cnfStyle w:val="000000000000" w:firstRow="0" w:lastRow="0" w:firstColumn="0" w:lastColumn="0" w:oddVBand="0" w:evenVBand="0" w:oddHBand="0" w:evenHBand="0" w:firstRowFirstColumn="0" w:firstRowLastColumn="0" w:lastRowFirstColumn="0" w:lastRowLastColumn="0"/>
            </w:pPr>
            <w:r w:rsidRPr="005535F8">
              <w:t>kpl</w:t>
            </w:r>
          </w:p>
        </w:tc>
        <w:tc>
          <w:tcPr>
            <w:tcW w:w="1082" w:type="dxa"/>
          </w:tcPr>
          <w:p w14:paraId="0F27210B" w14:textId="77777777" w:rsidR="00C95774" w:rsidRPr="005535F8" w:rsidRDefault="00C95774" w:rsidP="00B56004">
            <w:pPr>
              <w:pStyle w:val="Tabulka"/>
              <w:cnfStyle w:val="000000000000" w:firstRow="0" w:lastRow="0" w:firstColumn="0" w:lastColumn="0" w:oddVBand="0" w:evenVBand="0" w:oddHBand="0" w:evenHBand="0" w:firstRowFirstColumn="0" w:firstRowLastColumn="0" w:lastRowFirstColumn="0" w:lastRowLastColumn="0"/>
            </w:pPr>
            <w:r w:rsidRPr="005535F8">
              <w:t>1</w:t>
            </w:r>
          </w:p>
        </w:tc>
        <w:tc>
          <w:tcPr>
            <w:tcW w:w="1204" w:type="dxa"/>
          </w:tcPr>
          <w:p w14:paraId="6B2B5A24" w14:textId="77777777" w:rsidR="00C95774" w:rsidRPr="005535F8" w:rsidRDefault="00C95774" w:rsidP="00B56004">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792E0B4A" w14:textId="77777777" w:rsidR="00C95774" w:rsidRPr="005535F8" w:rsidRDefault="00C95774" w:rsidP="00B56004">
            <w:pPr>
              <w:pStyle w:val="Tabulka"/>
              <w:cnfStyle w:val="000000000000" w:firstRow="0" w:lastRow="0" w:firstColumn="0" w:lastColumn="0" w:oddVBand="0" w:evenVBand="0" w:oddHBand="0" w:evenHBand="0" w:firstRowFirstColumn="0" w:firstRowLastColumn="0" w:lastRowFirstColumn="0" w:lastRowLastColumn="0"/>
            </w:pPr>
          </w:p>
        </w:tc>
      </w:tr>
      <w:tr w:rsidR="00BD6F42" w:rsidRPr="00BD6F42" w14:paraId="2C2F390A"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5CEDADD8" w14:textId="77777777" w:rsidR="008A4D1B" w:rsidRPr="00BD6F42" w:rsidRDefault="00020257" w:rsidP="0008410C">
            <w:pPr>
              <w:pStyle w:val="Tabulka"/>
            </w:pPr>
            <w:r w:rsidRPr="00BD6F42">
              <w:t>9</w:t>
            </w:r>
          </w:p>
        </w:tc>
        <w:tc>
          <w:tcPr>
            <w:tcW w:w="3544" w:type="dxa"/>
          </w:tcPr>
          <w:p w14:paraId="25331967" w14:textId="621F42FF" w:rsidR="008A4D1B" w:rsidRPr="005535F8" w:rsidRDefault="008A4D1B" w:rsidP="0007452F">
            <w:pPr>
              <w:pStyle w:val="Tabulka"/>
              <w:cnfStyle w:val="000000000000" w:firstRow="0" w:lastRow="0" w:firstColumn="0" w:lastColumn="0" w:oddVBand="0" w:evenVBand="0" w:oddHBand="0" w:evenHBand="0" w:firstRowFirstColumn="0" w:firstRowLastColumn="0" w:lastRowFirstColumn="0" w:lastRowLastColumn="0"/>
            </w:pPr>
            <w:r w:rsidRPr="005535F8">
              <w:t xml:space="preserve">Definitivní odevzdání PDPS, dle SOD v elektronické formě </w:t>
            </w:r>
            <w:r w:rsidR="00C95774" w:rsidRPr="005535F8">
              <w:t>(v rozsahu a</w:t>
            </w:r>
            <w:r w:rsidR="003D178E" w:rsidRPr="005535F8">
              <w:t> </w:t>
            </w:r>
            <w:r w:rsidR="00C95774" w:rsidRPr="005535F8">
              <w:t xml:space="preserve">počtu </w:t>
            </w:r>
            <w:r w:rsidRPr="005535F8">
              <w:t>dle požadavku VTP a ZTP)</w:t>
            </w:r>
          </w:p>
        </w:tc>
        <w:tc>
          <w:tcPr>
            <w:tcW w:w="974" w:type="dxa"/>
          </w:tcPr>
          <w:p w14:paraId="34624768" w14:textId="77777777" w:rsidR="008A4D1B" w:rsidRPr="005535F8" w:rsidRDefault="00C95774" w:rsidP="0008410C">
            <w:pPr>
              <w:pStyle w:val="Tabulka"/>
              <w:cnfStyle w:val="000000000000" w:firstRow="0" w:lastRow="0" w:firstColumn="0" w:lastColumn="0" w:oddVBand="0" w:evenVBand="0" w:oddHBand="0" w:evenHBand="0" w:firstRowFirstColumn="0" w:firstRowLastColumn="0" w:lastRowFirstColumn="0" w:lastRowLastColumn="0"/>
            </w:pPr>
            <w:r w:rsidRPr="005535F8">
              <w:t>kpl</w:t>
            </w:r>
          </w:p>
        </w:tc>
        <w:tc>
          <w:tcPr>
            <w:tcW w:w="1082" w:type="dxa"/>
          </w:tcPr>
          <w:p w14:paraId="395A2318" w14:textId="77777777" w:rsidR="008A4D1B" w:rsidRPr="005535F8" w:rsidRDefault="00C95774" w:rsidP="0008410C">
            <w:pPr>
              <w:pStyle w:val="Tabulka"/>
              <w:cnfStyle w:val="000000000000" w:firstRow="0" w:lastRow="0" w:firstColumn="0" w:lastColumn="0" w:oddVBand="0" w:evenVBand="0" w:oddHBand="0" w:evenHBand="0" w:firstRowFirstColumn="0" w:firstRowLastColumn="0" w:lastRowFirstColumn="0" w:lastRowLastColumn="0"/>
            </w:pPr>
            <w:r w:rsidRPr="005535F8">
              <w:t>1</w:t>
            </w:r>
          </w:p>
        </w:tc>
        <w:tc>
          <w:tcPr>
            <w:tcW w:w="1204" w:type="dxa"/>
          </w:tcPr>
          <w:p w14:paraId="5201200B" w14:textId="77777777" w:rsidR="008A4D1B" w:rsidRPr="005535F8"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1037150C" w14:textId="77777777" w:rsidR="008A4D1B" w:rsidRPr="005535F8"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r>
      <w:tr w:rsidR="00BD6F42" w:rsidRPr="00BD6F42" w14:paraId="466B4146" w14:textId="77777777" w:rsidTr="00B56004">
        <w:tc>
          <w:tcPr>
            <w:cnfStyle w:val="001000000000" w:firstRow="0" w:lastRow="0" w:firstColumn="1" w:lastColumn="0" w:oddVBand="0" w:evenVBand="0" w:oddHBand="0" w:evenHBand="0" w:firstRowFirstColumn="0" w:firstRowLastColumn="0" w:lastRowFirstColumn="0" w:lastRowLastColumn="0"/>
            <w:tcW w:w="7371" w:type="dxa"/>
            <w:gridSpan w:val="5"/>
          </w:tcPr>
          <w:p w14:paraId="2AABF9A5" w14:textId="77777777" w:rsidR="00BD6F42" w:rsidRPr="00BD6F42" w:rsidRDefault="00BD6F42" w:rsidP="0008410C">
            <w:pPr>
              <w:pStyle w:val="Tabulka"/>
              <w:rPr>
                <w:b/>
              </w:rPr>
            </w:pPr>
            <w:r w:rsidRPr="00BD6F42">
              <w:rPr>
                <w:b/>
              </w:rPr>
              <w:lastRenderedPageBreak/>
              <w:t>Celkem za základní služby:</w:t>
            </w:r>
          </w:p>
        </w:tc>
        <w:tc>
          <w:tcPr>
            <w:tcW w:w="1361" w:type="dxa"/>
          </w:tcPr>
          <w:p w14:paraId="2294ED95" w14:textId="77777777" w:rsidR="00BD6F42" w:rsidRPr="00BD6F42" w:rsidRDefault="00BD6F42" w:rsidP="0008410C">
            <w:pPr>
              <w:pStyle w:val="Tabulka"/>
              <w:cnfStyle w:val="000000000000" w:firstRow="0" w:lastRow="0" w:firstColumn="0" w:lastColumn="0" w:oddVBand="0" w:evenVBand="0" w:oddHBand="0" w:evenHBand="0" w:firstRowFirstColumn="0" w:firstRowLastColumn="0" w:lastRowFirstColumn="0" w:lastRowLastColumn="0"/>
              <w:rPr>
                <w:b/>
              </w:rPr>
            </w:pPr>
          </w:p>
        </w:tc>
      </w:tr>
    </w:tbl>
    <w:p w14:paraId="1BB3F399" w14:textId="77777777" w:rsidR="00916F55" w:rsidRPr="00BD6F42" w:rsidRDefault="00916F55" w:rsidP="008A4D1B">
      <w:pPr>
        <w:pStyle w:val="Textbezodsazen"/>
      </w:pPr>
    </w:p>
    <w:p w14:paraId="6194EDE7" w14:textId="77777777" w:rsidR="008A4D1B" w:rsidRPr="00611DDF" w:rsidRDefault="008A4D1B" w:rsidP="008A4D1B">
      <w:pPr>
        <w:pStyle w:val="Textbezodsazen"/>
        <w:rPr>
          <w:sz w:val="16"/>
          <w:szCs w:val="16"/>
        </w:rPr>
      </w:pPr>
      <w:r w:rsidRPr="00611DDF">
        <w:rPr>
          <w:sz w:val="16"/>
          <w:szCs w:val="16"/>
        </w:rPr>
        <w:t>*) nevyplněné údaje [</w:t>
      </w:r>
      <w:r w:rsidRPr="00611DDF">
        <w:rPr>
          <w:sz w:val="16"/>
          <w:szCs w:val="16"/>
          <w:highlight w:val="yellow"/>
        </w:rPr>
        <w:t>VLOŽÍ ZHOTOVITEL]</w:t>
      </w:r>
    </w:p>
    <w:p w14:paraId="29778F09" w14:textId="77777777" w:rsidR="008A4D1B" w:rsidRPr="00611DDF" w:rsidRDefault="008A4D1B" w:rsidP="008A4D1B">
      <w:pPr>
        <w:pStyle w:val="Textbezodsazen"/>
        <w:rPr>
          <w:sz w:val="16"/>
          <w:szCs w:val="16"/>
        </w:rPr>
      </w:pPr>
      <w:r w:rsidRPr="00611DDF">
        <w:rPr>
          <w:sz w:val="16"/>
          <w:szCs w:val="16"/>
        </w:rPr>
        <w:t>Všechny ceny jsou uvedené v Kč bez DPH.</w:t>
      </w:r>
    </w:p>
    <w:p w14:paraId="6AB7171F" w14:textId="77777777" w:rsidR="00B06D17" w:rsidRDefault="00B06D17" w:rsidP="008A4D1B">
      <w:pPr>
        <w:pStyle w:val="Textbezodsazen"/>
      </w:pPr>
    </w:p>
    <w:p w14:paraId="0CFEEBB6" w14:textId="50D0511C" w:rsidR="008A4D1B" w:rsidRDefault="00760192" w:rsidP="0047019B">
      <w:pPr>
        <w:pStyle w:val="Nadpisbezsl1-2"/>
        <w:outlineLvl w:val="2"/>
      </w:pPr>
      <w:r>
        <w:t>2.</w:t>
      </w:r>
      <w:r>
        <w:tab/>
      </w:r>
      <w:r w:rsidR="008A4D1B">
        <w:t xml:space="preserve">Dodatečné služby na zpracování </w:t>
      </w:r>
      <w:r w:rsidR="00E05654">
        <w:t>DPS</w:t>
      </w:r>
      <w:r w:rsidR="008A4D1B">
        <w:t xml:space="preserve"> a PDPS:</w:t>
      </w:r>
    </w:p>
    <w:tbl>
      <w:tblPr>
        <w:tblStyle w:val="TabulkaS-zhlav"/>
        <w:tblW w:w="8732" w:type="dxa"/>
        <w:tblLayout w:type="fixed"/>
        <w:tblLook w:val="04A0" w:firstRow="1" w:lastRow="0" w:firstColumn="1" w:lastColumn="0" w:noHBand="0" w:noVBand="1"/>
      </w:tblPr>
      <w:tblGrid>
        <w:gridCol w:w="930"/>
        <w:gridCol w:w="3265"/>
        <w:gridCol w:w="1039"/>
        <w:gridCol w:w="1039"/>
        <w:gridCol w:w="1177"/>
        <w:gridCol w:w="1177"/>
        <w:gridCol w:w="105"/>
      </w:tblGrid>
      <w:tr w:rsidR="00130470" w:rsidRPr="0017282C" w14:paraId="2E89D478" w14:textId="77777777" w:rsidTr="00301B36">
        <w:trPr>
          <w:cnfStyle w:val="100000000000" w:firstRow="1" w:lastRow="0" w:firstColumn="0" w:lastColumn="0" w:oddVBand="0" w:evenVBand="0" w:oddHBand="0" w:evenHBand="0" w:firstRowFirstColumn="0" w:firstRowLastColumn="0" w:lastRowFirstColumn="0" w:lastRowLastColumn="0"/>
        </w:trPr>
        <w:tc>
          <w:tcPr>
            <w:tcW w:w="930" w:type="dxa"/>
          </w:tcPr>
          <w:p w14:paraId="2AA56ABA" w14:textId="77777777" w:rsidR="00130470" w:rsidRPr="0017282C" w:rsidRDefault="00130470" w:rsidP="00B56004">
            <w:pPr>
              <w:pStyle w:val="Tabulka"/>
              <w:rPr>
                <w:rStyle w:val="Tun"/>
                <w:b/>
                <w:sz w:val="16"/>
                <w:szCs w:val="16"/>
              </w:rPr>
            </w:pPr>
            <w:r w:rsidRPr="0017282C">
              <w:rPr>
                <w:rStyle w:val="Tun"/>
                <w:b/>
                <w:sz w:val="16"/>
                <w:szCs w:val="16"/>
              </w:rPr>
              <w:t>Položka</w:t>
            </w:r>
          </w:p>
        </w:tc>
        <w:tc>
          <w:tcPr>
            <w:tcW w:w="3265" w:type="dxa"/>
          </w:tcPr>
          <w:p w14:paraId="26FC3198" w14:textId="6B3E4871" w:rsidR="00130470" w:rsidRPr="0017282C" w:rsidRDefault="00130470" w:rsidP="008C3942">
            <w:pPr>
              <w:pStyle w:val="Tabulka"/>
              <w:rPr>
                <w:rStyle w:val="Tun"/>
                <w:b/>
                <w:i/>
                <w:color w:val="00B050"/>
                <w:sz w:val="16"/>
                <w:szCs w:val="16"/>
              </w:rPr>
            </w:pPr>
            <w:r w:rsidRPr="0017282C">
              <w:rPr>
                <w:rStyle w:val="Tun"/>
                <w:b/>
                <w:sz w:val="16"/>
                <w:szCs w:val="16"/>
              </w:rPr>
              <w:t xml:space="preserve">Popis    </w:t>
            </w:r>
          </w:p>
        </w:tc>
        <w:tc>
          <w:tcPr>
            <w:tcW w:w="1039" w:type="dxa"/>
          </w:tcPr>
          <w:p w14:paraId="34076DC2" w14:textId="77777777" w:rsidR="00130470" w:rsidRPr="0017282C" w:rsidRDefault="00130470" w:rsidP="00B56004">
            <w:pPr>
              <w:pStyle w:val="Tabulka"/>
              <w:rPr>
                <w:rStyle w:val="Tun"/>
                <w:b/>
                <w:sz w:val="16"/>
                <w:szCs w:val="16"/>
              </w:rPr>
            </w:pPr>
            <w:r w:rsidRPr="0017282C">
              <w:rPr>
                <w:rStyle w:val="Tun"/>
                <w:b/>
                <w:sz w:val="16"/>
                <w:szCs w:val="16"/>
              </w:rPr>
              <w:t>Měrná jednotka</w:t>
            </w:r>
          </w:p>
        </w:tc>
        <w:tc>
          <w:tcPr>
            <w:tcW w:w="1039" w:type="dxa"/>
          </w:tcPr>
          <w:p w14:paraId="1C0A87A4" w14:textId="77777777" w:rsidR="00130470" w:rsidRPr="0017282C" w:rsidRDefault="00130470" w:rsidP="00B56004">
            <w:pPr>
              <w:pStyle w:val="Tabulka"/>
              <w:rPr>
                <w:rStyle w:val="Tun"/>
                <w:b/>
                <w:sz w:val="16"/>
                <w:szCs w:val="16"/>
              </w:rPr>
            </w:pPr>
            <w:r w:rsidRPr="0017282C">
              <w:rPr>
                <w:rStyle w:val="Tun"/>
                <w:b/>
                <w:sz w:val="16"/>
                <w:szCs w:val="16"/>
              </w:rPr>
              <w:t>Množství *)</w:t>
            </w:r>
          </w:p>
        </w:tc>
        <w:tc>
          <w:tcPr>
            <w:tcW w:w="1177" w:type="dxa"/>
          </w:tcPr>
          <w:p w14:paraId="5B026216" w14:textId="77777777" w:rsidR="00130470" w:rsidRPr="0017282C" w:rsidRDefault="00130470" w:rsidP="00B56004">
            <w:pPr>
              <w:pStyle w:val="Tabulka"/>
              <w:rPr>
                <w:rStyle w:val="Tun"/>
                <w:b/>
                <w:sz w:val="16"/>
                <w:szCs w:val="16"/>
              </w:rPr>
            </w:pPr>
            <w:r w:rsidRPr="0017282C">
              <w:rPr>
                <w:rStyle w:val="Tun"/>
                <w:b/>
                <w:sz w:val="16"/>
                <w:szCs w:val="16"/>
              </w:rPr>
              <w:t>Jedn. cena *)</w:t>
            </w:r>
          </w:p>
        </w:tc>
        <w:tc>
          <w:tcPr>
            <w:tcW w:w="1282" w:type="dxa"/>
            <w:gridSpan w:val="2"/>
          </w:tcPr>
          <w:p w14:paraId="0579D916" w14:textId="77777777" w:rsidR="00130470" w:rsidRPr="0017282C" w:rsidRDefault="00130470" w:rsidP="00B56004">
            <w:pPr>
              <w:pStyle w:val="Tabulka"/>
              <w:rPr>
                <w:rStyle w:val="Tun"/>
                <w:b/>
                <w:sz w:val="16"/>
                <w:szCs w:val="16"/>
              </w:rPr>
            </w:pPr>
            <w:r w:rsidRPr="0017282C">
              <w:rPr>
                <w:rStyle w:val="Tun"/>
                <w:b/>
                <w:sz w:val="16"/>
                <w:szCs w:val="16"/>
              </w:rPr>
              <w:t>Cena celkem *)</w:t>
            </w:r>
          </w:p>
        </w:tc>
      </w:tr>
      <w:tr w:rsidR="00130470" w:rsidRPr="00841876" w14:paraId="31BCCAE6" w14:textId="77777777" w:rsidTr="002516BE">
        <w:tc>
          <w:tcPr>
            <w:tcW w:w="930" w:type="dxa"/>
            <w:shd w:val="clear" w:color="auto" w:fill="auto"/>
          </w:tcPr>
          <w:p w14:paraId="78A8D143" w14:textId="77777777" w:rsidR="00130470" w:rsidRPr="002516BE" w:rsidRDefault="00130470" w:rsidP="00B56004">
            <w:pPr>
              <w:pStyle w:val="Tabulka"/>
            </w:pPr>
            <w:r w:rsidRPr="002516BE">
              <w:t>10</w:t>
            </w:r>
          </w:p>
        </w:tc>
        <w:tc>
          <w:tcPr>
            <w:tcW w:w="3265" w:type="dxa"/>
            <w:shd w:val="clear" w:color="auto" w:fill="auto"/>
          </w:tcPr>
          <w:p w14:paraId="7F70F717" w14:textId="77777777" w:rsidR="00130470" w:rsidRPr="002516BE" w:rsidRDefault="00130470" w:rsidP="00B56004">
            <w:pPr>
              <w:pStyle w:val="Tabulka"/>
              <w:rPr>
                <w:rFonts w:eastAsia="Times New Roman" w:cs="Times New Roman"/>
              </w:rPr>
            </w:pPr>
            <w:r w:rsidRPr="002516BE">
              <w:rPr>
                <w:rFonts w:eastAsia="Verdana" w:cs="Times New Roman"/>
              </w:rPr>
              <w:t>Zajištění mapových podkladů</w:t>
            </w:r>
          </w:p>
        </w:tc>
        <w:tc>
          <w:tcPr>
            <w:tcW w:w="1039" w:type="dxa"/>
            <w:shd w:val="clear" w:color="auto" w:fill="auto"/>
          </w:tcPr>
          <w:p w14:paraId="2BC42205" w14:textId="77777777" w:rsidR="00130470" w:rsidRPr="002516BE" w:rsidRDefault="00130470" w:rsidP="00B56004">
            <w:pPr>
              <w:pStyle w:val="Tabulka"/>
            </w:pPr>
            <w:r w:rsidRPr="002516BE">
              <w:t>kpl</w:t>
            </w:r>
          </w:p>
        </w:tc>
        <w:tc>
          <w:tcPr>
            <w:tcW w:w="1039" w:type="dxa"/>
          </w:tcPr>
          <w:p w14:paraId="1E59EC9D" w14:textId="3D105B92" w:rsidR="008C3942" w:rsidRPr="00841876" w:rsidRDefault="008C3942" w:rsidP="00B56004">
            <w:pPr>
              <w:pStyle w:val="Tabulka"/>
            </w:pPr>
            <w:r>
              <w:t>1</w:t>
            </w:r>
          </w:p>
        </w:tc>
        <w:tc>
          <w:tcPr>
            <w:tcW w:w="1177" w:type="dxa"/>
          </w:tcPr>
          <w:p w14:paraId="7AD711DB" w14:textId="77777777" w:rsidR="00130470" w:rsidRPr="00841876" w:rsidRDefault="00130470" w:rsidP="00B56004">
            <w:pPr>
              <w:pStyle w:val="Tabulka"/>
            </w:pPr>
          </w:p>
        </w:tc>
        <w:tc>
          <w:tcPr>
            <w:tcW w:w="1282" w:type="dxa"/>
            <w:gridSpan w:val="2"/>
          </w:tcPr>
          <w:p w14:paraId="27D5020F" w14:textId="77777777" w:rsidR="00130470" w:rsidRPr="00841876" w:rsidRDefault="00130470" w:rsidP="00B56004">
            <w:pPr>
              <w:pStyle w:val="Tabulka"/>
            </w:pPr>
          </w:p>
        </w:tc>
      </w:tr>
      <w:tr w:rsidR="00130470" w:rsidRPr="00841876" w14:paraId="5D7D7D4D" w14:textId="77777777" w:rsidTr="002516BE">
        <w:tc>
          <w:tcPr>
            <w:tcW w:w="930" w:type="dxa"/>
            <w:shd w:val="clear" w:color="auto" w:fill="auto"/>
          </w:tcPr>
          <w:p w14:paraId="32C09E0A" w14:textId="77777777" w:rsidR="00130470" w:rsidRPr="002516BE" w:rsidRDefault="00130470" w:rsidP="00B56004">
            <w:pPr>
              <w:pStyle w:val="Tabulka"/>
            </w:pPr>
            <w:r w:rsidRPr="002516BE">
              <w:t>11</w:t>
            </w:r>
          </w:p>
        </w:tc>
        <w:tc>
          <w:tcPr>
            <w:tcW w:w="3265" w:type="dxa"/>
            <w:shd w:val="clear" w:color="auto" w:fill="auto"/>
          </w:tcPr>
          <w:p w14:paraId="227BC039" w14:textId="77777777" w:rsidR="00130470" w:rsidRPr="002516BE" w:rsidRDefault="00130470" w:rsidP="00B56004">
            <w:pPr>
              <w:pStyle w:val="Tabulka"/>
              <w:rPr>
                <w:rFonts w:eastAsia="Times New Roman" w:cs="Times New Roman"/>
              </w:rPr>
            </w:pPr>
            <w:r w:rsidRPr="002516BE">
              <w:rPr>
                <w:rFonts w:eastAsia="Verdana" w:cs="Times New Roman"/>
              </w:rPr>
              <w:t>Geodetické práce</w:t>
            </w:r>
          </w:p>
        </w:tc>
        <w:tc>
          <w:tcPr>
            <w:tcW w:w="1039" w:type="dxa"/>
            <w:shd w:val="clear" w:color="auto" w:fill="auto"/>
          </w:tcPr>
          <w:p w14:paraId="008A1557" w14:textId="77777777" w:rsidR="00130470" w:rsidRPr="002516BE" w:rsidRDefault="00130470" w:rsidP="00B56004">
            <w:pPr>
              <w:pStyle w:val="Tabulka"/>
            </w:pPr>
            <w:r w:rsidRPr="002516BE">
              <w:t>kpl</w:t>
            </w:r>
          </w:p>
        </w:tc>
        <w:tc>
          <w:tcPr>
            <w:tcW w:w="1039" w:type="dxa"/>
          </w:tcPr>
          <w:p w14:paraId="4C615AC9" w14:textId="5BE06F26" w:rsidR="00130470" w:rsidRPr="00841876" w:rsidRDefault="008C3942" w:rsidP="00B56004">
            <w:pPr>
              <w:pStyle w:val="Tabulka"/>
            </w:pPr>
            <w:r>
              <w:t>1</w:t>
            </w:r>
          </w:p>
        </w:tc>
        <w:tc>
          <w:tcPr>
            <w:tcW w:w="1177" w:type="dxa"/>
          </w:tcPr>
          <w:p w14:paraId="4DE4A2FE" w14:textId="77777777" w:rsidR="00130470" w:rsidRPr="00841876" w:rsidRDefault="00130470" w:rsidP="00B56004">
            <w:pPr>
              <w:pStyle w:val="Tabulka"/>
            </w:pPr>
          </w:p>
        </w:tc>
        <w:tc>
          <w:tcPr>
            <w:tcW w:w="1282" w:type="dxa"/>
            <w:gridSpan w:val="2"/>
          </w:tcPr>
          <w:p w14:paraId="574DC4A3" w14:textId="77777777" w:rsidR="00130470" w:rsidRPr="00841876" w:rsidRDefault="00130470" w:rsidP="00B56004">
            <w:pPr>
              <w:pStyle w:val="Tabulka"/>
            </w:pPr>
          </w:p>
        </w:tc>
      </w:tr>
      <w:tr w:rsidR="00130470" w:rsidRPr="00841876" w14:paraId="4F0ADB3F" w14:textId="77777777" w:rsidTr="002516BE">
        <w:tc>
          <w:tcPr>
            <w:tcW w:w="930" w:type="dxa"/>
            <w:shd w:val="clear" w:color="auto" w:fill="auto"/>
          </w:tcPr>
          <w:p w14:paraId="323CD5E1" w14:textId="77777777" w:rsidR="00130470" w:rsidRPr="002516BE" w:rsidRDefault="00130470" w:rsidP="00B56004">
            <w:pPr>
              <w:pStyle w:val="Tabulka"/>
            </w:pPr>
            <w:r w:rsidRPr="002516BE">
              <w:t>12</w:t>
            </w:r>
          </w:p>
        </w:tc>
        <w:tc>
          <w:tcPr>
            <w:tcW w:w="3265" w:type="dxa"/>
            <w:shd w:val="clear" w:color="auto" w:fill="auto"/>
          </w:tcPr>
          <w:p w14:paraId="62E5E996" w14:textId="77777777" w:rsidR="00130470" w:rsidRPr="002516BE" w:rsidRDefault="00130470" w:rsidP="00B56004">
            <w:pPr>
              <w:pStyle w:val="Tabulka"/>
              <w:rPr>
                <w:rFonts w:eastAsia="Times New Roman" w:cs="Times New Roman"/>
              </w:rPr>
            </w:pPr>
            <w:r w:rsidRPr="002516BE">
              <w:rPr>
                <w:rFonts w:eastAsia="Verdana" w:cs="Times New Roman"/>
              </w:rPr>
              <w:t>Geotechnický a stavebnětechnický průzkum staveb</w:t>
            </w:r>
          </w:p>
        </w:tc>
        <w:tc>
          <w:tcPr>
            <w:tcW w:w="1039" w:type="dxa"/>
            <w:shd w:val="clear" w:color="auto" w:fill="auto"/>
          </w:tcPr>
          <w:p w14:paraId="293EF8F5" w14:textId="77777777" w:rsidR="00130470" w:rsidRPr="002516BE" w:rsidRDefault="00130470" w:rsidP="00B56004">
            <w:pPr>
              <w:pStyle w:val="Tabulka"/>
            </w:pPr>
            <w:r w:rsidRPr="002516BE">
              <w:t>kpl</w:t>
            </w:r>
          </w:p>
        </w:tc>
        <w:tc>
          <w:tcPr>
            <w:tcW w:w="1039" w:type="dxa"/>
          </w:tcPr>
          <w:p w14:paraId="6FE1A432" w14:textId="4290A780" w:rsidR="00130470" w:rsidRPr="00841876" w:rsidRDefault="008C3942" w:rsidP="00B56004">
            <w:pPr>
              <w:pStyle w:val="Tabulka"/>
            </w:pPr>
            <w:r>
              <w:t>1</w:t>
            </w:r>
          </w:p>
        </w:tc>
        <w:tc>
          <w:tcPr>
            <w:tcW w:w="1177" w:type="dxa"/>
          </w:tcPr>
          <w:p w14:paraId="3E650029" w14:textId="77777777" w:rsidR="00130470" w:rsidRPr="00841876" w:rsidRDefault="00130470" w:rsidP="00B56004">
            <w:pPr>
              <w:pStyle w:val="Tabulka"/>
            </w:pPr>
          </w:p>
        </w:tc>
        <w:tc>
          <w:tcPr>
            <w:tcW w:w="1282" w:type="dxa"/>
            <w:gridSpan w:val="2"/>
          </w:tcPr>
          <w:p w14:paraId="43C3F13F" w14:textId="77777777" w:rsidR="00130470" w:rsidRPr="00841876" w:rsidRDefault="00130470" w:rsidP="00B56004">
            <w:pPr>
              <w:pStyle w:val="Tabulka"/>
            </w:pPr>
          </w:p>
        </w:tc>
      </w:tr>
      <w:tr w:rsidR="00A83A77" w:rsidRPr="00841876" w14:paraId="38E1AE68" w14:textId="77777777" w:rsidTr="002516BE">
        <w:tc>
          <w:tcPr>
            <w:tcW w:w="930" w:type="dxa"/>
            <w:shd w:val="clear" w:color="auto" w:fill="auto"/>
          </w:tcPr>
          <w:p w14:paraId="36DA9BDC" w14:textId="561843A6" w:rsidR="00A83A77" w:rsidRPr="002516BE" w:rsidRDefault="00A83A77" w:rsidP="00B56004">
            <w:pPr>
              <w:pStyle w:val="Tabulka"/>
            </w:pPr>
            <w:r w:rsidRPr="002516BE">
              <w:t>13</w:t>
            </w:r>
          </w:p>
        </w:tc>
        <w:tc>
          <w:tcPr>
            <w:tcW w:w="3265" w:type="dxa"/>
            <w:shd w:val="clear" w:color="auto" w:fill="auto"/>
          </w:tcPr>
          <w:p w14:paraId="7B9A0DCD" w14:textId="7DD3DD76" w:rsidR="00A83A77" w:rsidRPr="002516BE" w:rsidRDefault="00A83A77" w:rsidP="00B56004">
            <w:pPr>
              <w:pStyle w:val="Tabulka"/>
            </w:pPr>
            <w:r w:rsidRPr="002516BE">
              <w:t>Pasportizace a inventarizace památkově hodnotných prvků</w:t>
            </w:r>
          </w:p>
        </w:tc>
        <w:tc>
          <w:tcPr>
            <w:tcW w:w="1039" w:type="dxa"/>
            <w:shd w:val="clear" w:color="auto" w:fill="auto"/>
          </w:tcPr>
          <w:p w14:paraId="60106B3B" w14:textId="1272A90A" w:rsidR="00A83A77" w:rsidRPr="002516BE" w:rsidRDefault="00A83A77" w:rsidP="00B56004">
            <w:pPr>
              <w:pStyle w:val="Tabulka"/>
            </w:pPr>
            <w:r w:rsidRPr="002516BE">
              <w:t>kpl</w:t>
            </w:r>
          </w:p>
        </w:tc>
        <w:tc>
          <w:tcPr>
            <w:tcW w:w="1039" w:type="dxa"/>
          </w:tcPr>
          <w:p w14:paraId="70EE96B7" w14:textId="76475283" w:rsidR="00A83A77" w:rsidRPr="00841876" w:rsidRDefault="008C3942" w:rsidP="00B56004">
            <w:pPr>
              <w:pStyle w:val="Tabulka"/>
            </w:pPr>
            <w:r>
              <w:t>1</w:t>
            </w:r>
          </w:p>
        </w:tc>
        <w:tc>
          <w:tcPr>
            <w:tcW w:w="1177" w:type="dxa"/>
          </w:tcPr>
          <w:p w14:paraId="0C18D3FC" w14:textId="77777777" w:rsidR="00A83A77" w:rsidRPr="00841876" w:rsidRDefault="00A83A77" w:rsidP="00B56004">
            <w:pPr>
              <w:pStyle w:val="Tabulka"/>
            </w:pPr>
          </w:p>
        </w:tc>
        <w:tc>
          <w:tcPr>
            <w:tcW w:w="1282" w:type="dxa"/>
            <w:gridSpan w:val="2"/>
          </w:tcPr>
          <w:p w14:paraId="2F89146F" w14:textId="77777777" w:rsidR="00A83A77" w:rsidRPr="00841876" w:rsidRDefault="00A83A77" w:rsidP="00B56004">
            <w:pPr>
              <w:pStyle w:val="Tabulka"/>
            </w:pPr>
          </w:p>
        </w:tc>
      </w:tr>
      <w:tr w:rsidR="00130470" w:rsidRPr="00841876" w14:paraId="1BC67B4F" w14:textId="77777777" w:rsidTr="002516BE">
        <w:tc>
          <w:tcPr>
            <w:tcW w:w="930" w:type="dxa"/>
            <w:shd w:val="clear" w:color="auto" w:fill="auto"/>
          </w:tcPr>
          <w:p w14:paraId="50EB6D74" w14:textId="77777777" w:rsidR="00130470" w:rsidRPr="002516BE" w:rsidRDefault="00130470" w:rsidP="00B56004">
            <w:pPr>
              <w:pStyle w:val="Tabulka"/>
            </w:pPr>
            <w:r w:rsidRPr="002516BE">
              <w:t>14</w:t>
            </w:r>
          </w:p>
        </w:tc>
        <w:tc>
          <w:tcPr>
            <w:tcW w:w="3265" w:type="dxa"/>
            <w:shd w:val="clear" w:color="auto" w:fill="auto"/>
          </w:tcPr>
          <w:p w14:paraId="73C3E4DD" w14:textId="16ECB6E9" w:rsidR="00130470" w:rsidRPr="002516BE" w:rsidRDefault="00A83A77" w:rsidP="00B56004">
            <w:pPr>
              <w:pStyle w:val="Tabulka"/>
            </w:pPr>
            <w:r w:rsidRPr="002516BE">
              <w:t>Restaurátorské průzkumy a záměry hodnotných prvků</w:t>
            </w:r>
          </w:p>
          <w:p w14:paraId="72D2D1D4" w14:textId="71CDFC1E" w:rsidR="00A206D3" w:rsidRPr="002516BE" w:rsidRDefault="00A206D3" w:rsidP="00B56004">
            <w:pPr>
              <w:pStyle w:val="Tabulka"/>
              <w:rPr>
                <w:rFonts w:eastAsia="Times New Roman" w:cs="Times New Roman"/>
              </w:rPr>
            </w:pPr>
          </w:p>
        </w:tc>
        <w:tc>
          <w:tcPr>
            <w:tcW w:w="1039" w:type="dxa"/>
            <w:shd w:val="clear" w:color="auto" w:fill="auto"/>
          </w:tcPr>
          <w:p w14:paraId="1CC8B84A" w14:textId="211A22CE" w:rsidR="00130470" w:rsidRPr="002516BE" w:rsidRDefault="00A83A77" w:rsidP="00B56004">
            <w:pPr>
              <w:pStyle w:val="Tabulka"/>
            </w:pPr>
            <w:r w:rsidRPr="002516BE">
              <w:t>kpl</w:t>
            </w:r>
          </w:p>
        </w:tc>
        <w:tc>
          <w:tcPr>
            <w:tcW w:w="1039" w:type="dxa"/>
          </w:tcPr>
          <w:p w14:paraId="5B52B58A" w14:textId="1D08DDB8" w:rsidR="00130470" w:rsidRPr="00841876" w:rsidRDefault="008C3942" w:rsidP="00B56004">
            <w:pPr>
              <w:pStyle w:val="Tabulka"/>
            </w:pPr>
            <w:r>
              <w:t>1</w:t>
            </w:r>
          </w:p>
        </w:tc>
        <w:tc>
          <w:tcPr>
            <w:tcW w:w="1177" w:type="dxa"/>
          </w:tcPr>
          <w:p w14:paraId="0F0B53FD" w14:textId="77777777" w:rsidR="00130470" w:rsidRPr="00841876" w:rsidRDefault="00130470" w:rsidP="00B56004">
            <w:pPr>
              <w:pStyle w:val="Tabulka"/>
            </w:pPr>
          </w:p>
        </w:tc>
        <w:tc>
          <w:tcPr>
            <w:tcW w:w="1282" w:type="dxa"/>
            <w:gridSpan w:val="2"/>
          </w:tcPr>
          <w:p w14:paraId="40A1D71E" w14:textId="77777777" w:rsidR="00130470" w:rsidRPr="00841876" w:rsidRDefault="00130470" w:rsidP="00B56004">
            <w:pPr>
              <w:pStyle w:val="Tabulka"/>
            </w:pPr>
          </w:p>
        </w:tc>
      </w:tr>
      <w:tr w:rsidR="00130470" w:rsidRPr="00841876" w14:paraId="182668C9" w14:textId="77777777" w:rsidTr="002516BE">
        <w:tc>
          <w:tcPr>
            <w:tcW w:w="930" w:type="dxa"/>
            <w:shd w:val="clear" w:color="auto" w:fill="auto"/>
          </w:tcPr>
          <w:p w14:paraId="13DCAFF2" w14:textId="44CE65E0" w:rsidR="00130470" w:rsidRPr="002516BE" w:rsidRDefault="002516BE" w:rsidP="00B56004">
            <w:pPr>
              <w:pStyle w:val="Tabulka"/>
            </w:pPr>
            <w:r>
              <w:t>15</w:t>
            </w:r>
          </w:p>
        </w:tc>
        <w:tc>
          <w:tcPr>
            <w:tcW w:w="3265" w:type="dxa"/>
            <w:shd w:val="clear" w:color="auto" w:fill="auto"/>
          </w:tcPr>
          <w:p w14:paraId="14569BDA" w14:textId="661EDF0E" w:rsidR="00130470" w:rsidRPr="002516BE" w:rsidRDefault="00130470" w:rsidP="00B56004">
            <w:pPr>
              <w:pStyle w:val="Tabulka"/>
            </w:pPr>
            <w:r w:rsidRPr="002516BE">
              <w:t xml:space="preserve">Zajištění vydání osvědčení o shodě </w:t>
            </w:r>
            <w:r w:rsidR="00036CED" w:rsidRPr="002516BE">
              <w:t>oznámeným subjektem</w:t>
            </w:r>
            <w:r w:rsidRPr="002516BE">
              <w:t xml:space="preserve"> v přípravě</w:t>
            </w:r>
          </w:p>
        </w:tc>
        <w:tc>
          <w:tcPr>
            <w:tcW w:w="1039" w:type="dxa"/>
            <w:shd w:val="clear" w:color="auto" w:fill="auto"/>
          </w:tcPr>
          <w:p w14:paraId="59A5B1DE" w14:textId="77777777" w:rsidR="00130470" w:rsidRPr="002516BE" w:rsidRDefault="00130470" w:rsidP="00B56004">
            <w:pPr>
              <w:pStyle w:val="Tabulka"/>
            </w:pPr>
            <w:r w:rsidRPr="002516BE">
              <w:t>hod</w:t>
            </w:r>
          </w:p>
        </w:tc>
        <w:tc>
          <w:tcPr>
            <w:tcW w:w="1039" w:type="dxa"/>
          </w:tcPr>
          <w:p w14:paraId="44A569EA" w14:textId="77777777" w:rsidR="00130470" w:rsidRPr="00841876" w:rsidRDefault="00130470" w:rsidP="00B56004">
            <w:pPr>
              <w:pStyle w:val="Tabulka"/>
            </w:pPr>
          </w:p>
        </w:tc>
        <w:tc>
          <w:tcPr>
            <w:tcW w:w="1177" w:type="dxa"/>
          </w:tcPr>
          <w:p w14:paraId="18DD0ECD" w14:textId="77777777" w:rsidR="00130470" w:rsidRPr="00841876" w:rsidRDefault="00130470" w:rsidP="00B56004">
            <w:pPr>
              <w:pStyle w:val="Tabulka"/>
            </w:pPr>
          </w:p>
        </w:tc>
        <w:tc>
          <w:tcPr>
            <w:tcW w:w="1282" w:type="dxa"/>
            <w:gridSpan w:val="2"/>
          </w:tcPr>
          <w:p w14:paraId="738D8B50" w14:textId="77777777" w:rsidR="00130470" w:rsidRPr="00841876" w:rsidRDefault="00130470" w:rsidP="00B56004">
            <w:pPr>
              <w:pStyle w:val="Tabulka"/>
            </w:pPr>
          </w:p>
        </w:tc>
      </w:tr>
      <w:tr w:rsidR="00130470" w:rsidRPr="00841876" w14:paraId="7A9A7B21" w14:textId="77777777" w:rsidTr="002516BE">
        <w:tc>
          <w:tcPr>
            <w:tcW w:w="930" w:type="dxa"/>
            <w:shd w:val="clear" w:color="auto" w:fill="auto"/>
          </w:tcPr>
          <w:p w14:paraId="148EB014" w14:textId="08876A55" w:rsidR="00130470" w:rsidRPr="002516BE" w:rsidRDefault="002516BE" w:rsidP="00B56004">
            <w:pPr>
              <w:pStyle w:val="Tabulka"/>
            </w:pPr>
            <w:r>
              <w:t>16</w:t>
            </w:r>
          </w:p>
        </w:tc>
        <w:tc>
          <w:tcPr>
            <w:tcW w:w="3265" w:type="dxa"/>
            <w:shd w:val="clear" w:color="auto" w:fill="auto"/>
          </w:tcPr>
          <w:p w14:paraId="4105A690" w14:textId="77777777" w:rsidR="00130470" w:rsidRPr="002516BE" w:rsidRDefault="00130470" w:rsidP="00B56004">
            <w:pPr>
              <w:pStyle w:val="Tabulka"/>
            </w:pPr>
            <w:r w:rsidRPr="002516BE">
              <w:t>Koordinátor BOZP v přípravě</w:t>
            </w:r>
          </w:p>
        </w:tc>
        <w:tc>
          <w:tcPr>
            <w:tcW w:w="1039" w:type="dxa"/>
            <w:shd w:val="clear" w:color="auto" w:fill="auto"/>
          </w:tcPr>
          <w:p w14:paraId="10D3BE1A" w14:textId="77777777" w:rsidR="00130470" w:rsidRPr="002516BE" w:rsidRDefault="00130470" w:rsidP="00B56004">
            <w:pPr>
              <w:pStyle w:val="Tabulka"/>
            </w:pPr>
            <w:r w:rsidRPr="002516BE">
              <w:t>hod</w:t>
            </w:r>
          </w:p>
        </w:tc>
        <w:tc>
          <w:tcPr>
            <w:tcW w:w="1039" w:type="dxa"/>
          </w:tcPr>
          <w:p w14:paraId="2630B27B" w14:textId="77777777" w:rsidR="00130470" w:rsidRPr="00841876" w:rsidRDefault="00130470" w:rsidP="00B56004">
            <w:pPr>
              <w:pStyle w:val="Tabulka"/>
            </w:pPr>
          </w:p>
        </w:tc>
        <w:tc>
          <w:tcPr>
            <w:tcW w:w="1177" w:type="dxa"/>
          </w:tcPr>
          <w:p w14:paraId="353BD3A7" w14:textId="77777777" w:rsidR="00130470" w:rsidRPr="00841876" w:rsidRDefault="00130470" w:rsidP="00B56004">
            <w:pPr>
              <w:pStyle w:val="Tabulka"/>
            </w:pPr>
          </w:p>
        </w:tc>
        <w:tc>
          <w:tcPr>
            <w:tcW w:w="1282" w:type="dxa"/>
            <w:gridSpan w:val="2"/>
          </w:tcPr>
          <w:p w14:paraId="533385A2" w14:textId="77777777" w:rsidR="00130470" w:rsidRPr="00841876" w:rsidRDefault="00130470" w:rsidP="00B56004">
            <w:pPr>
              <w:pStyle w:val="Tabulka"/>
            </w:pPr>
          </w:p>
        </w:tc>
      </w:tr>
      <w:tr w:rsidR="00130470" w:rsidRPr="00841876" w14:paraId="34E83C3D" w14:textId="77777777" w:rsidTr="002516BE">
        <w:tc>
          <w:tcPr>
            <w:tcW w:w="930" w:type="dxa"/>
            <w:shd w:val="clear" w:color="auto" w:fill="auto"/>
          </w:tcPr>
          <w:p w14:paraId="137294AE" w14:textId="1C7CFC47" w:rsidR="00130470" w:rsidRPr="002516BE" w:rsidRDefault="002516BE" w:rsidP="002516BE">
            <w:pPr>
              <w:pStyle w:val="Tabulka"/>
            </w:pPr>
            <w:r>
              <w:t>17</w:t>
            </w:r>
          </w:p>
        </w:tc>
        <w:tc>
          <w:tcPr>
            <w:tcW w:w="3265" w:type="dxa"/>
            <w:shd w:val="clear" w:color="auto" w:fill="auto"/>
          </w:tcPr>
          <w:p w14:paraId="2DBE9C12" w14:textId="77777777" w:rsidR="00130470" w:rsidRPr="002516BE" w:rsidRDefault="00130470" w:rsidP="00B56004">
            <w:pPr>
              <w:pStyle w:val="Tabulka"/>
            </w:pPr>
            <w:r w:rsidRPr="002516BE">
              <w:t>Zajištění technických podkladů pro vypracování zadávací dokumentace na výběr zhotovitele stavby dle požadavku VTP a ZTP</w:t>
            </w:r>
          </w:p>
        </w:tc>
        <w:tc>
          <w:tcPr>
            <w:tcW w:w="1039" w:type="dxa"/>
            <w:shd w:val="clear" w:color="auto" w:fill="auto"/>
          </w:tcPr>
          <w:p w14:paraId="0476359C" w14:textId="77777777" w:rsidR="00130470" w:rsidRPr="002516BE" w:rsidRDefault="00130470" w:rsidP="00B56004">
            <w:pPr>
              <w:pStyle w:val="Tabulka"/>
            </w:pPr>
            <w:r w:rsidRPr="002516BE">
              <w:t>hod</w:t>
            </w:r>
          </w:p>
        </w:tc>
        <w:tc>
          <w:tcPr>
            <w:tcW w:w="1039" w:type="dxa"/>
          </w:tcPr>
          <w:p w14:paraId="45F357B2" w14:textId="77777777" w:rsidR="00130470" w:rsidRPr="00841876" w:rsidRDefault="00130470" w:rsidP="00B56004">
            <w:pPr>
              <w:pStyle w:val="Tabulka"/>
            </w:pPr>
          </w:p>
        </w:tc>
        <w:tc>
          <w:tcPr>
            <w:tcW w:w="1177" w:type="dxa"/>
          </w:tcPr>
          <w:p w14:paraId="23782015" w14:textId="77777777" w:rsidR="00130470" w:rsidRPr="00841876" w:rsidRDefault="00130470" w:rsidP="00B56004">
            <w:pPr>
              <w:pStyle w:val="Tabulka"/>
            </w:pPr>
          </w:p>
        </w:tc>
        <w:tc>
          <w:tcPr>
            <w:tcW w:w="1282" w:type="dxa"/>
            <w:gridSpan w:val="2"/>
          </w:tcPr>
          <w:p w14:paraId="527385FE" w14:textId="77777777" w:rsidR="00130470" w:rsidRPr="00841876" w:rsidRDefault="00130470" w:rsidP="00B56004">
            <w:pPr>
              <w:pStyle w:val="Tabulka"/>
            </w:pPr>
          </w:p>
        </w:tc>
      </w:tr>
      <w:tr w:rsidR="00130470" w:rsidRPr="00841876" w14:paraId="77F26BD5" w14:textId="77777777" w:rsidTr="002516BE">
        <w:tc>
          <w:tcPr>
            <w:tcW w:w="930" w:type="dxa"/>
            <w:shd w:val="clear" w:color="auto" w:fill="auto"/>
          </w:tcPr>
          <w:p w14:paraId="4C5BB744" w14:textId="13EB872D" w:rsidR="00130470" w:rsidRPr="002516BE" w:rsidRDefault="002516BE" w:rsidP="00B56004">
            <w:pPr>
              <w:pStyle w:val="Tabulka"/>
            </w:pPr>
            <w:r>
              <w:t>18</w:t>
            </w:r>
          </w:p>
        </w:tc>
        <w:tc>
          <w:tcPr>
            <w:tcW w:w="3265" w:type="dxa"/>
            <w:shd w:val="clear" w:color="auto" w:fill="auto"/>
          </w:tcPr>
          <w:p w14:paraId="75929400" w14:textId="77777777" w:rsidR="00130470" w:rsidRPr="002516BE" w:rsidRDefault="00130470" w:rsidP="00B56004">
            <w:pPr>
              <w:pStyle w:val="Tabulka"/>
            </w:pPr>
            <w:r w:rsidRPr="002516BE">
              <w:t>Zpracování příloh k žádosti o spolufinancování stavby dle ZTP a VTP</w:t>
            </w:r>
          </w:p>
        </w:tc>
        <w:tc>
          <w:tcPr>
            <w:tcW w:w="1039" w:type="dxa"/>
            <w:shd w:val="clear" w:color="auto" w:fill="auto"/>
          </w:tcPr>
          <w:p w14:paraId="1344BE36" w14:textId="77777777" w:rsidR="00130470" w:rsidRPr="002516BE" w:rsidRDefault="00130470" w:rsidP="00B56004">
            <w:pPr>
              <w:pStyle w:val="Tabulka"/>
            </w:pPr>
            <w:r w:rsidRPr="002516BE">
              <w:t>hod</w:t>
            </w:r>
          </w:p>
        </w:tc>
        <w:tc>
          <w:tcPr>
            <w:tcW w:w="1039" w:type="dxa"/>
          </w:tcPr>
          <w:p w14:paraId="4F41DAFC" w14:textId="77777777" w:rsidR="00130470" w:rsidRPr="00841876" w:rsidRDefault="00130470" w:rsidP="00B56004">
            <w:pPr>
              <w:pStyle w:val="Tabulka"/>
            </w:pPr>
          </w:p>
        </w:tc>
        <w:tc>
          <w:tcPr>
            <w:tcW w:w="1177" w:type="dxa"/>
          </w:tcPr>
          <w:p w14:paraId="2C7AC652" w14:textId="77777777" w:rsidR="00130470" w:rsidRPr="00841876" w:rsidRDefault="00130470" w:rsidP="00B56004">
            <w:pPr>
              <w:pStyle w:val="Tabulka"/>
            </w:pPr>
          </w:p>
        </w:tc>
        <w:tc>
          <w:tcPr>
            <w:tcW w:w="1282" w:type="dxa"/>
            <w:gridSpan w:val="2"/>
          </w:tcPr>
          <w:p w14:paraId="7D170A48" w14:textId="77777777" w:rsidR="00130470" w:rsidRPr="00841876" w:rsidRDefault="00130470" w:rsidP="00B56004">
            <w:pPr>
              <w:pStyle w:val="Tabulka"/>
            </w:pPr>
          </w:p>
        </w:tc>
      </w:tr>
      <w:tr w:rsidR="00301B36" w:rsidRPr="00841876" w14:paraId="253BFD79" w14:textId="77777777" w:rsidTr="002516BE">
        <w:tc>
          <w:tcPr>
            <w:tcW w:w="930" w:type="dxa"/>
            <w:shd w:val="clear" w:color="auto" w:fill="auto"/>
          </w:tcPr>
          <w:p w14:paraId="2A1FB800" w14:textId="5BF87DC1" w:rsidR="00301B36" w:rsidRPr="002516BE" w:rsidRDefault="002516BE" w:rsidP="00B56004">
            <w:pPr>
              <w:pStyle w:val="Tabulka"/>
            </w:pPr>
            <w:r>
              <w:t>19</w:t>
            </w:r>
          </w:p>
        </w:tc>
        <w:tc>
          <w:tcPr>
            <w:tcW w:w="3265" w:type="dxa"/>
            <w:shd w:val="clear" w:color="auto" w:fill="auto"/>
          </w:tcPr>
          <w:p w14:paraId="1DE2A7F3" w14:textId="77777777" w:rsidR="00301B36" w:rsidRPr="002516BE" w:rsidRDefault="00301B36" w:rsidP="00B56004">
            <w:pPr>
              <w:pStyle w:val="Tabulka"/>
              <w:rPr>
                <w:rFonts w:eastAsia="Verdana" w:cs="Times New Roman"/>
              </w:rPr>
            </w:pPr>
            <w:r w:rsidRPr="002516BE">
              <w:rPr>
                <w:rFonts w:eastAsia="Times New Roman" w:cs="Times New Roman"/>
              </w:rPr>
              <w:t>Propagace</w:t>
            </w:r>
          </w:p>
        </w:tc>
        <w:tc>
          <w:tcPr>
            <w:tcW w:w="1039" w:type="dxa"/>
            <w:shd w:val="clear" w:color="auto" w:fill="auto"/>
          </w:tcPr>
          <w:p w14:paraId="1B51E7DA" w14:textId="77777777" w:rsidR="00301B36" w:rsidRPr="002516BE" w:rsidRDefault="00301B36" w:rsidP="00B56004">
            <w:pPr>
              <w:pStyle w:val="Tabulka"/>
              <w:rPr>
                <w:rFonts w:eastAsia="Verdana" w:cs="Times New Roman"/>
              </w:rPr>
            </w:pPr>
            <w:r w:rsidRPr="002516BE">
              <w:rPr>
                <w:rFonts w:eastAsia="Verdana" w:cs="Times New Roman"/>
              </w:rPr>
              <w:t>hod</w:t>
            </w:r>
          </w:p>
        </w:tc>
        <w:tc>
          <w:tcPr>
            <w:tcW w:w="1039" w:type="dxa"/>
          </w:tcPr>
          <w:p w14:paraId="3038501E" w14:textId="77777777" w:rsidR="00301B36" w:rsidRPr="00841876" w:rsidRDefault="00301B36" w:rsidP="00B56004">
            <w:pPr>
              <w:pStyle w:val="Tabulka"/>
            </w:pPr>
          </w:p>
        </w:tc>
        <w:tc>
          <w:tcPr>
            <w:tcW w:w="1177" w:type="dxa"/>
          </w:tcPr>
          <w:p w14:paraId="7B665208" w14:textId="77777777" w:rsidR="00301B36" w:rsidRPr="00841876" w:rsidRDefault="00301B36" w:rsidP="00B56004">
            <w:pPr>
              <w:pStyle w:val="Tabulka"/>
            </w:pPr>
          </w:p>
        </w:tc>
        <w:tc>
          <w:tcPr>
            <w:tcW w:w="1282" w:type="dxa"/>
            <w:gridSpan w:val="2"/>
          </w:tcPr>
          <w:p w14:paraId="1F65F385" w14:textId="77777777" w:rsidR="00301B36" w:rsidRPr="00841876" w:rsidRDefault="00301B36" w:rsidP="00B56004">
            <w:pPr>
              <w:pStyle w:val="Tabulka"/>
            </w:pPr>
          </w:p>
        </w:tc>
      </w:tr>
      <w:tr w:rsidR="00301B36" w:rsidRPr="00841876" w14:paraId="3A1759D6" w14:textId="77777777" w:rsidTr="002516BE">
        <w:trPr>
          <w:gridAfter w:val="1"/>
          <w:wAfter w:w="105" w:type="dxa"/>
        </w:trPr>
        <w:tc>
          <w:tcPr>
            <w:tcW w:w="930" w:type="dxa"/>
            <w:shd w:val="clear" w:color="auto" w:fill="auto"/>
          </w:tcPr>
          <w:p w14:paraId="0977E1BA" w14:textId="3B634680" w:rsidR="00301B36" w:rsidRPr="002516BE" w:rsidRDefault="002516BE" w:rsidP="004806B8">
            <w:pPr>
              <w:pStyle w:val="Tabulka"/>
            </w:pPr>
            <w:r>
              <w:t>20</w:t>
            </w:r>
          </w:p>
        </w:tc>
        <w:tc>
          <w:tcPr>
            <w:tcW w:w="3265" w:type="dxa"/>
            <w:shd w:val="clear" w:color="auto" w:fill="auto"/>
          </w:tcPr>
          <w:p w14:paraId="571B5D15" w14:textId="77777777" w:rsidR="00301B36" w:rsidRPr="002516BE" w:rsidRDefault="00301B36" w:rsidP="004806B8">
            <w:pPr>
              <w:pStyle w:val="Tabulka"/>
              <w:rPr>
                <w:rFonts w:eastAsia="Times New Roman" w:cs="Times New Roman"/>
              </w:rPr>
            </w:pPr>
            <w:r w:rsidRPr="002516BE">
              <w:rPr>
                <w:rFonts w:eastAsia="Times New Roman" w:cs="Times New Roman"/>
              </w:rPr>
              <w:t xml:space="preserve">Vizualizace </w:t>
            </w:r>
          </w:p>
        </w:tc>
        <w:tc>
          <w:tcPr>
            <w:tcW w:w="1039" w:type="dxa"/>
            <w:shd w:val="clear" w:color="auto" w:fill="auto"/>
          </w:tcPr>
          <w:p w14:paraId="4FCED787" w14:textId="77777777" w:rsidR="00301B36" w:rsidRPr="002516BE" w:rsidRDefault="00301B36" w:rsidP="004806B8">
            <w:pPr>
              <w:pStyle w:val="Tabulka"/>
              <w:rPr>
                <w:rFonts w:eastAsia="Verdana" w:cs="Times New Roman"/>
              </w:rPr>
            </w:pPr>
            <w:r w:rsidRPr="002516BE">
              <w:rPr>
                <w:rFonts w:eastAsia="Verdana" w:cs="Times New Roman"/>
              </w:rPr>
              <w:t>ks</w:t>
            </w:r>
          </w:p>
        </w:tc>
        <w:tc>
          <w:tcPr>
            <w:tcW w:w="1039" w:type="dxa"/>
          </w:tcPr>
          <w:p w14:paraId="4D2F3B45" w14:textId="2B5BAF12" w:rsidR="00301B36" w:rsidRPr="00841876" w:rsidRDefault="002516BE" w:rsidP="004806B8">
            <w:pPr>
              <w:pStyle w:val="Tabulka"/>
            </w:pPr>
            <w:r>
              <w:t>14</w:t>
            </w:r>
          </w:p>
        </w:tc>
        <w:tc>
          <w:tcPr>
            <w:tcW w:w="1177" w:type="dxa"/>
          </w:tcPr>
          <w:p w14:paraId="2801AF1E" w14:textId="77777777" w:rsidR="00301B36" w:rsidRPr="00841876" w:rsidRDefault="00301B36">
            <w:pPr>
              <w:spacing w:after="240" w:line="264" w:lineRule="auto"/>
            </w:pPr>
          </w:p>
        </w:tc>
        <w:tc>
          <w:tcPr>
            <w:tcW w:w="1177" w:type="dxa"/>
          </w:tcPr>
          <w:p w14:paraId="63A7DEB3" w14:textId="77777777" w:rsidR="00301B36" w:rsidRPr="00841876" w:rsidRDefault="00301B36">
            <w:pPr>
              <w:spacing w:after="240" w:line="264" w:lineRule="auto"/>
            </w:pPr>
          </w:p>
        </w:tc>
      </w:tr>
      <w:tr w:rsidR="00301B36" w:rsidRPr="00841876" w14:paraId="12212D57" w14:textId="77777777" w:rsidTr="002516BE">
        <w:trPr>
          <w:gridAfter w:val="1"/>
          <w:wAfter w:w="105" w:type="dxa"/>
        </w:trPr>
        <w:tc>
          <w:tcPr>
            <w:tcW w:w="930" w:type="dxa"/>
            <w:shd w:val="clear" w:color="auto" w:fill="auto"/>
          </w:tcPr>
          <w:p w14:paraId="2CDE344B" w14:textId="3EF297EC" w:rsidR="00301B36" w:rsidRPr="002516BE" w:rsidRDefault="002516BE" w:rsidP="004806B8">
            <w:pPr>
              <w:pStyle w:val="Tabulka"/>
            </w:pPr>
            <w:r>
              <w:t>21</w:t>
            </w:r>
          </w:p>
        </w:tc>
        <w:tc>
          <w:tcPr>
            <w:tcW w:w="3265" w:type="dxa"/>
            <w:shd w:val="clear" w:color="auto" w:fill="auto"/>
          </w:tcPr>
          <w:p w14:paraId="6388FB02" w14:textId="77777777" w:rsidR="00301B36" w:rsidRPr="002516BE" w:rsidRDefault="00301B36" w:rsidP="004806B8">
            <w:pPr>
              <w:pStyle w:val="Tabulka"/>
              <w:rPr>
                <w:rFonts w:eastAsia="Times New Roman" w:cs="Times New Roman"/>
              </w:rPr>
            </w:pPr>
            <w:r w:rsidRPr="002516BE">
              <w:rPr>
                <w:rFonts w:eastAsia="Times New Roman" w:cs="Times New Roman"/>
              </w:rPr>
              <w:t>Inženýrská činnosti zajišťující komplexní veřejnoprávní projednání a zajištění všech potřebných podkladů a certifikátů</w:t>
            </w:r>
          </w:p>
        </w:tc>
        <w:tc>
          <w:tcPr>
            <w:tcW w:w="1039" w:type="dxa"/>
            <w:shd w:val="clear" w:color="auto" w:fill="auto"/>
          </w:tcPr>
          <w:p w14:paraId="19126CCC" w14:textId="77777777" w:rsidR="00301B36" w:rsidRPr="002516BE" w:rsidRDefault="00301B36" w:rsidP="004806B8">
            <w:pPr>
              <w:pStyle w:val="Tabulka"/>
              <w:rPr>
                <w:rFonts w:eastAsia="Verdana" w:cs="Times New Roman"/>
              </w:rPr>
            </w:pPr>
            <w:r w:rsidRPr="002516BE">
              <w:rPr>
                <w:rFonts w:eastAsia="Verdana" w:cs="Times New Roman"/>
              </w:rPr>
              <w:t>hod</w:t>
            </w:r>
          </w:p>
        </w:tc>
        <w:tc>
          <w:tcPr>
            <w:tcW w:w="1039" w:type="dxa"/>
          </w:tcPr>
          <w:p w14:paraId="72E48541" w14:textId="77777777" w:rsidR="00301B36" w:rsidRPr="00841876" w:rsidRDefault="00301B36" w:rsidP="004806B8">
            <w:pPr>
              <w:pStyle w:val="Tabulka"/>
            </w:pPr>
          </w:p>
        </w:tc>
        <w:tc>
          <w:tcPr>
            <w:tcW w:w="1177" w:type="dxa"/>
          </w:tcPr>
          <w:p w14:paraId="43D902D4" w14:textId="77777777" w:rsidR="00301B36" w:rsidRPr="00841876" w:rsidRDefault="00301B36">
            <w:pPr>
              <w:spacing w:after="240" w:line="264" w:lineRule="auto"/>
            </w:pPr>
          </w:p>
        </w:tc>
        <w:tc>
          <w:tcPr>
            <w:tcW w:w="1177" w:type="dxa"/>
          </w:tcPr>
          <w:p w14:paraId="774E4E5D" w14:textId="77777777" w:rsidR="00301B36" w:rsidRPr="00841876" w:rsidRDefault="00301B36">
            <w:pPr>
              <w:spacing w:after="240" w:line="264" w:lineRule="auto"/>
            </w:pPr>
          </w:p>
        </w:tc>
      </w:tr>
    </w:tbl>
    <w:p w14:paraId="24140C32" w14:textId="77777777" w:rsidR="00A83A77" w:rsidRDefault="00A83A77" w:rsidP="00236DCC">
      <w:pPr>
        <w:pStyle w:val="Textbezodsazen"/>
        <w:rPr>
          <w:b/>
        </w:rPr>
      </w:pPr>
    </w:p>
    <w:p w14:paraId="26B646E6" w14:textId="6D850B6B" w:rsidR="00760192" w:rsidRDefault="00301B36" w:rsidP="00236DCC">
      <w:pPr>
        <w:pStyle w:val="Textbezodsazen"/>
      </w:pPr>
      <w:r w:rsidRPr="00841876">
        <w:rPr>
          <w:b/>
        </w:rPr>
        <w:t xml:space="preserve">Celkem za </w:t>
      </w:r>
      <w:r w:rsidRPr="00ED0187">
        <w:rPr>
          <w:b/>
        </w:rPr>
        <w:t>dodatečné s</w:t>
      </w:r>
      <w:r w:rsidRPr="00841876">
        <w:rPr>
          <w:b/>
        </w:rPr>
        <w:t>lužby:</w:t>
      </w:r>
    </w:p>
    <w:p w14:paraId="39CABC66" w14:textId="77777777" w:rsidR="008A4D1B" w:rsidRPr="00611DDF" w:rsidRDefault="008A4D1B" w:rsidP="00236DCC">
      <w:pPr>
        <w:pStyle w:val="Textbezodsazen"/>
        <w:rPr>
          <w:sz w:val="16"/>
          <w:szCs w:val="16"/>
        </w:rPr>
      </w:pPr>
      <w:r w:rsidRPr="00611DDF">
        <w:rPr>
          <w:sz w:val="16"/>
          <w:szCs w:val="16"/>
        </w:rPr>
        <w:t xml:space="preserve">*) nevyplněné údaje </w:t>
      </w:r>
      <w:r w:rsidRPr="00611DDF">
        <w:rPr>
          <w:sz w:val="16"/>
          <w:szCs w:val="16"/>
          <w:highlight w:val="yellow"/>
        </w:rPr>
        <w:t>VLOŽÍ ZHOTOVITEL</w:t>
      </w:r>
    </w:p>
    <w:p w14:paraId="31AA5C8A" w14:textId="77777777" w:rsidR="008A4D1B" w:rsidRPr="00611DDF" w:rsidRDefault="008A4D1B" w:rsidP="00236DCC">
      <w:pPr>
        <w:pStyle w:val="Textbezodsazen"/>
        <w:rPr>
          <w:sz w:val="16"/>
          <w:szCs w:val="16"/>
        </w:rPr>
      </w:pPr>
      <w:r w:rsidRPr="00611DDF">
        <w:rPr>
          <w:sz w:val="16"/>
          <w:szCs w:val="16"/>
        </w:rPr>
        <w:t>Všechny ceny jsou uvedené v Kč bez DPH.</w:t>
      </w:r>
    </w:p>
    <w:p w14:paraId="6FACD88C" w14:textId="77777777" w:rsidR="008A4D1B" w:rsidRDefault="00760192" w:rsidP="0047019B">
      <w:pPr>
        <w:pStyle w:val="Nadpisbezsl1-2"/>
        <w:outlineLvl w:val="2"/>
      </w:pPr>
      <w:r>
        <w:t>3.</w:t>
      </w:r>
      <w:r>
        <w:tab/>
      </w:r>
      <w:r w:rsidR="008A4D1B">
        <w:t xml:space="preserve">Cena za výkon </w:t>
      </w:r>
      <w:r w:rsidR="00A54282">
        <w:t>D</w:t>
      </w:r>
      <w:r w:rsidR="008A4D1B">
        <w:t>ozoru</w:t>
      </w:r>
      <w:r w:rsidR="00A54282">
        <w:t xml:space="preserve"> projektanta </w:t>
      </w:r>
    </w:p>
    <w:tbl>
      <w:tblPr>
        <w:tblStyle w:val="TabulkaS-zhlav"/>
        <w:tblW w:w="8732" w:type="dxa"/>
        <w:tblLayout w:type="fixed"/>
        <w:tblLook w:val="04A0" w:firstRow="1" w:lastRow="0" w:firstColumn="1" w:lastColumn="0" w:noHBand="0" w:noVBand="1"/>
      </w:tblPr>
      <w:tblGrid>
        <w:gridCol w:w="993"/>
        <w:gridCol w:w="3260"/>
        <w:gridCol w:w="1134"/>
        <w:gridCol w:w="992"/>
        <w:gridCol w:w="1276"/>
        <w:gridCol w:w="1077"/>
      </w:tblGrid>
      <w:tr w:rsidR="00236DCC" w:rsidRPr="0017282C" w14:paraId="76196E61" w14:textId="77777777" w:rsidTr="009227F1">
        <w:trPr>
          <w:cnfStyle w:val="100000000000" w:firstRow="1" w:lastRow="0" w:firstColumn="0" w:lastColumn="0" w:oddVBand="0" w:evenVBand="0" w:oddHBand="0" w:evenHBand="0" w:firstRowFirstColumn="0" w:firstRowLastColumn="0" w:lastRowFirstColumn="0" w:lastRowLastColumn="0"/>
        </w:trPr>
        <w:tc>
          <w:tcPr>
            <w:tcW w:w="993" w:type="dxa"/>
          </w:tcPr>
          <w:p w14:paraId="54FC5876" w14:textId="77777777" w:rsidR="00236DCC" w:rsidRPr="0017282C" w:rsidRDefault="00236DCC" w:rsidP="00236DCC">
            <w:pPr>
              <w:pStyle w:val="Textbezodsazen"/>
              <w:jc w:val="center"/>
              <w:rPr>
                <w:rStyle w:val="Tun"/>
                <w:b/>
                <w:sz w:val="16"/>
                <w:szCs w:val="16"/>
              </w:rPr>
            </w:pPr>
            <w:r w:rsidRPr="0017282C">
              <w:rPr>
                <w:rStyle w:val="Tun"/>
                <w:b/>
                <w:sz w:val="16"/>
                <w:szCs w:val="16"/>
              </w:rPr>
              <w:t>Položka</w:t>
            </w:r>
          </w:p>
        </w:tc>
        <w:tc>
          <w:tcPr>
            <w:tcW w:w="3260" w:type="dxa"/>
          </w:tcPr>
          <w:p w14:paraId="6FDA8C64" w14:textId="77777777" w:rsidR="00236DCC" w:rsidRPr="0017282C" w:rsidRDefault="00236DCC" w:rsidP="00236DCC">
            <w:pPr>
              <w:pStyle w:val="Textbezodsazen"/>
              <w:jc w:val="left"/>
              <w:rPr>
                <w:rStyle w:val="Tun"/>
                <w:b/>
                <w:sz w:val="16"/>
                <w:szCs w:val="16"/>
              </w:rPr>
            </w:pPr>
            <w:r w:rsidRPr="0017282C">
              <w:rPr>
                <w:rStyle w:val="Tun"/>
                <w:b/>
                <w:sz w:val="16"/>
                <w:szCs w:val="16"/>
              </w:rPr>
              <w:t>Popis</w:t>
            </w:r>
          </w:p>
        </w:tc>
        <w:tc>
          <w:tcPr>
            <w:tcW w:w="1134" w:type="dxa"/>
          </w:tcPr>
          <w:p w14:paraId="2E48DD41" w14:textId="77777777" w:rsidR="00236DCC" w:rsidRPr="0017282C" w:rsidRDefault="00236DCC" w:rsidP="00236DCC">
            <w:pPr>
              <w:pStyle w:val="Textbezodsazen"/>
              <w:jc w:val="center"/>
              <w:rPr>
                <w:rStyle w:val="Tun"/>
                <w:b/>
                <w:sz w:val="16"/>
                <w:szCs w:val="16"/>
              </w:rPr>
            </w:pPr>
            <w:r w:rsidRPr="0017282C">
              <w:rPr>
                <w:rStyle w:val="Tun"/>
                <w:b/>
                <w:sz w:val="16"/>
                <w:szCs w:val="16"/>
              </w:rPr>
              <w:t>Měrná jednotka</w:t>
            </w:r>
          </w:p>
        </w:tc>
        <w:tc>
          <w:tcPr>
            <w:tcW w:w="992" w:type="dxa"/>
          </w:tcPr>
          <w:p w14:paraId="3C5CC315" w14:textId="77777777" w:rsidR="00236DCC" w:rsidRPr="0017282C" w:rsidRDefault="00236DCC" w:rsidP="00236DCC">
            <w:pPr>
              <w:pStyle w:val="Textbezodsazen"/>
              <w:jc w:val="center"/>
              <w:rPr>
                <w:rStyle w:val="Tun"/>
                <w:b/>
                <w:sz w:val="16"/>
                <w:szCs w:val="16"/>
              </w:rPr>
            </w:pPr>
            <w:r w:rsidRPr="0017282C">
              <w:rPr>
                <w:rStyle w:val="Tun"/>
                <w:b/>
                <w:sz w:val="16"/>
                <w:szCs w:val="16"/>
              </w:rPr>
              <w:t>Množství *)</w:t>
            </w:r>
          </w:p>
        </w:tc>
        <w:tc>
          <w:tcPr>
            <w:tcW w:w="1276" w:type="dxa"/>
          </w:tcPr>
          <w:p w14:paraId="4DB4C682" w14:textId="77777777" w:rsidR="00236DCC" w:rsidRPr="0017282C" w:rsidRDefault="00236DCC" w:rsidP="00236DCC">
            <w:pPr>
              <w:pStyle w:val="Textbezodsazen"/>
              <w:jc w:val="center"/>
              <w:rPr>
                <w:rStyle w:val="Tun"/>
                <w:b/>
                <w:sz w:val="16"/>
                <w:szCs w:val="16"/>
              </w:rPr>
            </w:pPr>
            <w:r w:rsidRPr="0017282C">
              <w:rPr>
                <w:rStyle w:val="Tun"/>
                <w:b/>
                <w:sz w:val="16"/>
                <w:szCs w:val="16"/>
              </w:rPr>
              <w:t>Jednotková cena *)</w:t>
            </w:r>
          </w:p>
        </w:tc>
        <w:tc>
          <w:tcPr>
            <w:tcW w:w="1077" w:type="dxa"/>
          </w:tcPr>
          <w:p w14:paraId="2B3046D0" w14:textId="77777777" w:rsidR="00236DCC" w:rsidRPr="0017282C" w:rsidRDefault="00236DCC" w:rsidP="00236DCC">
            <w:pPr>
              <w:pStyle w:val="Textbezodsazen"/>
              <w:jc w:val="center"/>
              <w:rPr>
                <w:rStyle w:val="Tun"/>
                <w:b/>
                <w:sz w:val="16"/>
                <w:szCs w:val="16"/>
              </w:rPr>
            </w:pPr>
            <w:r w:rsidRPr="0017282C">
              <w:rPr>
                <w:rStyle w:val="Tun"/>
                <w:b/>
                <w:sz w:val="16"/>
                <w:szCs w:val="16"/>
              </w:rPr>
              <w:t>Cena celkem *)</w:t>
            </w:r>
          </w:p>
        </w:tc>
      </w:tr>
      <w:tr w:rsidR="004A2564" w:rsidRPr="00517090" w14:paraId="3A6F6EEA" w14:textId="77777777" w:rsidTr="009227F1">
        <w:tc>
          <w:tcPr>
            <w:tcW w:w="993" w:type="dxa"/>
          </w:tcPr>
          <w:p w14:paraId="48AC70C1" w14:textId="384D0B15" w:rsidR="004A2564" w:rsidRPr="00F40DDA" w:rsidRDefault="002516BE" w:rsidP="00236DCC">
            <w:pPr>
              <w:pStyle w:val="Textbezodsazen"/>
              <w:jc w:val="center"/>
            </w:pPr>
            <w:r w:rsidRPr="00F40DDA">
              <w:t>22</w:t>
            </w:r>
          </w:p>
        </w:tc>
        <w:tc>
          <w:tcPr>
            <w:tcW w:w="3260" w:type="dxa"/>
          </w:tcPr>
          <w:p w14:paraId="1A6E7D26" w14:textId="77777777" w:rsidR="004A2564" w:rsidRPr="00517090" w:rsidRDefault="004A2564" w:rsidP="00517090">
            <w:pPr>
              <w:pStyle w:val="Tabulka"/>
            </w:pPr>
            <w:r>
              <w:t xml:space="preserve">rozsah činnosti při výkonu Dozoru projektanta při zhotovení PDPS dle VTP </w:t>
            </w:r>
            <w:r w:rsidR="00254815">
              <w:t>či</w:t>
            </w:r>
            <w:r>
              <w:t xml:space="preserve"> ZTP</w:t>
            </w:r>
          </w:p>
        </w:tc>
        <w:tc>
          <w:tcPr>
            <w:tcW w:w="1134" w:type="dxa"/>
          </w:tcPr>
          <w:p w14:paraId="1BC3D6E6" w14:textId="77777777" w:rsidR="004A2564" w:rsidRPr="00517090" w:rsidRDefault="004A2564" w:rsidP="00236DCC">
            <w:pPr>
              <w:pStyle w:val="Textbezodsazen"/>
              <w:jc w:val="center"/>
            </w:pPr>
            <w:r>
              <w:t>hod</w:t>
            </w:r>
          </w:p>
        </w:tc>
        <w:tc>
          <w:tcPr>
            <w:tcW w:w="992" w:type="dxa"/>
          </w:tcPr>
          <w:p w14:paraId="431802F5" w14:textId="77777777" w:rsidR="004A2564" w:rsidRPr="00517090" w:rsidRDefault="004A2564" w:rsidP="00236DCC">
            <w:pPr>
              <w:pStyle w:val="Textbezodsazen"/>
              <w:jc w:val="center"/>
            </w:pPr>
          </w:p>
        </w:tc>
        <w:tc>
          <w:tcPr>
            <w:tcW w:w="1276" w:type="dxa"/>
          </w:tcPr>
          <w:p w14:paraId="0B363CD6" w14:textId="77777777" w:rsidR="004A2564" w:rsidRPr="00517090" w:rsidRDefault="004A2564" w:rsidP="00236DCC">
            <w:pPr>
              <w:pStyle w:val="Textbezodsazen"/>
              <w:jc w:val="center"/>
            </w:pPr>
          </w:p>
        </w:tc>
        <w:tc>
          <w:tcPr>
            <w:tcW w:w="1077" w:type="dxa"/>
          </w:tcPr>
          <w:p w14:paraId="3AC88A53" w14:textId="77777777" w:rsidR="004A2564" w:rsidRPr="00517090" w:rsidRDefault="004A2564" w:rsidP="00236DCC">
            <w:pPr>
              <w:pStyle w:val="Textbezodsazen"/>
              <w:jc w:val="center"/>
            </w:pPr>
          </w:p>
        </w:tc>
      </w:tr>
      <w:tr w:rsidR="00236DCC" w:rsidRPr="00517090" w14:paraId="005A76E6" w14:textId="77777777" w:rsidTr="009227F1">
        <w:tc>
          <w:tcPr>
            <w:tcW w:w="993" w:type="dxa"/>
          </w:tcPr>
          <w:p w14:paraId="5FFEDBE6" w14:textId="47E2E96C" w:rsidR="00236DCC" w:rsidRPr="00F40DDA" w:rsidRDefault="002516BE" w:rsidP="00236DCC">
            <w:pPr>
              <w:pStyle w:val="Textbezodsazen"/>
              <w:jc w:val="center"/>
            </w:pPr>
            <w:r w:rsidRPr="00F40DDA">
              <w:lastRenderedPageBreak/>
              <w:t>23</w:t>
            </w:r>
          </w:p>
        </w:tc>
        <w:tc>
          <w:tcPr>
            <w:tcW w:w="3260" w:type="dxa"/>
          </w:tcPr>
          <w:p w14:paraId="4F46FF0A" w14:textId="77777777" w:rsidR="00236DCC" w:rsidRPr="00517090" w:rsidRDefault="00236DCC" w:rsidP="00517090">
            <w:pPr>
              <w:pStyle w:val="Tabulka"/>
            </w:pPr>
            <w:r w:rsidRPr="00517090">
              <w:t xml:space="preserve">rozsah činnosti při výkonu </w:t>
            </w:r>
            <w:r w:rsidR="00301B36">
              <w:t>D</w:t>
            </w:r>
            <w:r w:rsidRPr="00517090">
              <w:t>ozoru projektanta v rámci realizace Stavby dle čl. 4 Obchodních podmínek</w:t>
            </w:r>
          </w:p>
        </w:tc>
        <w:tc>
          <w:tcPr>
            <w:tcW w:w="1134" w:type="dxa"/>
          </w:tcPr>
          <w:p w14:paraId="71B2FF77" w14:textId="77777777" w:rsidR="00236DCC" w:rsidRPr="00517090" w:rsidRDefault="00236DCC" w:rsidP="00236DCC">
            <w:pPr>
              <w:pStyle w:val="Textbezodsazen"/>
              <w:jc w:val="center"/>
            </w:pPr>
            <w:r w:rsidRPr="00517090">
              <w:t>hod</w:t>
            </w:r>
          </w:p>
        </w:tc>
        <w:tc>
          <w:tcPr>
            <w:tcW w:w="992" w:type="dxa"/>
          </w:tcPr>
          <w:p w14:paraId="7AFF7A74" w14:textId="482663A1" w:rsidR="00236DCC" w:rsidRPr="00517090" w:rsidRDefault="002516BE" w:rsidP="00236DCC">
            <w:pPr>
              <w:pStyle w:val="Textbezodsazen"/>
              <w:jc w:val="center"/>
            </w:pPr>
            <w:r>
              <w:t>7 511</w:t>
            </w:r>
          </w:p>
        </w:tc>
        <w:tc>
          <w:tcPr>
            <w:tcW w:w="1276" w:type="dxa"/>
          </w:tcPr>
          <w:p w14:paraId="3609A8A8" w14:textId="77777777" w:rsidR="00236DCC" w:rsidRPr="00517090" w:rsidRDefault="00236DCC" w:rsidP="00236DCC">
            <w:pPr>
              <w:pStyle w:val="Textbezodsazen"/>
              <w:jc w:val="center"/>
            </w:pPr>
          </w:p>
        </w:tc>
        <w:tc>
          <w:tcPr>
            <w:tcW w:w="1077" w:type="dxa"/>
          </w:tcPr>
          <w:p w14:paraId="2B97F9E4" w14:textId="77777777" w:rsidR="00236DCC" w:rsidRPr="00517090" w:rsidRDefault="00236DCC" w:rsidP="00236DCC">
            <w:pPr>
              <w:pStyle w:val="Textbezodsazen"/>
              <w:jc w:val="center"/>
            </w:pPr>
          </w:p>
        </w:tc>
      </w:tr>
    </w:tbl>
    <w:p w14:paraId="29900B94" w14:textId="77777777" w:rsidR="00760192" w:rsidRDefault="00760192" w:rsidP="00236DCC">
      <w:pPr>
        <w:pStyle w:val="Textbezodsazen"/>
      </w:pPr>
    </w:p>
    <w:p w14:paraId="1619052F" w14:textId="77777777" w:rsidR="008A4D1B" w:rsidRDefault="008A4D1B" w:rsidP="00236DCC">
      <w:pPr>
        <w:pStyle w:val="Textbezodsazen"/>
      </w:pPr>
      <w:r>
        <w:t xml:space="preserve">*) nevyplněné údaje </w:t>
      </w:r>
      <w:r w:rsidRPr="00236DCC">
        <w:rPr>
          <w:highlight w:val="yellow"/>
        </w:rPr>
        <w:t>VLOŽÍ ZHOTOVITEL</w:t>
      </w:r>
    </w:p>
    <w:p w14:paraId="58E8AAD3" w14:textId="77777777" w:rsidR="008A4D1B" w:rsidRDefault="008A4D1B" w:rsidP="00236DCC">
      <w:pPr>
        <w:pStyle w:val="Textbezodsazen"/>
      </w:pPr>
      <w:r>
        <w:t>Všechny ceny jsou uvedené v Kč bez DPH.</w:t>
      </w:r>
    </w:p>
    <w:p w14:paraId="70EE36D1" w14:textId="77777777" w:rsidR="008A4D1B" w:rsidRDefault="008A4D1B" w:rsidP="00236DCC">
      <w:pPr>
        <w:pStyle w:val="Textbezodsazen"/>
      </w:pPr>
    </w:p>
    <w:p w14:paraId="7DB9EBC7" w14:textId="60F054C3" w:rsidR="008A4D1B" w:rsidRDefault="008A4D1B" w:rsidP="00236DCC">
      <w:pPr>
        <w:pStyle w:val="Textbezodsazen"/>
      </w:pPr>
      <w:r>
        <w:t xml:space="preserve">Uvedená cena za výkon </w:t>
      </w:r>
      <w:r w:rsidR="00A54282">
        <w:t>D</w:t>
      </w:r>
      <w:r>
        <w:t>ozoru</w:t>
      </w:r>
      <w:r w:rsidR="00A54282">
        <w:t xml:space="preserve"> projektanta</w:t>
      </w:r>
      <w:r>
        <w:t xml:space="preserve"> zahrnuje veškeré náklady na výkon </w:t>
      </w:r>
      <w:r w:rsidR="00301B36">
        <w:t>D</w:t>
      </w:r>
      <w:r>
        <w:t>ozoru</w:t>
      </w:r>
      <w:r w:rsidR="00301B36">
        <w:t xml:space="preserve"> projektanta</w:t>
      </w:r>
      <w:r>
        <w:t xml:space="preserve"> po celou předpokládanou dobu </w:t>
      </w:r>
      <w:r w:rsidR="00A339F8">
        <w:t>zhotovení</w:t>
      </w:r>
      <w:r w:rsidR="004A2564">
        <w:t xml:space="preserve"> PDPS (v celkovém počtu "[</w:t>
      </w:r>
      <w:r w:rsidR="004A2564" w:rsidRPr="00236DCC">
        <w:rPr>
          <w:highlight w:val="yellow"/>
        </w:rPr>
        <w:t>VLOŽÍ ZHOTOVITEL</w:t>
      </w:r>
      <w:r w:rsidR="004A2564">
        <w:t xml:space="preserve">]" hodin) a realizaci </w:t>
      </w:r>
      <w:r>
        <w:t xml:space="preserve">Stavby (předpoklad </w:t>
      </w:r>
      <w:r w:rsidR="00EE42F2">
        <w:t>24</w:t>
      </w:r>
      <w:r>
        <w:t xml:space="preserve"> měsíců) v celkovém </w:t>
      </w:r>
      <w:r w:rsidRPr="00F40DDA">
        <w:t xml:space="preserve">počtu </w:t>
      </w:r>
      <w:r w:rsidR="002516BE" w:rsidRPr="00F40DDA">
        <w:t>7 511</w:t>
      </w:r>
      <w:r w:rsidRPr="00F40DDA">
        <w:t xml:space="preserve"> hodin.</w:t>
      </w:r>
      <w:r>
        <w:t xml:space="preserve"> Uvedená cena za výkon </w:t>
      </w:r>
      <w:r w:rsidR="00301B36">
        <w:t>D</w:t>
      </w:r>
      <w:r>
        <w:t>ozoru</w:t>
      </w:r>
      <w:r w:rsidR="00301B36">
        <w:t xml:space="preserve"> projektanta</w:t>
      </w:r>
      <w:r>
        <w:t xml:space="preserve"> odpovídá pracnosti a rozsahu</w:t>
      </w:r>
      <w:r w:rsidR="004A2564">
        <w:t xml:space="preserve"> zhotovení PDPS a provádění</w:t>
      </w:r>
      <w:r>
        <w:t xml:space="preserve"> Stavby a zahrnuje veškeré náklady na činnosti související s</w:t>
      </w:r>
      <w:r w:rsidR="007F22CD">
        <w:t> </w:t>
      </w:r>
      <w:r>
        <w:t xml:space="preserve">výkonem </w:t>
      </w:r>
      <w:r w:rsidR="00301B36">
        <w:t>D</w:t>
      </w:r>
      <w:r>
        <w:t>ozoru</w:t>
      </w:r>
      <w:r w:rsidR="00301B36">
        <w:t xml:space="preserve"> projektanta</w:t>
      </w:r>
      <w:r>
        <w:t xml:space="preserve"> včetně cestovních výloh, v předpokládané době</w:t>
      </w:r>
      <w:r w:rsidR="004A2564">
        <w:t xml:space="preserve"> zhotovení PDPS a</w:t>
      </w:r>
      <w:r>
        <w:t xml:space="preserve"> realizace Stavby.</w:t>
      </w:r>
    </w:p>
    <w:p w14:paraId="60973B3C" w14:textId="77777777" w:rsidR="00B06D17" w:rsidRDefault="00B06D17" w:rsidP="00236DCC">
      <w:pPr>
        <w:pStyle w:val="Textbezodsazen"/>
      </w:pPr>
    </w:p>
    <w:p w14:paraId="24C85613" w14:textId="77777777" w:rsidR="00236DCC" w:rsidRDefault="00760192" w:rsidP="0047019B">
      <w:pPr>
        <w:pStyle w:val="Nadpisbezsl1-2"/>
        <w:outlineLvl w:val="2"/>
      </w:pPr>
      <w:r>
        <w:t>4.</w:t>
      </w:r>
      <w:r>
        <w:tab/>
      </w:r>
      <w:r w:rsidR="00236DCC">
        <w:t>Cena Díla:</w:t>
      </w:r>
    </w:p>
    <w:tbl>
      <w:tblPr>
        <w:tblStyle w:val="TabulkaS-zhlav"/>
        <w:tblW w:w="0" w:type="auto"/>
        <w:tblLook w:val="04A0" w:firstRow="1" w:lastRow="0" w:firstColumn="1" w:lastColumn="0" w:noHBand="0" w:noVBand="1"/>
      </w:tblPr>
      <w:tblGrid>
        <w:gridCol w:w="2683"/>
        <w:gridCol w:w="2683"/>
        <w:gridCol w:w="2684"/>
      </w:tblGrid>
      <w:tr w:rsidR="00236DCC" w:rsidRPr="0017282C" w14:paraId="7F8EDCC8" w14:textId="77777777" w:rsidTr="009227F1">
        <w:trPr>
          <w:cnfStyle w:val="100000000000" w:firstRow="1" w:lastRow="0" w:firstColumn="0" w:lastColumn="0" w:oddVBand="0" w:evenVBand="0" w:oddHBand="0" w:evenHBand="0" w:firstRowFirstColumn="0" w:firstRowLastColumn="0" w:lastRowFirstColumn="0" w:lastRowLastColumn="0"/>
        </w:trPr>
        <w:tc>
          <w:tcPr>
            <w:tcW w:w="2683" w:type="dxa"/>
          </w:tcPr>
          <w:p w14:paraId="349AD23F" w14:textId="77777777" w:rsidR="00236DCC" w:rsidRPr="0017282C" w:rsidRDefault="00236DCC" w:rsidP="00517090">
            <w:pPr>
              <w:pStyle w:val="Tabulka"/>
              <w:rPr>
                <w:rStyle w:val="Tun"/>
                <w:b/>
              </w:rPr>
            </w:pPr>
            <w:r w:rsidRPr="0017282C">
              <w:rPr>
                <w:rStyle w:val="Tun"/>
                <w:b/>
              </w:rPr>
              <w:t>Cena Díla (bez DPH)</w:t>
            </w:r>
          </w:p>
        </w:tc>
        <w:tc>
          <w:tcPr>
            <w:tcW w:w="2683" w:type="dxa"/>
          </w:tcPr>
          <w:p w14:paraId="32808F55" w14:textId="77777777" w:rsidR="00236DCC" w:rsidRPr="0017282C" w:rsidRDefault="00236DCC" w:rsidP="00517090">
            <w:pPr>
              <w:pStyle w:val="Tabulka"/>
              <w:rPr>
                <w:rStyle w:val="Tun"/>
                <w:b/>
              </w:rPr>
            </w:pPr>
            <w:r w:rsidRPr="0017282C">
              <w:rPr>
                <w:rStyle w:val="Tun"/>
                <w:b/>
              </w:rPr>
              <w:t>Výše DPH</w:t>
            </w:r>
          </w:p>
        </w:tc>
        <w:tc>
          <w:tcPr>
            <w:tcW w:w="2684" w:type="dxa"/>
          </w:tcPr>
          <w:p w14:paraId="09077E8F" w14:textId="77777777" w:rsidR="00236DCC" w:rsidRPr="0017282C" w:rsidRDefault="00236DCC" w:rsidP="00517090">
            <w:pPr>
              <w:pStyle w:val="Tabulka"/>
              <w:rPr>
                <w:rStyle w:val="Tun"/>
                <w:b/>
              </w:rPr>
            </w:pPr>
            <w:r w:rsidRPr="0017282C">
              <w:rPr>
                <w:rStyle w:val="Tun"/>
                <w:b/>
              </w:rPr>
              <w:t>Cena Díla (s DPH)</w:t>
            </w:r>
          </w:p>
        </w:tc>
      </w:tr>
      <w:tr w:rsidR="00236DCC" w:rsidRPr="00236DCC" w14:paraId="7204A349" w14:textId="77777777" w:rsidTr="009227F1">
        <w:tc>
          <w:tcPr>
            <w:tcW w:w="2683" w:type="dxa"/>
          </w:tcPr>
          <w:p w14:paraId="26B8E4A3" w14:textId="77777777" w:rsidR="00236DCC" w:rsidRPr="00236DCC" w:rsidRDefault="00236DCC" w:rsidP="00517090">
            <w:pPr>
              <w:pStyle w:val="Tabulka"/>
            </w:pPr>
            <w:r w:rsidRPr="00236DCC">
              <w:t>"[</w:t>
            </w:r>
            <w:r w:rsidRPr="00236DCC">
              <w:rPr>
                <w:highlight w:val="yellow"/>
              </w:rPr>
              <w:t>VLOŽÍ ZHOTOVITEL</w:t>
            </w:r>
            <w:r w:rsidRPr="00236DCC">
              <w:t>]" Kč</w:t>
            </w:r>
          </w:p>
        </w:tc>
        <w:tc>
          <w:tcPr>
            <w:tcW w:w="2683" w:type="dxa"/>
          </w:tcPr>
          <w:p w14:paraId="1E27FDFC" w14:textId="77777777" w:rsidR="00236DCC" w:rsidRPr="00236DCC" w:rsidRDefault="00236DCC" w:rsidP="00517090">
            <w:pPr>
              <w:pStyle w:val="Tabulka"/>
            </w:pPr>
            <w:r w:rsidRPr="00236DCC">
              <w:t>"[</w:t>
            </w:r>
            <w:r w:rsidRPr="00236DCC">
              <w:rPr>
                <w:highlight w:val="yellow"/>
              </w:rPr>
              <w:t>VLOŽÍ ZHOTOVITEL</w:t>
            </w:r>
            <w:r w:rsidRPr="00236DCC">
              <w:t>]" Kč</w:t>
            </w:r>
          </w:p>
        </w:tc>
        <w:tc>
          <w:tcPr>
            <w:tcW w:w="2684" w:type="dxa"/>
          </w:tcPr>
          <w:p w14:paraId="7F476BEF" w14:textId="77777777" w:rsidR="00236DCC" w:rsidRPr="00236DCC" w:rsidRDefault="00236DCC" w:rsidP="00517090">
            <w:pPr>
              <w:pStyle w:val="Tabulka"/>
            </w:pPr>
            <w:r w:rsidRPr="00236DCC">
              <w:t>"[</w:t>
            </w:r>
            <w:r w:rsidRPr="00236DCC">
              <w:rPr>
                <w:highlight w:val="yellow"/>
              </w:rPr>
              <w:t>VLOŽÍ ZHOTOVITEL</w:t>
            </w:r>
            <w:r w:rsidRPr="00236DCC">
              <w:t>]" Kč</w:t>
            </w:r>
          </w:p>
        </w:tc>
      </w:tr>
      <w:tr w:rsidR="00236DCC" w:rsidRPr="00236DCC" w14:paraId="0EF17BE8" w14:textId="77777777" w:rsidTr="009227F1">
        <w:tc>
          <w:tcPr>
            <w:tcW w:w="8050" w:type="dxa"/>
            <w:gridSpan w:val="3"/>
          </w:tcPr>
          <w:p w14:paraId="36F92447" w14:textId="77777777" w:rsidR="00236DCC" w:rsidRPr="00236DCC" w:rsidRDefault="00236DCC" w:rsidP="00517090">
            <w:pPr>
              <w:pStyle w:val="Tabulka"/>
            </w:pPr>
            <w:r w:rsidRPr="00236DCC">
              <w:t xml:space="preserve">z toho: </w:t>
            </w:r>
          </w:p>
        </w:tc>
      </w:tr>
      <w:tr w:rsidR="00236DCC" w:rsidRPr="00236DCC" w14:paraId="501E8AC7" w14:textId="77777777" w:rsidTr="009227F1">
        <w:tc>
          <w:tcPr>
            <w:tcW w:w="8050" w:type="dxa"/>
            <w:gridSpan w:val="3"/>
          </w:tcPr>
          <w:p w14:paraId="612B2B07" w14:textId="6A84FD6B" w:rsidR="00236DCC" w:rsidRPr="00236DCC" w:rsidRDefault="00236DCC" w:rsidP="00517090">
            <w:pPr>
              <w:pStyle w:val="Tabulka"/>
            </w:pPr>
            <w:r w:rsidRPr="00236DCC">
              <w:t xml:space="preserve">Cena za zpracování </w:t>
            </w:r>
            <w:r w:rsidR="00E05654">
              <w:t>DPS</w:t>
            </w:r>
            <w:r w:rsidRPr="00236DCC">
              <w:t xml:space="preserve"> a PDPS</w:t>
            </w:r>
            <w:r w:rsidR="00B06D17">
              <w:t>:</w:t>
            </w:r>
            <w:r w:rsidRPr="00236DCC">
              <w:t xml:space="preserve"> </w:t>
            </w:r>
          </w:p>
        </w:tc>
      </w:tr>
      <w:tr w:rsidR="00236DCC" w:rsidRPr="00236DCC" w14:paraId="3B663446" w14:textId="77777777" w:rsidTr="009227F1">
        <w:tc>
          <w:tcPr>
            <w:tcW w:w="2683" w:type="dxa"/>
          </w:tcPr>
          <w:p w14:paraId="3EBEC8F6" w14:textId="77777777" w:rsidR="00236DCC" w:rsidRPr="00236DCC" w:rsidRDefault="00236DCC" w:rsidP="00517090">
            <w:pPr>
              <w:pStyle w:val="Tabulka"/>
            </w:pPr>
            <w:r w:rsidRPr="00236DCC">
              <w:t>"[</w:t>
            </w:r>
            <w:r w:rsidRPr="00236DCC">
              <w:rPr>
                <w:highlight w:val="yellow"/>
              </w:rPr>
              <w:t>VLOŽÍ ZHOTOVITEL</w:t>
            </w:r>
            <w:r w:rsidRPr="00236DCC">
              <w:t>]" Kč</w:t>
            </w:r>
          </w:p>
        </w:tc>
        <w:tc>
          <w:tcPr>
            <w:tcW w:w="2683" w:type="dxa"/>
          </w:tcPr>
          <w:p w14:paraId="383068F3" w14:textId="77777777" w:rsidR="00236DCC" w:rsidRPr="00236DCC" w:rsidRDefault="00236DCC" w:rsidP="00517090">
            <w:pPr>
              <w:pStyle w:val="Tabulka"/>
            </w:pPr>
            <w:r w:rsidRPr="00236DCC">
              <w:t>"[</w:t>
            </w:r>
            <w:r w:rsidRPr="00236DCC">
              <w:rPr>
                <w:highlight w:val="yellow"/>
              </w:rPr>
              <w:t>VLOŽÍ ZHOTOVITEL</w:t>
            </w:r>
            <w:r w:rsidRPr="00236DCC">
              <w:t>]" Kč</w:t>
            </w:r>
          </w:p>
        </w:tc>
        <w:tc>
          <w:tcPr>
            <w:tcW w:w="2684" w:type="dxa"/>
          </w:tcPr>
          <w:p w14:paraId="3436F51D" w14:textId="77777777" w:rsidR="00236DCC" w:rsidRPr="00236DCC" w:rsidRDefault="00236DCC" w:rsidP="00517090">
            <w:pPr>
              <w:pStyle w:val="Tabulka"/>
            </w:pPr>
            <w:r w:rsidRPr="00236DCC">
              <w:t>"[</w:t>
            </w:r>
            <w:r w:rsidRPr="00236DCC">
              <w:rPr>
                <w:highlight w:val="yellow"/>
              </w:rPr>
              <w:t>VLOŽÍ ZHOTOVITEL</w:t>
            </w:r>
            <w:r w:rsidRPr="00236DCC">
              <w:t>]" Kč</w:t>
            </w:r>
          </w:p>
        </w:tc>
      </w:tr>
      <w:tr w:rsidR="00236DCC" w:rsidRPr="00236DCC" w14:paraId="4CEDB9F0" w14:textId="77777777" w:rsidTr="009227F1">
        <w:tc>
          <w:tcPr>
            <w:tcW w:w="8050" w:type="dxa"/>
            <w:gridSpan w:val="3"/>
          </w:tcPr>
          <w:p w14:paraId="5AF039FE" w14:textId="77777777" w:rsidR="00236DCC" w:rsidRPr="00236DCC" w:rsidRDefault="00236DCC" w:rsidP="00517090">
            <w:pPr>
              <w:pStyle w:val="Tabulka"/>
            </w:pPr>
            <w:r w:rsidRPr="00236DCC">
              <w:t xml:space="preserve">Cena za výkon </w:t>
            </w:r>
            <w:r w:rsidR="00FF32EE">
              <w:t>D</w:t>
            </w:r>
            <w:r w:rsidRPr="00236DCC">
              <w:t>ozoru</w:t>
            </w:r>
            <w:r w:rsidR="00FF32EE">
              <w:t xml:space="preserve"> projektanta</w:t>
            </w:r>
            <w:r w:rsidR="00B06D17">
              <w:t>:</w:t>
            </w:r>
          </w:p>
        </w:tc>
      </w:tr>
      <w:tr w:rsidR="00236DCC" w:rsidRPr="00236DCC" w14:paraId="78650E79" w14:textId="77777777" w:rsidTr="009227F1">
        <w:tc>
          <w:tcPr>
            <w:tcW w:w="2683" w:type="dxa"/>
          </w:tcPr>
          <w:p w14:paraId="5702FEE8" w14:textId="77777777" w:rsidR="00236DCC" w:rsidRPr="00236DCC" w:rsidRDefault="00236DCC" w:rsidP="00517090">
            <w:pPr>
              <w:pStyle w:val="Tabulka"/>
            </w:pPr>
            <w:r w:rsidRPr="00236DCC">
              <w:t>"[</w:t>
            </w:r>
            <w:r w:rsidRPr="00236DCC">
              <w:rPr>
                <w:highlight w:val="yellow"/>
              </w:rPr>
              <w:t>VLOŽÍ ZHOTOVITEL</w:t>
            </w:r>
            <w:r w:rsidRPr="00236DCC">
              <w:t>]" Kč</w:t>
            </w:r>
          </w:p>
        </w:tc>
        <w:tc>
          <w:tcPr>
            <w:tcW w:w="2683" w:type="dxa"/>
          </w:tcPr>
          <w:p w14:paraId="28F9F881" w14:textId="77777777" w:rsidR="00236DCC" w:rsidRPr="00236DCC" w:rsidRDefault="00236DCC" w:rsidP="00517090">
            <w:pPr>
              <w:pStyle w:val="Tabulka"/>
            </w:pPr>
            <w:r w:rsidRPr="00236DCC">
              <w:t>"[</w:t>
            </w:r>
            <w:r w:rsidRPr="00236DCC">
              <w:rPr>
                <w:highlight w:val="yellow"/>
              </w:rPr>
              <w:t>VLOŽÍ ZHOTOVITEL</w:t>
            </w:r>
            <w:r w:rsidRPr="00236DCC">
              <w:t>]" Kč</w:t>
            </w:r>
          </w:p>
        </w:tc>
        <w:tc>
          <w:tcPr>
            <w:tcW w:w="2684" w:type="dxa"/>
          </w:tcPr>
          <w:p w14:paraId="18BF27C2" w14:textId="77777777" w:rsidR="00236DCC" w:rsidRPr="00236DCC" w:rsidRDefault="00236DCC" w:rsidP="00517090">
            <w:pPr>
              <w:pStyle w:val="Tabulka"/>
            </w:pPr>
            <w:r w:rsidRPr="00236DCC">
              <w:t>"[</w:t>
            </w:r>
            <w:r w:rsidRPr="00236DCC">
              <w:rPr>
                <w:highlight w:val="yellow"/>
              </w:rPr>
              <w:t>VLOŽÍ ZHOTOVITEL</w:t>
            </w:r>
            <w:r w:rsidRPr="00236DCC">
              <w:t>]" Kč</w:t>
            </w:r>
          </w:p>
        </w:tc>
      </w:tr>
    </w:tbl>
    <w:p w14:paraId="57E91F5B" w14:textId="77777777" w:rsidR="00236DCC" w:rsidRDefault="00236DCC" w:rsidP="00236DCC">
      <w:pPr>
        <w:pStyle w:val="Textbezodsazen"/>
      </w:pPr>
    </w:p>
    <w:p w14:paraId="2564D960" w14:textId="079131D0" w:rsidR="00236DCC" w:rsidRPr="00236DCC" w:rsidRDefault="00236DCC" w:rsidP="00236DCC">
      <w:pPr>
        <w:pStyle w:val="Nadpisbezsl1-2"/>
        <w:rPr>
          <w:rStyle w:val="Tun-ZRUIT"/>
        </w:rPr>
      </w:pPr>
      <w:r w:rsidRPr="00236DCC">
        <w:rPr>
          <w:rStyle w:val="Tun-ZRUIT"/>
        </w:rPr>
        <w:t xml:space="preserve">Rozpis jednotlivých položek Ceny Díla podle členění na Dílčí etapy zpracování </w:t>
      </w:r>
      <w:r w:rsidR="00E05654">
        <w:rPr>
          <w:rStyle w:val="Tun-ZRUIT"/>
        </w:rPr>
        <w:t>DPS</w:t>
      </w:r>
      <w:r w:rsidRPr="00236DCC">
        <w:rPr>
          <w:rStyle w:val="Tun-ZRUIT"/>
        </w:rPr>
        <w:t xml:space="preserve"> a PDPS a výkon </w:t>
      </w:r>
      <w:r w:rsidR="00FF32EE">
        <w:rPr>
          <w:rStyle w:val="Tun-ZRUIT"/>
        </w:rPr>
        <w:t>D</w:t>
      </w:r>
      <w:r w:rsidRPr="00236DCC">
        <w:rPr>
          <w:rStyle w:val="Tun-ZRUIT"/>
        </w:rPr>
        <w:t>ozoru</w:t>
      </w:r>
      <w:r w:rsidR="00FF32EE">
        <w:rPr>
          <w:rStyle w:val="Tun-ZRUIT"/>
        </w:rPr>
        <w:t xml:space="preserve"> projektanta</w:t>
      </w:r>
      <w:r w:rsidRPr="00236DCC">
        <w:rPr>
          <w:rStyle w:val="Tun-ZRUIT"/>
        </w:rPr>
        <w:t>:</w:t>
      </w:r>
      <w:r w:rsidR="00611DDF" w:rsidRPr="00611DDF">
        <w:rPr>
          <w:rStyle w:val="Tun"/>
          <w:b/>
          <w:i/>
          <w:color w:val="00B050"/>
          <w:sz w:val="16"/>
          <w:szCs w:val="16"/>
        </w:rPr>
        <w:t xml:space="preserve"> </w:t>
      </w:r>
      <w:bookmarkStart w:id="16" w:name="_Hlk157153816"/>
    </w:p>
    <w:tbl>
      <w:tblPr>
        <w:tblStyle w:val="TabulkaS-zhlav"/>
        <w:tblW w:w="8868" w:type="dxa"/>
        <w:tblLook w:val="04A0" w:firstRow="1" w:lastRow="0" w:firstColumn="1" w:lastColumn="0" w:noHBand="0" w:noVBand="1"/>
      </w:tblPr>
      <w:tblGrid>
        <w:gridCol w:w="2914"/>
        <w:gridCol w:w="2977"/>
        <w:gridCol w:w="2977"/>
      </w:tblGrid>
      <w:tr w:rsidR="00B72613" w:rsidRPr="0017282C" w14:paraId="7E288CED" w14:textId="77777777" w:rsidTr="009227F1">
        <w:trPr>
          <w:cnfStyle w:val="100000000000" w:firstRow="1" w:lastRow="0" w:firstColumn="0" w:lastColumn="0" w:oddVBand="0" w:evenVBand="0" w:oddHBand="0" w:evenHBand="0" w:firstRowFirstColumn="0" w:firstRowLastColumn="0" w:lastRowFirstColumn="0" w:lastRowLastColumn="0"/>
        </w:trPr>
        <w:tc>
          <w:tcPr>
            <w:tcW w:w="2914" w:type="dxa"/>
          </w:tcPr>
          <w:bookmarkEnd w:id="16"/>
          <w:p w14:paraId="28F40042" w14:textId="77777777" w:rsidR="00B72613" w:rsidRPr="0017282C" w:rsidRDefault="00B72613" w:rsidP="00517090">
            <w:pPr>
              <w:pStyle w:val="Tabulka"/>
              <w:rPr>
                <w:rStyle w:val="Tun"/>
                <w:b/>
              </w:rPr>
            </w:pPr>
            <w:r w:rsidRPr="0017282C">
              <w:rPr>
                <w:rStyle w:val="Tun"/>
                <w:b/>
              </w:rPr>
              <w:t>Specifikace položky</w:t>
            </w:r>
          </w:p>
        </w:tc>
        <w:tc>
          <w:tcPr>
            <w:tcW w:w="2977" w:type="dxa"/>
          </w:tcPr>
          <w:p w14:paraId="33BAA949" w14:textId="77777777" w:rsidR="00B72613" w:rsidRPr="0017282C" w:rsidRDefault="00B72613" w:rsidP="00517090">
            <w:pPr>
              <w:pStyle w:val="Tabulka"/>
              <w:rPr>
                <w:rStyle w:val="Tun"/>
                <w:b/>
              </w:rPr>
            </w:pPr>
            <w:r w:rsidRPr="0017282C">
              <w:rPr>
                <w:rStyle w:val="Tun"/>
                <w:b/>
              </w:rPr>
              <w:t>Cena položky (bez DPH)</w:t>
            </w:r>
          </w:p>
        </w:tc>
        <w:tc>
          <w:tcPr>
            <w:tcW w:w="2977" w:type="dxa"/>
          </w:tcPr>
          <w:p w14:paraId="1AFD3009" w14:textId="77777777" w:rsidR="00B72613" w:rsidRPr="0017282C" w:rsidRDefault="00B72613" w:rsidP="00517090">
            <w:pPr>
              <w:pStyle w:val="Tabulka"/>
              <w:rPr>
                <w:rStyle w:val="Tun"/>
                <w:b/>
              </w:rPr>
            </w:pPr>
            <w:r w:rsidRPr="0017282C">
              <w:rPr>
                <w:rStyle w:val="Tun"/>
                <w:b/>
              </w:rPr>
              <w:t>Cena položky (s DPH)</w:t>
            </w:r>
          </w:p>
        </w:tc>
      </w:tr>
      <w:tr w:rsidR="00B72613" w:rsidRPr="00B72613" w14:paraId="3D386AFD" w14:textId="77777777" w:rsidTr="009227F1">
        <w:tc>
          <w:tcPr>
            <w:tcW w:w="2914" w:type="dxa"/>
          </w:tcPr>
          <w:p w14:paraId="74B3611F" w14:textId="77777777" w:rsidR="00B72613" w:rsidRPr="0094164F" w:rsidRDefault="00B72613" w:rsidP="00517090">
            <w:pPr>
              <w:pStyle w:val="Tabulka"/>
              <w:rPr>
                <w:rStyle w:val="Tun"/>
              </w:rPr>
            </w:pPr>
            <w:r w:rsidRPr="0094164F">
              <w:rPr>
                <w:rStyle w:val="Tun"/>
              </w:rPr>
              <w:t>1. Dílčí etapa</w:t>
            </w:r>
          </w:p>
        </w:tc>
        <w:tc>
          <w:tcPr>
            <w:tcW w:w="2977" w:type="dxa"/>
          </w:tcPr>
          <w:p w14:paraId="32A3B44D" w14:textId="77777777" w:rsidR="00B72613" w:rsidRDefault="00B72613" w:rsidP="00517090">
            <w:pPr>
              <w:pStyle w:val="Tabulka"/>
              <w:rPr>
                <w:rStyle w:val="Tun"/>
                <w:highlight w:val="yellow"/>
              </w:rPr>
            </w:pPr>
            <w:r w:rsidRPr="00B06D17">
              <w:rPr>
                <w:rStyle w:val="Tun"/>
                <w:highlight w:val="yellow"/>
              </w:rPr>
              <w:t>[....] Kč</w:t>
            </w:r>
          </w:p>
          <w:p w14:paraId="20A1DA60" w14:textId="4A510CFA" w:rsidR="005B21D4" w:rsidRPr="005B21D4" w:rsidRDefault="005B21D4" w:rsidP="00517090">
            <w:pPr>
              <w:pStyle w:val="Tabulka"/>
              <w:rPr>
                <w:rStyle w:val="Tun"/>
                <w:b w:val="0"/>
                <w:bCs/>
                <w:highlight w:val="yellow"/>
              </w:rPr>
            </w:pPr>
            <w:r w:rsidRPr="005B21D4">
              <w:rPr>
                <w:rStyle w:val="Tun"/>
                <w:b w:val="0"/>
                <w:bCs/>
              </w:rPr>
              <w:t>FAKTURACE 5 % z ceny DPS a PDPS</w:t>
            </w:r>
          </w:p>
        </w:tc>
        <w:tc>
          <w:tcPr>
            <w:tcW w:w="2977" w:type="dxa"/>
          </w:tcPr>
          <w:p w14:paraId="7C434EF1" w14:textId="77777777" w:rsidR="00B72613" w:rsidRPr="00B06D17" w:rsidRDefault="00B72613" w:rsidP="00517090">
            <w:pPr>
              <w:pStyle w:val="Tabulka"/>
              <w:rPr>
                <w:rStyle w:val="Tun"/>
                <w:highlight w:val="yellow"/>
              </w:rPr>
            </w:pPr>
            <w:r w:rsidRPr="00B06D17">
              <w:rPr>
                <w:rStyle w:val="Tun"/>
                <w:highlight w:val="yellow"/>
              </w:rPr>
              <w:t>[....] Kč</w:t>
            </w:r>
          </w:p>
        </w:tc>
      </w:tr>
      <w:tr w:rsidR="00B72613" w:rsidRPr="00B72613" w14:paraId="41B3A87F" w14:textId="77777777" w:rsidTr="009227F1">
        <w:tc>
          <w:tcPr>
            <w:tcW w:w="2914" w:type="dxa"/>
          </w:tcPr>
          <w:p w14:paraId="386D3411" w14:textId="77777777" w:rsidR="00B72613" w:rsidRPr="0094164F" w:rsidRDefault="00B72613" w:rsidP="00517090">
            <w:pPr>
              <w:pStyle w:val="Tabulka"/>
              <w:rPr>
                <w:rStyle w:val="Tun"/>
              </w:rPr>
            </w:pPr>
            <w:r w:rsidRPr="0094164F">
              <w:rPr>
                <w:rStyle w:val="Tun"/>
              </w:rPr>
              <w:t>2. Dílčí etapa</w:t>
            </w:r>
          </w:p>
        </w:tc>
        <w:tc>
          <w:tcPr>
            <w:tcW w:w="2977" w:type="dxa"/>
          </w:tcPr>
          <w:p w14:paraId="038263DF" w14:textId="77777777" w:rsidR="00B72613" w:rsidRDefault="00B72613" w:rsidP="00517090">
            <w:pPr>
              <w:pStyle w:val="Tabulka"/>
              <w:rPr>
                <w:rStyle w:val="Tun"/>
                <w:highlight w:val="yellow"/>
              </w:rPr>
            </w:pPr>
            <w:r w:rsidRPr="00B06D17">
              <w:rPr>
                <w:rStyle w:val="Tun"/>
                <w:highlight w:val="yellow"/>
              </w:rPr>
              <w:t>[....] Kč</w:t>
            </w:r>
            <w:r w:rsidR="00FB1561">
              <w:rPr>
                <w:rStyle w:val="Tun"/>
                <w:highlight w:val="yellow"/>
              </w:rPr>
              <w:t>)</w:t>
            </w:r>
          </w:p>
          <w:p w14:paraId="507346F1" w14:textId="2213D898" w:rsidR="00FB1561" w:rsidRPr="00B06D17" w:rsidRDefault="00FB1561" w:rsidP="00517090">
            <w:pPr>
              <w:pStyle w:val="Tabulka"/>
              <w:rPr>
                <w:rStyle w:val="Tun"/>
                <w:highlight w:val="yellow"/>
              </w:rPr>
            </w:pPr>
            <w:r w:rsidRPr="00F20090">
              <w:t xml:space="preserve">FAKTURACE </w:t>
            </w:r>
            <w:r>
              <w:t>5 % z ceny</w:t>
            </w:r>
            <w:r w:rsidRPr="00F20090">
              <w:t xml:space="preserve"> DPS a PDPS</w:t>
            </w:r>
          </w:p>
        </w:tc>
        <w:tc>
          <w:tcPr>
            <w:tcW w:w="2977" w:type="dxa"/>
          </w:tcPr>
          <w:p w14:paraId="7175726D" w14:textId="77777777" w:rsidR="00B72613" w:rsidRPr="00B06D17" w:rsidRDefault="00B72613" w:rsidP="00517090">
            <w:pPr>
              <w:pStyle w:val="Tabulka"/>
              <w:rPr>
                <w:rStyle w:val="Tun"/>
                <w:highlight w:val="yellow"/>
              </w:rPr>
            </w:pPr>
            <w:r w:rsidRPr="00B06D17">
              <w:rPr>
                <w:rStyle w:val="Tun"/>
                <w:highlight w:val="yellow"/>
              </w:rPr>
              <w:t>[....] Kč</w:t>
            </w:r>
          </w:p>
        </w:tc>
      </w:tr>
      <w:tr w:rsidR="00B72613" w:rsidRPr="00B72613" w14:paraId="20F9BC4E" w14:textId="77777777" w:rsidTr="009227F1">
        <w:tc>
          <w:tcPr>
            <w:tcW w:w="2914" w:type="dxa"/>
          </w:tcPr>
          <w:p w14:paraId="2453F55E" w14:textId="77777777" w:rsidR="00B72613" w:rsidRPr="0094164F" w:rsidRDefault="00B72613" w:rsidP="00517090">
            <w:pPr>
              <w:pStyle w:val="Tabulka"/>
              <w:rPr>
                <w:rStyle w:val="Tun"/>
              </w:rPr>
            </w:pPr>
            <w:r w:rsidRPr="0094164F">
              <w:rPr>
                <w:rStyle w:val="Tun"/>
              </w:rPr>
              <w:t>3. Dílčí etapa</w:t>
            </w:r>
          </w:p>
        </w:tc>
        <w:tc>
          <w:tcPr>
            <w:tcW w:w="2977" w:type="dxa"/>
          </w:tcPr>
          <w:p w14:paraId="3612FD68" w14:textId="77777777" w:rsidR="00B72613" w:rsidRDefault="00B72613" w:rsidP="00517090">
            <w:pPr>
              <w:pStyle w:val="Tabulka"/>
              <w:rPr>
                <w:rStyle w:val="Tun"/>
                <w:highlight w:val="yellow"/>
              </w:rPr>
            </w:pPr>
            <w:r w:rsidRPr="00B06D17">
              <w:rPr>
                <w:rStyle w:val="Tun"/>
                <w:highlight w:val="yellow"/>
              </w:rPr>
              <w:t>[....] Kč</w:t>
            </w:r>
          </w:p>
          <w:p w14:paraId="43F8D9D6" w14:textId="2574749A" w:rsidR="00FB1561" w:rsidRPr="00B06D17" w:rsidRDefault="00FB1561" w:rsidP="00517090">
            <w:pPr>
              <w:pStyle w:val="Tabulka"/>
              <w:rPr>
                <w:rStyle w:val="Tun"/>
                <w:highlight w:val="yellow"/>
              </w:rPr>
            </w:pPr>
            <w:r w:rsidRPr="00F20090">
              <w:t xml:space="preserve">FAKTURACE </w:t>
            </w:r>
            <w:r>
              <w:t>15 % z ceny</w:t>
            </w:r>
            <w:r w:rsidRPr="00F20090">
              <w:t xml:space="preserve"> DPS a PDPS</w:t>
            </w:r>
          </w:p>
        </w:tc>
        <w:tc>
          <w:tcPr>
            <w:tcW w:w="2977" w:type="dxa"/>
          </w:tcPr>
          <w:p w14:paraId="3CC9B38B" w14:textId="77777777" w:rsidR="00B72613" w:rsidRPr="00B06D17" w:rsidRDefault="00B72613" w:rsidP="00517090">
            <w:pPr>
              <w:pStyle w:val="Tabulka"/>
              <w:rPr>
                <w:rStyle w:val="Tun"/>
                <w:highlight w:val="yellow"/>
              </w:rPr>
            </w:pPr>
            <w:r w:rsidRPr="00B06D17">
              <w:rPr>
                <w:rStyle w:val="Tun"/>
                <w:highlight w:val="yellow"/>
              </w:rPr>
              <w:t>[....] Kč</w:t>
            </w:r>
          </w:p>
        </w:tc>
      </w:tr>
      <w:tr w:rsidR="00B72613" w:rsidRPr="00B72613" w14:paraId="52553139" w14:textId="77777777" w:rsidTr="009227F1">
        <w:tc>
          <w:tcPr>
            <w:tcW w:w="2914" w:type="dxa"/>
          </w:tcPr>
          <w:p w14:paraId="27B9C9E3" w14:textId="77777777" w:rsidR="00B72613" w:rsidRPr="0094164F" w:rsidRDefault="00B72613" w:rsidP="00517090">
            <w:pPr>
              <w:pStyle w:val="Tabulka"/>
              <w:rPr>
                <w:rStyle w:val="Tun"/>
              </w:rPr>
            </w:pPr>
            <w:r w:rsidRPr="0094164F">
              <w:rPr>
                <w:rStyle w:val="Tun"/>
              </w:rPr>
              <w:t>4. Dílčí etapa</w:t>
            </w:r>
          </w:p>
        </w:tc>
        <w:tc>
          <w:tcPr>
            <w:tcW w:w="2977" w:type="dxa"/>
          </w:tcPr>
          <w:p w14:paraId="73F5ABA9" w14:textId="77777777" w:rsidR="00B72613" w:rsidRDefault="00B72613" w:rsidP="00517090">
            <w:pPr>
              <w:pStyle w:val="Tabulka"/>
              <w:rPr>
                <w:rStyle w:val="Tun"/>
                <w:highlight w:val="yellow"/>
              </w:rPr>
            </w:pPr>
            <w:r w:rsidRPr="00B06D17">
              <w:rPr>
                <w:rStyle w:val="Tun"/>
                <w:highlight w:val="yellow"/>
              </w:rPr>
              <w:t>[....] Kč</w:t>
            </w:r>
          </w:p>
          <w:p w14:paraId="1D82E33B" w14:textId="0261954D" w:rsidR="00FB1561" w:rsidRPr="00B06D17" w:rsidRDefault="00FB1561" w:rsidP="00517090">
            <w:pPr>
              <w:pStyle w:val="Tabulka"/>
              <w:rPr>
                <w:rStyle w:val="Tun"/>
                <w:highlight w:val="yellow"/>
              </w:rPr>
            </w:pPr>
            <w:r w:rsidRPr="00F20090">
              <w:t xml:space="preserve">FAKTURACE </w:t>
            </w:r>
            <w:r>
              <w:t>5 % z ceny</w:t>
            </w:r>
            <w:r w:rsidRPr="00F20090">
              <w:t xml:space="preserve"> DPS a PDPS</w:t>
            </w:r>
          </w:p>
        </w:tc>
        <w:tc>
          <w:tcPr>
            <w:tcW w:w="2977" w:type="dxa"/>
          </w:tcPr>
          <w:p w14:paraId="41541923" w14:textId="77777777" w:rsidR="00B72613" w:rsidRPr="00B06D17" w:rsidRDefault="00B72613" w:rsidP="00517090">
            <w:pPr>
              <w:pStyle w:val="Tabulka"/>
              <w:rPr>
                <w:rStyle w:val="Tun"/>
                <w:highlight w:val="yellow"/>
              </w:rPr>
            </w:pPr>
            <w:r w:rsidRPr="00B06D17">
              <w:rPr>
                <w:rStyle w:val="Tun"/>
                <w:highlight w:val="yellow"/>
              </w:rPr>
              <w:t>[....] Kč</w:t>
            </w:r>
          </w:p>
        </w:tc>
      </w:tr>
      <w:tr w:rsidR="00B72613" w:rsidRPr="00B72613" w14:paraId="2ABBDAB6" w14:textId="77777777" w:rsidTr="00F66CA1">
        <w:trPr>
          <w:trHeight w:val="240"/>
        </w:trPr>
        <w:tc>
          <w:tcPr>
            <w:tcW w:w="2914" w:type="dxa"/>
          </w:tcPr>
          <w:p w14:paraId="294E4BEC" w14:textId="258008E3" w:rsidR="00B72613" w:rsidRPr="0094164F" w:rsidRDefault="00611DDF" w:rsidP="00517090">
            <w:pPr>
              <w:pStyle w:val="Tabulka"/>
              <w:rPr>
                <w:rStyle w:val="Tun"/>
              </w:rPr>
            </w:pPr>
            <w:r w:rsidRPr="0094164F">
              <w:rPr>
                <w:rStyle w:val="Tun"/>
              </w:rPr>
              <w:t xml:space="preserve">5. Dílčí etapa </w:t>
            </w:r>
          </w:p>
        </w:tc>
        <w:tc>
          <w:tcPr>
            <w:tcW w:w="2977" w:type="dxa"/>
          </w:tcPr>
          <w:p w14:paraId="75FEB6A2" w14:textId="77777777" w:rsidR="00B72613" w:rsidRDefault="00B72613" w:rsidP="00517090">
            <w:pPr>
              <w:pStyle w:val="Tabulka"/>
              <w:rPr>
                <w:rStyle w:val="Tun"/>
                <w:highlight w:val="yellow"/>
              </w:rPr>
            </w:pPr>
            <w:r w:rsidRPr="00B06D17">
              <w:rPr>
                <w:rStyle w:val="Tun"/>
                <w:highlight w:val="yellow"/>
              </w:rPr>
              <w:t>[....] Kč</w:t>
            </w:r>
          </w:p>
          <w:p w14:paraId="3BC36C02" w14:textId="415F0375" w:rsidR="00FB1561" w:rsidRPr="00B06D17" w:rsidRDefault="00FB1561" w:rsidP="00517090">
            <w:pPr>
              <w:pStyle w:val="Tabulka"/>
              <w:rPr>
                <w:rStyle w:val="Tun"/>
                <w:highlight w:val="yellow"/>
              </w:rPr>
            </w:pPr>
            <w:r w:rsidRPr="00F20090">
              <w:t xml:space="preserve">FAKTURACE </w:t>
            </w:r>
            <w:r>
              <w:t>25 % z ceny</w:t>
            </w:r>
            <w:r w:rsidRPr="00F20090">
              <w:t xml:space="preserve"> DPS a PDPS</w:t>
            </w:r>
          </w:p>
        </w:tc>
        <w:tc>
          <w:tcPr>
            <w:tcW w:w="2977" w:type="dxa"/>
          </w:tcPr>
          <w:p w14:paraId="5313694F" w14:textId="77777777" w:rsidR="00B72613" w:rsidRPr="00B06D17" w:rsidRDefault="00B72613" w:rsidP="00517090">
            <w:pPr>
              <w:pStyle w:val="Tabulka"/>
              <w:rPr>
                <w:rStyle w:val="Tun"/>
                <w:highlight w:val="yellow"/>
              </w:rPr>
            </w:pPr>
            <w:r w:rsidRPr="00B06D17">
              <w:rPr>
                <w:rStyle w:val="Tun"/>
                <w:highlight w:val="yellow"/>
              </w:rPr>
              <w:t>[....] Kč</w:t>
            </w:r>
          </w:p>
        </w:tc>
      </w:tr>
      <w:tr w:rsidR="00FB1561" w:rsidRPr="00B72613" w14:paraId="194DD298" w14:textId="77777777" w:rsidTr="00F66CA1">
        <w:trPr>
          <w:trHeight w:val="240"/>
        </w:trPr>
        <w:tc>
          <w:tcPr>
            <w:tcW w:w="2914" w:type="dxa"/>
          </w:tcPr>
          <w:p w14:paraId="368B36F3" w14:textId="66B0AF00" w:rsidR="00FB1561" w:rsidRPr="0094164F" w:rsidRDefault="00FB1561" w:rsidP="00FB1561">
            <w:pPr>
              <w:pStyle w:val="Tabulka"/>
              <w:rPr>
                <w:rStyle w:val="Tun"/>
              </w:rPr>
            </w:pPr>
            <w:r w:rsidRPr="0094164F">
              <w:rPr>
                <w:rStyle w:val="Tun"/>
              </w:rPr>
              <w:t xml:space="preserve">6. Dílčí etapa </w:t>
            </w:r>
          </w:p>
        </w:tc>
        <w:tc>
          <w:tcPr>
            <w:tcW w:w="2977" w:type="dxa"/>
          </w:tcPr>
          <w:p w14:paraId="745EFE63" w14:textId="77777777" w:rsidR="00FB1561" w:rsidRDefault="00FB1561" w:rsidP="00FB1561">
            <w:pPr>
              <w:pStyle w:val="Tabulka"/>
              <w:rPr>
                <w:rStyle w:val="Tun"/>
                <w:highlight w:val="yellow"/>
              </w:rPr>
            </w:pPr>
            <w:r w:rsidRPr="00B06D17">
              <w:rPr>
                <w:rStyle w:val="Tun"/>
                <w:highlight w:val="yellow"/>
              </w:rPr>
              <w:t>[....] Kč</w:t>
            </w:r>
          </w:p>
          <w:p w14:paraId="15C7D18F" w14:textId="2C0A245B" w:rsidR="00FB1561" w:rsidRPr="00B06D17" w:rsidRDefault="00FB1561" w:rsidP="00FB1561">
            <w:pPr>
              <w:pStyle w:val="Tabulka"/>
              <w:rPr>
                <w:rStyle w:val="Tun"/>
                <w:highlight w:val="yellow"/>
              </w:rPr>
            </w:pPr>
            <w:r w:rsidRPr="00F20090">
              <w:t xml:space="preserve">FAKTURACE </w:t>
            </w:r>
            <w:r w:rsidR="003E63D8">
              <w:t>10</w:t>
            </w:r>
            <w:r>
              <w:t xml:space="preserve"> % z ceny</w:t>
            </w:r>
            <w:r w:rsidRPr="00F20090">
              <w:t xml:space="preserve"> DPS a PDPS</w:t>
            </w:r>
          </w:p>
        </w:tc>
        <w:tc>
          <w:tcPr>
            <w:tcW w:w="2977" w:type="dxa"/>
          </w:tcPr>
          <w:p w14:paraId="2DBF2727" w14:textId="1429FC2C" w:rsidR="00FB1561" w:rsidRPr="00B06D17" w:rsidRDefault="00FB1561" w:rsidP="00FB1561">
            <w:pPr>
              <w:pStyle w:val="Tabulka"/>
              <w:rPr>
                <w:rStyle w:val="Tun"/>
                <w:highlight w:val="yellow"/>
              </w:rPr>
            </w:pPr>
            <w:r w:rsidRPr="00B06D17">
              <w:rPr>
                <w:rStyle w:val="Tun"/>
                <w:highlight w:val="yellow"/>
              </w:rPr>
              <w:t>[....] Kč</w:t>
            </w:r>
          </w:p>
        </w:tc>
      </w:tr>
      <w:tr w:rsidR="00FB1561" w:rsidRPr="00B72613" w14:paraId="290D6A1F" w14:textId="77777777" w:rsidTr="00F66CA1">
        <w:trPr>
          <w:trHeight w:val="240"/>
        </w:trPr>
        <w:tc>
          <w:tcPr>
            <w:tcW w:w="2914" w:type="dxa"/>
          </w:tcPr>
          <w:p w14:paraId="79BE2391" w14:textId="432AE147" w:rsidR="00FB1561" w:rsidRPr="0094164F" w:rsidRDefault="00FB1561" w:rsidP="00FB1561">
            <w:pPr>
              <w:pStyle w:val="Tabulka"/>
              <w:rPr>
                <w:rStyle w:val="Tun"/>
              </w:rPr>
            </w:pPr>
            <w:r w:rsidRPr="0094164F">
              <w:rPr>
                <w:rStyle w:val="Tun"/>
              </w:rPr>
              <w:lastRenderedPageBreak/>
              <w:t xml:space="preserve">7. Dílčí etapa </w:t>
            </w:r>
          </w:p>
        </w:tc>
        <w:tc>
          <w:tcPr>
            <w:tcW w:w="2977" w:type="dxa"/>
          </w:tcPr>
          <w:p w14:paraId="0A4B5830" w14:textId="77777777" w:rsidR="00FB1561" w:rsidRDefault="00FB1561" w:rsidP="00FB1561">
            <w:pPr>
              <w:pStyle w:val="Tabulka"/>
              <w:rPr>
                <w:rStyle w:val="Tun"/>
                <w:highlight w:val="yellow"/>
              </w:rPr>
            </w:pPr>
            <w:r w:rsidRPr="00B06D17">
              <w:rPr>
                <w:rStyle w:val="Tun"/>
                <w:highlight w:val="yellow"/>
              </w:rPr>
              <w:t>[....] Kč</w:t>
            </w:r>
          </w:p>
          <w:p w14:paraId="3017C51A" w14:textId="77777777" w:rsidR="00FB1561" w:rsidRDefault="00FB1561" w:rsidP="00FB1561">
            <w:pPr>
              <w:pStyle w:val="Tabulka"/>
            </w:pPr>
            <w:r w:rsidRPr="00F20090">
              <w:t xml:space="preserve">FAKTURACE </w:t>
            </w:r>
            <w:r w:rsidR="003E63D8">
              <w:t>3</w:t>
            </w:r>
            <w:r>
              <w:t>5 % z ceny</w:t>
            </w:r>
            <w:r w:rsidRPr="00F20090">
              <w:t xml:space="preserve"> DPS a PDPS</w:t>
            </w:r>
          </w:p>
          <w:p w14:paraId="0E676A8A" w14:textId="09F6192E" w:rsidR="003E63D8" w:rsidRPr="003E63D8" w:rsidRDefault="003E63D8" w:rsidP="003E63D8">
            <w:pPr>
              <w:pStyle w:val="Textbezodsazen"/>
              <w:jc w:val="left"/>
              <w:rPr>
                <w:rStyle w:val="Tun"/>
                <w:b w:val="0"/>
              </w:rPr>
            </w:pPr>
            <w:r w:rsidRPr="00F20090">
              <w:t>+ FAKTURACE položky č. 2</w:t>
            </w:r>
            <w:r>
              <w:t>4</w:t>
            </w:r>
          </w:p>
        </w:tc>
        <w:tc>
          <w:tcPr>
            <w:tcW w:w="2977" w:type="dxa"/>
          </w:tcPr>
          <w:p w14:paraId="306EE329" w14:textId="40CF60C9" w:rsidR="00FB1561" w:rsidRPr="00B06D17" w:rsidRDefault="00FB1561" w:rsidP="00FB1561">
            <w:pPr>
              <w:pStyle w:val="Tabulka"/>
              <w:rPr>
                <w:rStyle w:val="Tun"/>
                <w:highlight w:val="yellow"/>
              </w:rPr>
            </w:pPr>
            <w:r w:rsidRPr="00B06D17">
              <w:rPr>
                <w:rStyle w:val="Tun"/>
                <w:highlight w:val="yellow"/>
              </w:rPr>
              <w:t>[....] Kč</w:t>
            </w:r>
          </w:p>
        </w:tc>
      </w:tr>
      <w:tr w:rsidR="00FB1561" w:rsidRPr="00B72613" w14:paraId="0F6E064F" w14:textId="77777777" w:rsidTr="00F66CA1">
        <w:trPr>
          <w:trHeight w:val="240"/>
        </w:trPr>
        <w:tc>
          <w:tcPr>
            <w:tcW w:w="2914" w:type="dxa"/>
          </w:tcPr>
          <w:p w14:paraId="03C237E3" w14:textId="34C1E258" w:rsidR="00FB1561" w:rsidRPr="0094164F" w:rsidRDefault="000E7A7F" w:rsidP="00FB1561">
            <w:pPr>
              <w:pStyle w:val="Tabulka"/>
              <w:rPr>
                <w:rStyle w:val="Tun"/>
              </w:rPr>
            </w:pPr>
            <w:r w:rsidRPr="0094164F">
              <w:rPr>
                <w:rStyle w:val="Tun"/>
              </w:rPr>
              <w:t>8</w:t>
            </w:r>
            <w:r w:rsidR="00FB1561" w:rsidRPr="0094164F">
              <w:rPr>
                <w:rStyle w:val="Tun"/>
              </w:rPr>
              <w:t xml:space="preserve">. Dílčí etapa </w:t>
            </w:r>
          </w:p>
          <w:p w14:paraId="4CE6A2AE" w14:textId="77777777" w:rsidR="00FB1561" w:rsidRPr="0094164F" w:rsidRDefault="00FB1561" w:rsidP="00FB1561">
            <w:pPr>
              <w:pStyle w:val="Tabulka"/>
              <w:rPr>
                <w:rStyle w:val="Tun"/>
              </w:rPr>
            </w:pPr>
            <w:r w:rsidRPr="0094164F">
              <w:rPr>
                <w:rStyle w:val="Tun"/>
              </w:rPr>
              <w:t>Výkon dozoru projektanta při provádění stavby</w:t>
            </w:r>
          </w:p>
        </w:tc>
        <w:tc>
          <w:tcPr>
            <w:tcW w:w="2977" w:type="dxa"/>
          </w:tcPr>
          <w:p w14:paraId="7EC10BE8" w14:textId="77777777" w:rsidR="00FB1561" w:rsidRDefault="00FB1561" w:rsidP="00FB1561">
            <w:pPr>
              <w:pStyle w:val="Tabulka"/>
              <w:rPr>
                <w:rStyle w:val="Tun"/>
                <w:highlight w:val="yellow"/>
              </w:rPr>
            </w:pPr>
            <w:r w:rsidRPr="00B06D17">
              <w:rPr>
                <w:rStyle w:val="Tun"/>
                <w:highlight w:val="yellow"/>
              </w:rPr>
              <w:t>[....] Kč</w:t>
            </w:r>
          </w:p>
          <w:p w14:paraId="46FBD549" w14:textId="692A7D7E" w:rsidR="00A95777" w:rsidRPr="000E7A7F" w:rsidRDefault="000E7A7F" w:rsidP="00FB1561">
            <w:pPr>
              <w:pStyle w:val="Tabulka"/>
              <w:rPr>
                <w:rStyle w:val="Tun"/>
                <w:b w:val="0"/>
                <w:bCs/>
                <w:highlight w:val="yellow"/>
              </w:rPr>
            </w:pPr>
            <w:r w:rsidRPr="000E7A7F">
              <w:rPr>
                <w:rStyle w:val="Tun"/>
                <w:b w:val="0"/>
                <w:bCs/>
              </w:rPr>
              <w:t>Fakturace 100 % z položky č. 2</w:t>
            </w:r>
            <w:r>
              <w:rPr>
                <w:rStyle w:val="Tun"/>
                <w:b w:val="0"/>
                <w:bCs/>
              </w:rPr>
              <w:t>5</w:t>
            </w:r>
          </w:p>
        </w:tc>
        <w:tc>
          <w:tcPr>
            <w:tcW w:w="2977" w:type="dxa"/>
          </w:tcPr>
          <w:p w14:paraId="463236D3" w14:textId="77777777" w:rsidR="00FB1561" w:rsidRPr="00B06D17" w:rsidRDefault="00FB1561" w:rsidP="00FB1561">
            <w:pPr>
              <w:pStyle w:val="Tabulka"/>
              <w:rPr>
                <w:rStyle w:val="Tun"/>
                <w:highlight w:val="yellow"/>
              </w:rPr>
            </w:pPr>
            <w:r w:rsidRPr="00B06D17">
              <w:rPr>
                <w:rStyle w:val="Tun"/>
                <w:highlight w:val="yellow"/>
              </w:rPr>
              <w:t>[....] Kč</w:t>
            </w:r>
          </w:p>
        </w:tc>
      </w:tr>
      <w:tr w:rsidR="00FB1561" w:rsidRPr="00B72613" w14:paraId="0AAD5557" w14:textId="77777777" w:rsidTr="009227F1">
        <w:tc>
          <w:tcPr>
            <w:tcW w:w="2914" w:type="dxa"/>
          </w:tcPr>
          <w:p w14:paraId="3026DBDD" w14:textId="77777777" w:rsidR="00FB1561" w:rsidRPr="00B72613" w:rsidRDefault="00FB1561" w:rsidP="00FB1561">
            <w:pPr>
              <w:pStyle w:val="Tabulka"/>
              <w:rPr>
                <w:rStyle w:val="Tun"/>
              </w:rPr>
            </w:pPr>
            <w:r w:rsidRPr="00B72613">
              <w:rPr>
                <w:rStyle w:val="Tun"/>
              </w:rPr>
              <w:t>Celkem:</w:t>
            </w:r>
          </w:p>
        </w:tc>
        <w:tc>
          <w:tcPr>
            <w:tcW w:w="2977" w:type="dxa"/>
          </w:tcPr>
          <w:p w14:paraId="5DCD7930" w14:textId="77777777" w:rsidR="00FB1561" w:rsidRPr="00B72613" w:rsidRDefault="00FB1561" w:rsidP="00FB1561">
            <w:pPr>
              <w:pStyle w:val="Tabulka"/>
              <w:rPr>
                <w:rStyle w:val="Tun"/>
              </w:rPr>
            </w:pPr>
            <w:r w:rsidRPr="00B72613">
              <w:rPr>
                <w:rStyle w:val="Tun"/>
              </w:rPr>
              <w:t>"[</w:t>
            </w:r>
            <w:r w:rsidRPr="00B72613">
              <w:rPr>
                <w:rStyle w:val="Tun"/>
                <w:highlight w:val="yellow"/>
              </w:rPr>
              <w:t>VLOŽÍ ZHOTOVITEL</w:t>
            </w:r>
            <w:r w:rsidRPr="00B72613">
              <w:rPr>
                <w:rStyle w:val="Tun"/>
              </w:rPr>
              <w:t>]"</w:t>
            </w:r>
          </w:p>
        </w:tc>
        <w:tc>
          <w:tcPr>
            <w:tcW w:w="2977" w:type="dxa"/>
          </w:tcPr>
          <w:p w14:paraId="2EAF005A" w14:textId="77777777" w:rsidR="00FB1561" w:rsidRPr="00B72613" w:rsidRDefault="00FB1561" w:rsidP="00FB1561">
            <w:pPr>
              <w:pStyle w:val="Tabulka"/>
              <w:rPr>
                <w:rStyle w:val="Tun"/>
              </w:rPr>
            </w:pPr>
            <w:r w:rsidRPr="00B72613">
              <w:rPr>
                <w:rStyle w:val="Tun"/>
              </w:rPr>
              <w:t>"[</w:t>
            </w:r>
            <w:r w:rsidRPr="00B72613">
              <w:rPr>
                <w:rStyle w:val="Tun"/>
                <w:highlight w:val="yellow"/>
              </w:rPr>
              <w:t>VLOŽÍ ZHOTOVITEL</w:t>
            </w:r>
            <w:r w:rsidRPr="00B72613">
              <w:rPr>
                <w:rStyle w:val="Tun"/>
              </w:rPr>
              <w:t>]"</w:t>
            </w:r>
          </w:p>
        </w:tc>
      </w:tr>
    </w:tbl>
    <w:p w14:paraId="36AF9983" w14:textId="77777777" w:rsidR="00236DCC" w:rsidRDefault="00236DCC" w:rsidP="00236DCC">
      <w:pPr>
        <w:pStyle w:val="Textbezodsazen"/>
      </w:pPr>
    </w:p>
    <w:p w14:paraId="193B9DA5" w14:textId="77777777" w:rsidR="00236DCC" w:rsidRDefault="00236DCC" w:rsidP="00236DCC">
      <w:pPr>
        <w:pStyle w:val="Textbezodsazen"/>
        <w:sectPr w:rsidR="00236DCC" w:rsidSect="00417DF5">
          <w:headerReference w:type="default" r:id="rId26"/>
          <w:footerReference w:type="even" r:id="rId27"/>
          <w:footerReference w:type="default" r:id="rId28"/>
          <w:pgSz w:w="11906" w:h="16838" w:code="9"/>
          <w:pgMar w:top="1077" w:right="1588" w:bottom="1474" w:left="1588" w:header="595" w:footer="624" w:gutter="0"/>
          <w:pgNumType w:start="1"/>
          <w:cols w:space="708"/>
          <w:docGrid w:linePitch="360"/>
        </w:sectPr>
      </w:pPr>
    </w:p>
    <w:p w14:paraId="1F1B7F56" w14:textId="77777777" w:rsidR="00B72613" w:rsidRDefault="00B72613" w:rsidP="00B72613">
      <w:pPr>
        <w:pStyle w:val="Nadpisbezsl1-1"/>
      </w:pPr>
      <w:r>
        <w:lastRenderedPageBreak/>
        <w:t>Příloha č. 5</w:t>
      </w:r>
    </w:p>
    <w:p w14:paraId="7CF0D4A7" w14:textId="0818CC3E" w:rsidR="00611DDF" w:rsidRPr="00236DCC" w:rsidRDefault="00B72613" w:rsidP="00F66CA1">
      <w:pPr>
        <w:pStyle w:val="Nadpisbezsl1-2"/>
        <w:outlineLvl w:val="1"/>
        <w:rPr>
          <w:rStyle w:val="Tun-ZRUIT"/>
        </w:rPr>
      </w:pPr>
      <w:r>
        <w:t>Harmonogram plnění</w:t>
      </w:r>
      <w:r w:rsidR="00611DDF" w:rsidRPr="00611DDF">
        <w:rPr>
          <w:rStyle w:val="Tun"/>
          <w:b/>
          <w:i/>
          <w:color w:val="00B050"/>
          <w:sz w:val="16"/>
          <w:szCs w:val="16"/>
        </w:rPr>
        <w:t xml:space="preserve"> </w:t>
      </w:r>
    </w:p>
    <w:tbl>
      <w:tblPr>
        <w:tblStyle w:val="TabulkaS-zhlav"/>
        <w:tblW w:w="0" w:type="auto"/>
        <w:tblLook w:val="04A0" w:firstRow="1" w:lastRow="0" w:firstColumn="1" w:lastColumn="0" w:noHBand="0" w:noVBand="1"/>
      </w:tblPr>
      <w:tblGrid>
        <w:gridCol w:w="2761"/>
        <w:gridCol w:w="4000"/>
        <w:gridCol w:w="3515"/>
        <w:gridCol w:w="3386"/>
      </w:tblGrid>
      <w:tr w:rsidR="00B72613" w:rsidRPr="0017282C" w14:paraId="30EC2164" w14:textId="77777777" w:rsidTr="00611DDF">
        <w:trPr>
          <w:cnfStyle w:val="100000000000" w:firstRow="1" w:lastRow="0" w:firstColumn="0" w:lastColumn="0" w:oddVBand="0" w:evenVBand="0" w:oddHBand="0" w:evenHBand="0" w:firstRowFirstColumn="0" w:firstRowLastColumn="0" w:lastRowFirstColumn="0" w:lastRowLastColumn="0"/>
        </w:trPr>
        <w:tc>
          <w:tcPr>
            <w:tcW w:w="2761" w:type="dxa"/>
          </w:tcPr>
          <w:p w14:paraId="3E1AFB06" w14:textId="77777777" w:rsidR="00B72613" w:rsidRPr="0017282C" w:rsidRDefault="00B72613" w:rsidP="009626C4">
            <w:pPr>
              <w:pStyle w:val="Tabulka"/>
              <w:rPr>
                <w:rStyle w:val="Tun"/>
                <w:b/>
              </w:rPr>
            </w:pPr>
            <w:r w:rsidRPr="0017282C">
              <w:rPr>
                <w:rStyle w:val="Tun"/>
                <w:b/>
              </w:rPr>
              <w:t>Část Díla</w:t>
            </w:r>
          </w:p>
        </w:tc>
        <w:tc>
          <w:tcPr>
            <w:tcW w:w="4000" w:type="dxa"/>
          </w:tcPr>
          <w:p w14:paraId="2C1CEA13" w14:textId="77777777" w:rsidR="00B72613" w:rsidRPr="0017282C" w:rsidRDefault="00B72613" w:rsidP="009626C4">
            <w:pPr>
              <w:pStyle w:val="Tabulka"/>
              <w:rPr>
                <w:rStyle w:val="Tun"/>
                <w:b/>
              </w:rPr>
            </w:pPr>
            <w:r w:rsidRPr="0017282C">
              <w:rPr>
                <w:rStyle w:val="Tun"/>
                <w:b/>
              </w:rPr>
              <w:t>Doba plnění</w:t>
            </w:r>
          </w:p>
        </w:tc>
        <w:tc>
          <w:tcPr>
            <w:tcW w:w="3515" w:type="dxa"/>
          </w:tcPr>
          <w:p w14:paraId="6C4CAD05" w14:textId="77777777" w:rsidR="00B72613" w:rsidRPr="0017282C" w:rsidRDefault="00B72613" w:rsidP="009626C4">
            <w:pPr>
              <w:pStyle w:val="Tabulka"/>
              <w:rPr>
                <w:rStyle w:val="Tun"/>
                <w:b/>
              </w:rPr>
            </w:pPr>
            <w:r w:rsidRPr="0017282C">
              <w:rPr>
                <w:rStyle w:val="Tun"/>
                <w:b/>
              </w:rPr>
              <w:t>Popis činností prováděných v</w:t>
            </w:r>
            <w:r w:rsidR="009626C4" w:rsidRPr="0017282C">
              <w:rPr>
                <w:rStyle w:val="Tun"/>
                <w:b/>
              </w:rPr>
              <w:t> </w:t>
            </w:r>
            <w:r w:rsidRPr="0017282C">
              <w:rPr>
                <w:rStyle w:val="Tun"/>
                <w:b/>
              </w:rPr>
              <w:t>Dílčí etapě</w:t>
            </w:r>
          </w:p>
        </w:tc>
        <w:tc>
          <w:tcPr>
            <w:tcW w:w="3386" w:type="dxa"/>
          </w:tcPr>
          <w:p w14:paraId="54969C04" w14:textId="77777777" w:rsidR="00B72613" w:rsidRPr="0017282C" w:rsidRDefault="00B72613" w:rsidP="009626C4">
            <w:pPr>
              <w:pStyle w:val="Tabulka"/>
              <w:rPr>
                <w:rStyle w:val="Tun"/>
                <w:b/>
              </w:rPr>
            </w:pPr>
            <w:r w:rsidRPr="0017282C">
              <w:rPr>
                <w:rStyle w:val="Tun"/>
                <w:b/>
              </w:rPr>
              <w:t>Podmínky dokončení Dílčí etapy</w:t>
            </w:r>
          </w:p>
        </w:tc>
      </w:tr>
      <w:tr w:rsidR="00B72613" w:rsidRPr="00B72613" w14:paraId="38629CA8" w14:textId="77777777" w:rsidTr="00611DDF">
        <w:tc>
          <w:tcPr>
            <w:tcW w:w="2761" w:type="dxa"/>
          </w:tcPr>
          <w:p w14:paraId="6DC9CE4B" w14:textId="77777777" w:rsidR="00B72613" w:rsidRPr="00B72613" w:rsidRDefault="00B72613" w:rsidP="00B72613">
            <w:pPr>
              <w:pStyle w:val="Textbezodsazen"/>
              <w:rPr>
                <w:rStyle w:val="Tun"/>
              </w:rPr>
            </w:pPr>
            <w:r w:rsidRPr="00B72613">
              <w:rPr>
                <w:rStyle w:val="Tun"/>
              </w:rPr>
              <w:t>Termín zahájení prací</w:t>
            </w:r>
          </w:p>
        </w:tc>
        <w:tc>
          <w:tcPr>
            <w:tcW w:w="4000" w:type="dxa"/>
          </w:tcPr>
          <w:p w14:paraId="71FC12B2" w14:textId="77777777" w:rsidR="00B72613" w:rsidRPr="00B72613" w:rsidRDefault="00B72613" w:rsidP="00B72613">
            <w:pPr>
              <w:pStyle w:val="Textbezodsazen"/>
              <w:jc w:val="left"/>
            </w:pPr>
            <w:r w:rsidRPr="00B72613">
              <w:t>ihned po nabytí účinnosti Smlouvy</w:t>
            </w:r>
          </w:p>
        </w:tc>
        <w:tc>
          <w:tcPr>
            <w:tcW w:w="3515" w:type="dxa"/>
          </w:tcPr>
          <w:p w14:paraId="6E6635D1" w14:textId="77777777" w:rsidR="00B72613" w:rsidRPr="00B72613" w:rsidRDefault="00B72613" w:rsidP="00B72613">
            <w:pPr>
              <w:pStyle w:val="Textbezodsazen"/>
              <w:jc w:val="left"/>
            </w:pPr>
            <w:r w:rsidRPr="00B72613">
              <w:t>-</w:t>
            </w:r>
          </w:p>
        </w:tc>
        <w:tc>
          <w:tcPr>
            <w:tcW w:w="3386" w:type="dxa"/>
          </w:tcPr>
          <w:p w14:paraId="622B7634" w14:textId="77777777" w:rsidR="00B72613" w:rsidRPr="00B72613" w:rsidRDefault="00B72613" w:rsidP="00B72613">
            <w:pPr>
              <w:pStyle w:val="Textbezodsazen"/>
              <w:jc w:val="left"/>
            </w:pPr>
            <w:r w:rsidRPr="00B72613">
              <w:t>-</w:t>
            </w:r>
          </w:p>
        </w:tc>
      </w:tr>
      <w:tr w:rsidR="00767E38" w:rsidRPr="00B72613" w14:paraId="240C5324" w14:textId="77777777" w:rsidTr="00611DDF">
        <w:tc>
          <w:tcPr>
            <w:tcW w:w="2761" w:type="dxa"/>
          </w:tcPr>
          <w:p w14:paraId="3A20A4DC" w14:textId="2CEDDCC4" w:rsidR="00767E38" w:rsidRPr="00B06D17" w:rsidRDefault="00767E38" w:rsidP="00767E38">
            <w:pPr>
              <w:pStyle w:val="Textbezodsazen"/>
              <w:rPr>
                <w:rStyle w:val="Tun"/>
                <w:highlight w:val="green"/>
              </w:rPr>
            </w:pPr>
            <w:r w:rsidRPr="00F20090">
              <w:rPr>
                <w:rStyle w:val="Tun"/>
              </w:rPr>
              <w:t>1. Dílčí etapa</w:t>
            </w:r>
          </w:p>
        </w:tc>
        <w:tc>
          <w:tcPr>
            <w:tcW w:w="4000" w:type="dxa"/>
          </w:tcPr>
          <w:p w14:paraId="5F814768" w14:textId="5DC785C2" w:rsidR="00767E38" w:rsidRPr="00953CA1" w:rsidRDefault="00767E38" w:rsidP="00767E38">
            <w:pPr>
              <w:pStyle w:val="Textbezodsazen"/>
              <w:jc w:val="left"/>
            </w:pPr>
            <w:r w:rsidRPr="00F20090">
              <w:rPr>
                <w:b/>
              </w:rPr>
              <w:t xml:space="preserve">do </w:t>
            </w:r>
            <w:r>
              <w:rPr>
                <w:b/>
              </w:rPr>
              <w:t>3</w:t>
            </w:r>
            <w:r w:rsidRPr="00F20090">
              <w:rPr>
                <w:b/>
              </w:rPr>
              <w:t xml:space="preserve"> měsíců </w:t>
            </w:r>
            <w:r w:rsidRPr="00F20090">
              <w:t>od nabytí účinnosti Smlouvy</w:t>
            </w:r>
          </w:p>
        </w:tc>
        <w:tc>
          <w:tcPr>
            <w:tcW w:w="3515" w:type="dxa"/>
          </w:tcPr>
          <w:p w14:paraId="34C490AA" w14:textId="77777777" w:rsidR="00767E38" w:rsidRPr="00F20090" w:rsidRDefault="00767E38" w:rsidP="00767E38">
            <w:pPr>
              <w:pStyle w:val="Textbezodsazen"/>
              <w:jc w:val="left"/>
            </w:pPr>
            <w:r w:rsidRPr="00F20090">
              <w:t>Návrh technického řešení DPS k připomínkovému řízení</w:t>
            </w:r>
          </w:p>
          <w:p w14:paraId="18E0BDC2" w14:textId="73EE9821" w:rsidR="00767E38" w:rsidRPr="00B06D17" w:rsidRDefault="00767E38" w:rsidP="00767E38">
            <w:pPr>
              <w:pStyle w:val="Textbezodsazen"/>
              <w:jc w:val="left"/>
              <w:rPr>
                <w:highlight w:val="green"/>
              </w:rPr>
            </w:pPr>
            <w:r w:rsidRPr="00F20090">
              <w:t>Bezpečností projekt</w:t>
            </w:r>
            <w:r>
              <w:t xml:space="preserve"> k připomínkám.</w:t>
            </w:r>
          </w:p>
        </w:tc>
        <w:tc>
          <w:tcPr>
            <w:tcW w:w="3386" w:type="dxa"/>
          </w:tcPr>
          <w:p w14:paraId="00DC71F4" w14:textId="234F2A0B" w:rsidR="00767E38" w:rsidRPr="00B06D17" w:rsidRDefault="00767E38" w:rsidP="00767E38">
            <w:pPr>
              <w:pStyle w:val="Textbezodsazen"/>
              <w:jc w:val="left"/>
              <w:rPr>
                <w:highlight w:val="green"/>
              </w:rPr>
            </w:pPr>
            <w:r w:rsidRPr="00F20090">
              <w:t>Předávací protokol (pro Část Díla) podepsaný Objednatelem</w:t>
            </w:r>
          </w:p>
        </w:tc>
      </w:tr>
      <w:tr w:rsidR="00767E38" w:rsidRPr="00B72613" w14:paraId="59905A52" w14:textId="77777777" w:rsidTr="00611DDF">
        <w:tc>
          <w:tcPr>
            <w:tcW w:w="2761" w:type="dxa"/>
          </w:tcPr>
          <w:p w14:paraId="07DE5A15" w14:textId="2F0CABCF" w:rsidR="00767E38" w:rsidRPr="00767E38" w:rsidRDefault="00767E38" w:rsidP="00767E38">
            <w:pPr>
              <w:pStyle w:val="Textbezodsazen"/>
              <w:rPr>
                <w:rStyle w:val="Tun"/>
                <w:b w:val="0"/>
                <w:bCs/>
                <w:highlight w:val="green"/>
              </w:rPr>
            </w:pPr>
            <w:r w:rsidRPr="00767E38">
              <w:rPr>
                <w:b/>
                <w:bCs/>
              </w:rPr>
              <w:t>2. Dílčí etapa</w:t>
            </w:r>
          </w:p>
        </w:tc>
        <w:tc>
          <w:tcPr>
            <w:tcW w:w="4000" w:type="dxa"/>
          </w:tcPr>
          <w:p w14:paraId="4849F2CF" w14:textId="507F9552" w:rsidR="00767E38" w:rsidRPr="00953CA1" w:rsidRDefault="00767E38" w:rsidP="00767E38">
            <w:pPr>
              <w:pStyle w:val="Textbezodsazen"/>
              <w:jc w:val="left"/>
            </w:pPr>
            <w:r w:rsidRPr="00F20090">
              <w:rPr>
                <w:b/>
              </w:rPr>
              <w:t xml:space="preserve">do </w:t>
            </w:r>
            <w:r>
              <w:rPr>
                <w:b/>
              </w:rPr>
              <w:t>6</w:t>
            </w:r>
            <w:r w:rsidRPr="00F20090">
              <w:rPr>
                <w:b/>
              </w:rPr>
              <w:t xml:space="preserve"> měsíců</w:t>
            </w:r>
            <w:r>
              <w:t xml:space="preserve"> od nabytí účinnosti Smlouvy</w:t>
            </w:r>
          </w:p>
        </w:tc>
        <w:tc>
          <w:tcPr>
            <w:tcW w:w="3515" w:type="dxa"/>
          </w:tcPr>
          <w:p w14:paraId="57F4CF7B" w14:textId="3A9A192B" w:rsidR="00767E38" w:rsidRPr="00B06D17" w:rsidRDefault="00767E38" w:rsidP="00767E38">
            <w:pPr>
              <w:pStyle w:val="Textbezodsazen"/>
              <w:jc w:val="left"/>
              <w:rPr>
                <w:highlight w:val="green"/>
              </w:rPr>
            </w:pPr>
            <w:r>
              <w:t>P</w:t>
            </w:r>
            <w:r w:rsidRPr="00006854">
              <w:t xml:space="preserve">ředání DPS </w:t>
            </w:r>
            <w:r>
              <w:t>k připomínkám</w:t>
            </w:r>
            <w:r w:rsidRPr="00006854">
              <w:t xml:space="preserve"> bez dokladové části/včetně nákladové části a záborového elaborátu</w:t>
            </w:r>
            <w:r>
              <w:t>. Čistopis bezpečnostního projektu.</w:t>
            </w:r>
          </w:p>
        </w:tc>
        <w:tc>
          <w:tcPr>
            <w:tcW w:w="3386" w:type="dxa"/>
          </w:tcPr>
          <w:p w14:paraId="65C88B2E" w14:textId="44C451ED" w:rsidR="00767E38" w:rsidRPr="00B06D17" w:rsidRDefault="00767E38" w:rsidP="00767E38">
            <w:pPr>
              <w:pStyle w:val="Textbezodsazen"/>
              <w:jc w:val="left"/>
              <w:rPr>
                <w:highlight w:val="green"/>
              </w:rPr>
            </w:pPr>
            <w:r w:rsidRPr="00006854">
              <w:t>Předávací protokol k dané dílčí etapě podepsaný Objednatelem</w:t>
            </w:r>
          </w:p>
        </w:tc>
      </w:tr>
      <w:tr w:rsidR="00767E38" w:rsidRPr="00B72613" w14:paraId="124CD654" w14:textId="77777777" w:rsidTr="00611DDF">
        <w:tc>
          <w:tcPr>
            <w:tcW w:w="2761" w:type="dxa"/>
          </w:tcPr>
          <w:p w14:paraId="11E5EA3D" w14:textId="3A87B9A1" w:rsidR="00767E38" w:rsidRPr="00B06D17" w:rsidRDefault="00767E38" w:rsidP="00767E38">
            <w:pPr>
              <w:pStyle w:val="Textbezodsazen"/>
              <w:rPr>
                <w:rStyle w:val="Tun"/>
                <w:highlight w:val="green"/>
              </w:rPr>
            </w:pPr>
            <w:r w:rsidRPr="00F20090">
              <w:rPr>
                <w:rStyle w:val="Tun"/>
              </w:rPr>
              <w:t>3. Dílčí etapa</w:t>
            </w:r>
          </w:p>
        </w:tc>
        <w:tc>
          <w:tcPr>
            <w:tcW w:w="4000" w:type="dxa"/>
          </w:tcPr>
          <w:p w14:paraId="0FC3E538" w14:textId="04A465B5" w:rsidR="00767E38" w:rsidRPr="00953CA1" w:rsidRDefault="00767E38" w:rsidP="00767E38">
            <w:pPr>
              <w:pStyle w:val="Textbezodsazen"/>
              <w:jc w:val="left"/>
            </w:pPr>
            <w:r w:rsidRPr="00F20090">
              <w:rPr>
                <w:b/>
              </w:rPr>
              <w:t xml:space="preserve">do </w:t>
            </w:r>
            <w:r>
              <w:rPr>
                <w:b/>
              </w:rPr>
              <w:t>9</w:t>
            </w:r>
            <w:r w:rsidRPr="00F20090">
              <w:rPr>
                <w:b/>
              </w:rPr>
              <w:t xml:space="preserve"> měsíců</w:t>
            </w:r>
            <w:r w:rsidRPr="00F20090">
              <w:t xml:space="preserve"> od nabytí účinnosti Smlouvy/od vydání pokynu Objednatelem </w:t>
            </w:r>
          </w:p>
        </w:tc>
        <w:tc>
          <w:tcPr>
            <w:tcW w:w="3515" w:type="dxa"/>
          </w:tcPr>
          <w:p w14:paraId="693D5781" w14:textId="1B535373" w:rsidR="00767E38" w:rsidRPr="00B06D17" w:rsidRDefault="00767E38" w:rsidP="00767E38">
            <w:pPr>
              <w:pStyle w:val="Textbezodsazen"/>
              <w:rPr>
                <w:highlight w:val="green"/>
              </w:rPr>
            </w:pPr>
            <w:r w:rsidRPr="00F20090">
              <w:t>Definitivní předání DPS se zapracovanými připomínkami včetně  dokladové části/včetně nákladové části a záborového elaborátu</w:t>
            </w:r>
          </w:p>
        </w:tc>
        <w:tc>
          <w:tcPr>
            <w:tcW w:w="3386" w:type="dxa"/>
          </w:tcPr>
          <w:p w14:paraId="7152D89C" w14:textId="66B53665" w:rsidR="00767E38" w:rsidRPr="00B06D17" w:rsidRDefault="00767E38" w:rsidP="00767E38">
            <w:pPr>
              <w:pStyle w:val="Textbezodsazen"/>
              <w:jc w:val="left"/>
              <w:rPr>
                <w:highlight w:val="green"/>
              </w:rPr>
            </w:pPr>
            <w:r w:rsidRPr="00F20090">
              <w:t>Předávací protokol k dané dílčí etapě podepsaný Objednatelem</w:t>
            </w:r>
          </w:p>
        </w:tc>
      </w:tr>
      <w:tr w:rsidR="00767E38" w:rsidRPr="00B72613" w14:paraId="6FD83D89" w14:textId="77777777" w:rsidTr="00611DDF">
        <w:tc>
          <w:tcPr>
            <w:tcW w:w="2761" w:type="dxa"/>
          </w:tcPr>
          <w:p w14:paraId="28C71F85" w14:textId="50F4B5CE" w:rsidR="00767E38" w:rsidRPr="00B06D17" w:rsidRDefault="00767E38" w:rsidP="00767E38">
            <w:pPr>
              <w:pStyle w:val="Textbezodsazen"/>
              <w:rPr>
                <w:rStyle w:val="Tun"/>
                <w:highlight w:val="green"/>
              </w:rPr>
            </w:pPr>
            <w:r w:rsidRPr="00F20090">
              <w:rPr>
                <w:b/>
              </w:rPr>
              <w:t>4. Dílčí etapa</w:t>
            </w:r>
          </w:p>
        </w:tc>
        <w:tc>
          <w:tcPr>
            <w:tcW w:w="4000" w:type="dxa"/>
          </w:tcPr>
          <w:p w14:paraId="56EF7601" w14:textId="77777777" w:rsidR="00767E38" w:rsidRPr="00F20090" w:rsidRDefault="00767E38" w:rsidP="00767E38">
            <w:pPr>
              <w:pStyle w:val="Textbezodsazen"/>
              <w:jc w:val="left"/>
            </w:pPr>
            <w:r>
              <w:rPr>
                <w:b/>
              </w:rPr>
              <w:t>do 9</w:t>
            </w:r>
            <w:r w:rsidRPr="00F20090">
              <w:rPr>
                <w:b/>
              </w:rPr>
              <w:t xml:space="preserve"> měsíců</w:t>
            </w:r>
            <w:r w:rsidRPr="00F20090">
              <w:t xml:space="preserve"> od nabytí účinnosti Smlouvy/od vydání pokynu Objednatelem </w:t>
            </w:r>
          </w:p>
          <w:p w14:paraId="79E03AF8" w14:textId="27C4ED9F" w:rsidR="00767E38" w:rsidRPr="00B06D17" w:rsidRDefault="00767E38" w:rsidP="00767E38">
            <w:pPr>
              <w:pStyle w:val="Textbezodsazen"/>
              <w:jc w:val="left"/>
              <w:rPr>
                <w:highlight w:val="green"/>
              </w:rPr>
            </w:pPr>
          </w:p>
        </w:tc>
        <w:tc>
          <w:tcPr>
            <w:tcW w:w="3515" w:type="dxa"/>
          </w:tcPr>
          <w:p w14:paraId="2A43334E" w14:textId="72488A10" w:rsidR="00767E38" w:rsidRPr="00B06D17" w:rsidRDefault="00767E38" w:rsidP="00767E38">
            <w:pPr>
              <w:pStyle w:val="Textbezodsazen"/>
              <w:jc w:val="left"/>
              <w:rPr>
                <w:highlight w:val="green"/>
              </w:rPr>
            </w:pPr>
            <w:r>
              <w:t>Podání žádosti povolení záměru</w:t>
            </w:r>
          </w:p>
        </w:tc>
        <w:tc>
          <w:tcPr>
            <w:tcW w:w="3386" w:type="dxa"/>
          </w:tcPr>
          <w:p w14:paraId="6F1410DF" w14:textId="63E56A0B" w:rsidR="00767E38" w:rsidRPr="00B06D17" w:rsidRDefault="00767E38" w:rsidP="00767E38">
            <w:pPr>
              <w:pStyle w:val="Textbezodsazen"/>
              <w:jc w:val="left"/>
              <w:rPr>
                <w:highlight w:val="green"/>
              </w:rPr>
            </w:pPr>
            <w:r w:rsidRPr="00F20090">
              <w:t>Předávací protokol k dané dílčí etapě podepsaný Objednatelem</w:t>
            </w:r>
            <w:r>
              <w:t xml:space="preserve"> + kopie podání žádosti</w:t>
            </w:r>
          </w:p>
        </w:tc>
      </w:tr>
      <w:tr w:rsidR="00767E38" w:rsidRPr="00BC6927" w14:paraId="7D795898" w14:textId="77777777" w:rsidTr="00611DDF">
        <w:tc>
          <w:tcPr>
            <w:tcW w:w="2761" w:type="dxa"/>
          </w:tcPr>
          <w:p w14:paraId="55BD9ACB" w14:textId="4794F089" w:rsidR="00767E38" w:rsidRPr="00BC6927" w:rsidRDefault="00767E38" w:rsidP="00767E38">
            <w:pPr>
              <w:pStyle w:val="Textbezodsazen"/>
              <w:rPr>
                <w:rStyle w:val="Tun"/>
                <w:highlight w:val="green"/>
              </w:rPr>
            </w:pPr>
            <w:r>
              <w:rPr>
                <w:rStyle w:val="Tun"/>
              </w:rPr>
              <w:t>5</w:t>
            </w:r>
            <w:r w:rsidRPr="00F20090">
              <w:rPr>
                <w:rStyle w:val="Tun"/>
              </w:rPr>
              <w:t>. Dílčí etapa</w:t>
            </w:r>
          </w:p>
        </w:tc>
        <w:tc>
          <w:tcPr>
            <w:tcW w:w="4000" w:type="dxa"/>
          </w:tcPr>
          <w:p w14:paraId="7B70B79E" w14:textId="77777777" w:rsidR="00767E38" w:rsidRPr="00F20090" w:rsidRDefault="00767E38" w:rsidP="00767E38">
            <w:pPr>
              <w:pStyle w:val="Textbezodsazen"/>
              <w:jc w:val="left"/>
            </w:pPr>
            <w:r w:rsidRPr="00F20090">
              <w:rPr>
                <w:b/>
              </w:rPr>
              <w:t xml:space="preserve">do </w:t>
            </w:r>
            <w:r>
              <w:rPr>
                <w:b/>
              </w:rPr>
              <w:t>12</w:t>
            </w:r>
            <w:r w:rsidRPr="00F20090">
              <w:rPr>
                <w:b/>
              </w:rPr>
              <w:t xml:space="preserve"> měsíců</w:t>
            </w:r>
            <w:r w:rsidRPr="00F20090">
              <w:t xml:space="preserve"> od nabytí účinnosti Smlouvy/od vydání pokynu Objednatelem </w:t>
            </w:r>
          </w:p>
          <w:p w14:paraId="5E912296" w14:textId="56F842BB" w:rsidR="00767E38" w:rsidRPr="00BC6927" w:rsidRDefault="00767E38" w:rsidP="00767E38">
            <w:pPr>
              <w:pStyle w:val="Textbezodsazen"/>
              <w:jc w:val="left"/>
              <w:rPr>
                <w:highlight w:val="green"/>
              </w:rPr>
            </w:pPr>
          </w:p>
        </w:tc>
        <w:tc>
          <w:tcPr>
            <w:tcW w:w="3515" w:type="dxa"/>
          </w:tcPr>
          <w:p w14:paraId="12F38263" w14:textId="77777777" w:rsidR="00767E38" w:rsidRPr="00F20090" w:rsidRDefault="00767E38" w:rsidP="00767E38">
            <w:pPr>
              <w:pStyle w:val="Textbezodsazen"/>
            </w:pPr>
            <w:r w:rsidRPr="00F20090">
              <w:t>Předání PDPS s kompletní dokladovou část, náklady a oceněnými soupisy prací ve struktuře dle VTP, a návrhem ZTP na zhotovení stavby – k připomínkám.</w:t>
            </w:r>
          </w:p>
          <w:p w14:paraId="7A9157BF" w14:textId="64B5CFB2" w:rsidR="00767E38" w:rsidRPr="00BC6927" w:rsidRDefault="00767E38" w:rsidP="00767E38">
            <w:pPr>
              <w:pStyle w:val="Textbezodsazen"/>
              <w:jc w:val="left"/>
              <w:rPr>
                <w:highlight w:val="green"/>
              </w:rPr>
            </w:pPr>
          </w:p>
        </w:tc>
        <w:tc>
          <w:tcPr>
            <w:tcW w:w="3386" w:type="dxa"/>
          </w:tcPr>
          <w:p w14:paraId="7B7CCAB4" w14:textId="22DDD128" w:rsidR="00767E38" w:rsidRPr="00153D4D" w:rsidRDefault="00767E38" w:rsidP="00767E38">
            <w:pPr>
              <w:pStyle w:val="Textbezodsazen"/>
              <w:jc w:val="left"/>
              <w:rPr>
                <w:b/>
                <w:highlight w:val="green"/>
              </w:rPr>
            </w:pPr>
            <w:r w:rsidRPr="00F20090">
              <w:t>Předávací protokol k dané dílčí etapě podepsaný Objednatelem</w:t>
            </w:r>
          </w:p>
        </w:tc>
      </w:tr>
      <w:tr w:rsidR="00767E38" w:rsidRPr="00BC6927" w14:paraId="393C140A" w14:textId="77777777" w:rsidTr="00611DDF">
        <w:tc>
          <w:tcPr>
            <w:tcW w:w="2761" w:type="dxa"/>
          </w:tcPr>
          <w:p w14:paraId="3348AD24" w14:textId="6EBC78D3" w:rsidR="00767E38" w:rsidRPr="00BC6927" w:rsidRDefault="00767E38" w:rsidP="00767E38">
            <w:pPr>
              <w:pStyle w:val="Textbezodsazen"/>
              <w:rPr>
                <w:rStyle w:val="Tun"/>
                <w:highlight w:val="green"/>
              </w:rPr>
            </w:pPr>
            <w:r>
              <w:rPr>
                <w:rStyle w:val="Tun"/>
              </w:rPr>
              <w:lastRenderedPageBreak/>
              <w:t>6</w:t>
            </w:r>
            <w:r w:rsidRPr="004C478A">
              <w:rPr>
                <w:rStyle w:val="Tun"/>
              </w:rPr>
              <w:t>. Dílčí etapa</w:t>
            </w:r>
          </w:p>
        </w:tc>
        <w:tc>
          <w:tcPr>
            <w:tcW w:w="4000" w:type="dxa"/>
          </w:tcPr>
          <w:p w14:paraId="49E21F96" w14:textId="77777777" w:rsidR="00767E38" w:rsidRPr="004C478A" w:rsidRDefault="00767E38" w:rsidP="00767E38">
            <w:pPr>
              <w:pStyle w:val="Textbezodsazen"/>
              <w:jc w:val="left"/>
            </w:pPr>
            <w:r w:rsidRPr="004C478A">
              <w:rPr>
                <w:b/>
              </w:rPr>
              <w:t xml:space="preserve">do </w:t>
            </w:r>
            <w:r>
              <w:rPr>
                <w:b/>
              </w:rPr>
              <w:t>12</w:t>
            </w:r>
            <w:r w:rsidRPr="004C478A">
              <w:rPr>
                <w:b/>
              </w:rPr>
              <w:t xml:space="preserve"> měsíců</w:t>
            </w:r>
            <w:r w:rsidRPr="004C478A">
              <w:t xml:space="preserve"> od nabytí účinnosti Smlouvy</w:t>
            </w:r>
          </w:p>
          <w:p w14:paraId="0627038A" w14:textId="6D054F7A" w:rsidR="00767E38" w:rsidRPr="00BC6927" w:rsidRDefault="00767E38" w:rsidP="00767E38">
            <w:pPr>
              <w:pStyle w:val="Textbezodsazen"/>
              <w:jc w:val="left"/>
              <w:rPr>
                <w:b/>
                <w:highlight w:val="green"/>
              </w:rPr>
            </w:pPr>
          </w:p>
        </w:tc>
        <w:tc>
          <w:tcPr>
            <w:tcW w:w="3515" w:type="dxa"/>
          </w:tcPr>
          <w:p w14:paraId="21BF8739" w14:textId="4C9D497A" w:rsidR="00767E38" w:rsidRPr="00BC6927" w:rsidRDefault="00767E38" w:rsidP="00767E38">
            <w:pPr>
              <w:pStyle w:val="Textbezodsazen"/>
              <w:jc w:val="left"/>
              <w:rPr>
                <w:highlight w:val="green"/>
              </w:rPr>
            </w:pPr>
            <w:r w:rsidRPr="004C478A">
              <w:t>Nabytí právní moci Povolení záměru</w:t>
            </w:r>
          </w:p>
        </w:tc>
        <w:tc>
          <w:tcPr>
            <w:tcW w:w="3386" w:type="dxa"/>
          </w:tcPr>
          <w:p w14:paraId="4BB35120" w14:textId="4918B480" w:rsidR="00767E38" w:rsidRPr="00BC6927" w:rsidDel="00254815" w:rsidRDefault="00767E38" w:rsidP="00767E38">
            <w:pPr>
              <w:pStyle w:val="Textbezodsazen"/>
              <w:jc w:val="left"/>
              <w:rPr>
                <w:highlight w:val="green"/>
              </w:rPr>
            </w:pPr>
            <w:r w:rsidRPr="004C478A">
              <w:t>Předávací protokol k dané dílčí etapě podepsaný Objednatelem + pravomocné povolení záměru</w:t>
            </w:r>
          </w:p>
        </w:tc>
      </w:tr>
      <w:tr w:rsidR="00767E38" w:rsidRPr="00B72613" w14:paraId="2BCDEE36" w14:textId="77777777" w:rsidTr="00611DDF">
        <w:tc>
          <w:tcPr>
            <w:tcW w:w="2761" w:type="dxa"/>
          </w:tcPr>
          <w:p w14:paraId="50D98E30" w14:textId="5EE1B510" w:rsidR="00767E38" w:rsidRPr="00767E38" w:rsidRDefault="00767E38" w:rsidP="00767E38">
            <w:pPr>
              <w:pStyle w:val="Textbezodsazen"/>
              <w:rPr>
                <w:rStyle w:val="Tun"/>
              </w:rPr>
            </w:pPr>
            <w:r w:rsidRPr="00767E38">
              <w:rPr>
                <w:rStyle w:val="Tun"/>
              </w:rPr>
              <w:t>7. Dílčí etapa</w:t>
            </w:r>
          </w:p>
        </w:tc>
        <w:tc>
          <w:tcPr>
            <w:tcW w:w="4000" w:type="dxa"/>
          </w:tcPr>
          <w:p w14:paraId="229829E7" w14:textId="77777777" w:rsidR="00767E38" w:rsidRPr="00767E38" w:rsidRDefault="00767E38" w:rsidP="00767E38">
            <w:pPr>
              <w:pStyle w:val="Textbezodsazen"/>
              <w:jc w:val="left"/>
            </w:pPr>
            <w:r w:rsidRPr="00767E38">
              <w:rPr>
                <w:b/>
              </w:rPr>
              <w:t>do 15 měsíců</w:t>
            </w:r>
            <w:r w:rsidRPr="00767E38">
              <w:t xml:space="preserve"> od nabytí účinnosti Smlouvy</w:t>
            </w:r>
          </w:p>
          <w:p w14:paraId="74CB9D96" w14:textId="77777777" w:rsidR="00767E38" w:rsidRPr="00767E38" w:rsidRDefault="00767E38" w:rsidP="00767E38">
            <w:pPr>
              <w:pStyle w:val="Textbezodsazen"/>
              <w:jc w:val="left"/>
            </w:pPr>
            <w:r w:rsidRPr="00767E38">
              <w:t xml:space="preserve">(předpoklad doby trvání 5. Dílčí etapy </w:t>
            </w:r>
          </w:p>
          <w:p w14:paraId="45309703" w14:textId="42698305" w:rsidR="00767E38" w:rsidRPr="00767E38" w:rsidRDefault="00767E38" w:rsidP="00767E38">
            <w:pPr>
              <w:pStyle w:val="Textbezodsazen"/>
              <w:jc w:val="left"/>
            </w:pPr>
            <w:r w:rsidRPr="00767E38">
              <w:t>6 měsíců od nabytí účinnosti Smlouvy)</w:t>
            </w:r>
          </w:p>
        </w:tc>
        <w:tc>
          <w:tcPr>
            <w:tcW w:w="3515" w:type="dxa"/>
          </w:tcPr>
          <w:p w14:paraId="64D436A6" w14:textId="77777777" w:rsidR="00767E38" w:rsidRPr="00767E38" w:rsidRDefault="00767E38" w:rsidP="00767E38">
            <w:pPr>
              <w:pStyle w:val="Textbezodsazen"/>
              <w:jc w:val="left"/>
            </w:pPr>
            <w:r w:rsidRPr="00767E38">
              <w:t>Definitivní předání PDPS s kompletní dokladovou část, náklady a oceněnými soupisy prací ve struktuře dle VTP, a návrhem ZTP na zhotovení stavby</w:t>
            </w:r>
          </w:p>
          <w:p w14:paraId="741E242E" w14:textId="3C41645C" w:rsidR="00767E38" w:rsidRPr="00767E38" w:rsidRDefault="00767E38" w:rsidP="00767E38">
            <w:pPr>
              <w:pStyle w:val="Textbezodsazen"/>
              <w:jc w:val="left"/>
            </w:pPr>
            <w:r w:rsidRPr="00767E38">
              <w:t>Ukončení výkonu dozoru projektanta při zhotovení PDPS</w:t>
            </w:r>
          </w:p>
        </w:tc>
        <w:tc>
          <w:tcPr>
            <w:tcW w:w="3386" w:type="dxa"/>
          </w:tcPr>
          <w:p w14:paraId="33B3E009" w14:textId="77777777" w:rsidR="00767E38" w:rsidRPr="00767E38" w:rsidRDefault="00767E38" w:rsidP="00767E38">
            <w:pPr>
              <w:pStyle w:val="Textbezodsazen"/>
              <w:jc w:val="left"/>
            </w:pPr>
            <w:r w:rsidRPr="00767E38">
              <w:t xml:space="preserve"> Předávací protokol podepsaný Objednatelem vč. výkazu poskytnutých služeb se stručným popisem výkonů a specifikace výkonu Dozoru projektanta</w:t>
            </w:r>
          </w:p>
          <w:p w14:paraId="435EED99" w14:textId="16A67F1B" w:rsidR="00767E38" w:rsidRPr="00767E38" w:rsidRDefault="00767E38" w:rsidP="00767E38">
            <w:pPr>
              <w:pStyle w:val="Textbezodsazen"/>
              <w:jc w:val="left"/>
            </w:pPr>
            <w:r w:rsidRPr="00767E38">
              <w:rPr>
                <w:b/>
              </w:rPr>
              <w:t>Protokol o provedení díla</w:t>
            </w:r>
          </w:p>
        </w:tc>
      </w:tr>
      <w:tr w:rsidR="00767E38" w:rsidRPr="00B72613" w14:paraId="71354F3E" w14:textId="77777777" w:rsidTr="00611DDF">
        <w:tc>
          <w:tcPr>
            <w:tcW w:w="2761" w:type="dxa"/>
          </w:tcPr>
          <w:p w14:paraId="13979844" w14:textId="6F0A16A0" w:rsidR="00767E38" w:rsidRPr="00767E38" w:rsidRDefault="00767E38" w:rsidP="00767E38">
            <w:pPr>
              <w:pStyle w:val="Textbezodsazen"/>
              <w:rPr>
                <w:rStyle w:val="Tun"/>
              </w:rPr>
            </w:pPr>
            <w:r w:rsidRPr="00767E38">
              <w:rPr>
                <w:rStyle w:val="Tun"/>
              </w:rPr>
              <w:t>8. Dílčí etapa</w:t>
            </w:r>
          </w:p>
        </w:tc>
        <w:tc>
          <w:tcPr>
            <w:tcW w:w="4000" w:type="dxa"/>
          </w:tcPr>
          <w:p w14:paraId="63AD490D" w14:textId="77777777" w:rsidR="00767E38" w:rsidRPr="00767E38" w:rsidRDefault="00767E38" w:rsidP="00767E38">
            <w:pPr>
              <w:pStyle w:val="Textbezodsazen"/>
              <w:jc w:val="left"/>
            </w:pPr>
            <w:r w:rsidRPr="00767E38">
              <w:t>Dozor projektanta při provádění stavby</w:t>
            </w:r>
          </w:p>
          <w:p w14:paraId="09D85503" w14:textId="77777777" w:rsidR="00767E38" w:rsidRPr="00767E38" w:rsidRDefault="00767E38" w:rsidP="00767E38">
            <w:pPr>
              <w:pStyle w:val="Textbezodsazen"/>
              <w:jc w:val="left"/>
            </w:pPr>
            <w:r w:rsidRPr="00767E38">
              <w:t>předpoklad 01/2027 – 12/2028</w:t>
            </w:r>
          </w:p>
          <w:p w14:paraId="39B93069" w14:textId="77777777" w:rsidR="00767E38" w:rsidRPr="00767E38" w:rsidRDefault="00767E38" w:rsidP="00767E38">
            <w:pPr>
              <w:pStyle w:val="Textbezodsazen"/>
              <w:jc w:val="left"/>
              <w:rPr>
                <w:b/>
              </w:rPr>
            </w:pPr>
          </w:p>
        </w:tc>
        <w:tc>
          <w:tcPr>
            <w:tcW w:w="3515" w:type="dxa"/>
          </w:tcPr>
          <w:p w14:paraId="1082FF78" w14:textId="258B1514" w:rsidR="00767E38" w:rsidRPr="00767E38" w:rsidRDefault="00767E38" w:rsidP="00767E38">
            <w:pPr>
              <w:pStyle w:val="Textbezodsazen"/>
              <w:jc w:val="left"/>
            </w:pPr>
            <w:r w:rsidRPr="00767E38">
              <w:t>Výkon Dozoru projektanta při realizaci Stavby</w:t>
            </w:r>
            <w:r w:rsidRPr="00767E38">
              <w:rPr>
                <w:bCs/>
              </w:rPr>
              <w:t>; Zhotovitel se zavazuje provádět dozor projektanta ode dne zahájení zhotovení stavby do ukončení zhotovení stavby v předpokládané délce 7 511 hodin</w:t>
            </w:r>
          </w:p>
        </w:tc>
        <w:tc>
          <w:tcPr>
            <w:tcW w:w="3386" w:type="dxa"/>
          </w:tcPr>
          <w:p w14:paraId="0C8F5179" w14:textId="48DB3FC2" w:rsidR="00767E38" w:rsidRPr="00767E38" w:rsidRDefault="00767E38" w:rsidP="00767E38">
            <w:pPr>
              <w:pStyle w:val="Textbezodsazen"/>
              <w:jc w:val="left"/>
            </w:pPr>
            <w:r w:rsidRPr="00767E38">
              <w:rPr>
                <w:bCs/>
              </w:rPr>
              <w:t xml:space="preserve">Výkaz poskytnutých služeb (1 x za čtvrtletí) – stručný popis výkonů a specifikace výkonu dozoru projektanta </w:t>
            </w:r>
          </w:p>
        </w:tc>
      </w:tr>
      <w:tr w:rsidR="00767E38" w:rsidRPr="00B72613" w14:paraId="68537042" w14:textId="77777777" w:rsidTr="00611DDF">
        <w:tc>
          <w:tcPr>
            <w:tcW w:w="2761" w:type="dxa"/>
          </w:tcPr>
          <w:p w14:paraId="6CF25A05" w14:textId="1885BCBE" w:rsidR="00767E38" w:rsidRPr="00767E38" w:rsidRDefault="00767E38" w:rsidP="00767E38">
            <w:pPr>
              <w:pStyle w:val="Textbezodsazen"/>
              <w:rPr>
                <w:rStyle w:val="Tun"/>
              </w:rPr>
            </w:pPr>
            <w:r w:rsidRPr="00767E38">
              <w:rPr>
                <w:rStyle w:val="Tun"/>
              </w:rPr>
              <w:t>Termín dokončení Díla</w:t>
            </w:r>
          </w:p>
        </w:tc>
        <w:tc>
          <w:tcPr>
            <w:tcW w:w="4000" w:type="dxa"/>
          </w:tcPr>
          <w:p w14:paraId="28745B51" w14:textId="5DA6883C" w:rsidR="00767E38" w:rsidRPr="00767E38" w:rsidRDefault="00767E38" w:rsidP="00767E38">
            <w:pPr>
              <w:pStyle w:val="Textbezodsazen"/>
              <w:jc w:val="left"/>
              <w:rPr>
                <w:b/>
              </w:rPr>
            </w:pPr>
            <w:r w:rsidRPr="00767E38">
              <w:rPr>
                <w:b/>
              </w:rPr>
              <w:t xml:space="preserve">předpoklad do 6/2029 </w:t>
            </w:r>
            <w:r w:rsidRPr="00767E38">
              <w:t>(v závislosti na zahájení 6. Dílčí etapy)</w:t>
            </w:r>
          </w:p>
        </w:tc>
        <w:tc>
          <w:tcPr>
            <w:tcW w:w="3515" w:type="dxa"/>
          </w:tcPr>
          <w:p w14:paraId="12E002AD" w14:textId="58C53D03" w:rsidR="00767E38" w:rsidRPr="00767E38" w:rsidRDefault="00767E38" w:rsidP="00767E38">
            <w:pPr>
              <w:pStyle w:val="Textbezodsazen"/>
              <w:jc w:val="left"/>
            </w:pPr>
            <w:r w:rsidRPr="00767E38">
              <w:t>-</w:t>
            </w:r>
          </w:p>
        </w:tc>
        <w:tc>
          <w:tcPr>
            <w:tcW w:w="3386" w:type="dxa"/>
          </w:tcPr>
          <w:p w14:paraId="36D36EEE" w14:textId="21C2866A" w:rsidR="00767E38" w:rsidRPr="00767E38" w:rsidRDefault="00767E38" w:rsidP="00767E38">
            <w:pPr>
              <w:pStyle w:val="Textbezodsazen"/>
              <w:jc w:val="left"/>
            </w:pPr>
            <w:r w:rsidRPr="00767E38">
              <w:t xml:space="preserve">Po ukončení přejímacího řízení Stavby a předložení výkazu poskytnutých služeb (o výkonu Dozoru projektanta při provádění stavby) </w:t>
            </w:r>
          </w:p>
        </w:tc>
      </w:tr>
      <w:tr w:rsidR="00767E38" w:rsidRPr="00B72613" w14:paraId="5BE854CD" w14:textId="77777777" w:rsidTr="00611DDF">
        <w:tc>
          <w:tcPr>
            <w:tcW w:w="2761" w:type="dxa"/>
          </w:tcPr>
          <w:p w14:paraId="7F62AAB1" w14:textId="77777777" w:rsidR="00767E38" w:rsidRPr="00BC6927" w:rsidRDefault="00767E38" w:rsidP="00767E38">
            <w:pPr>
              <w:pStyle w:val="Textbezodsazen"/>
              <w:rPr>
                <w:rStyle w:val="Tun"/>
                <w:highlight w:val="green"/>
              </w:rPr>
            </w:pPr>
          </w:p>
        </w:tc>
        <w:tc>
          <w:tcPr>
            <w:tcW w:w="4000" w:type="dxa"/>
          </w:tcPr>
          <w:p w14:paraId="073B5326" w14:textId="77777777" w:rsidR="00767E38" w:rsidRPr="00BC6927" w:rsidRDefault="00767E38" w:rsidP="00767E38">
            <w:pPr>
              <w:pStyle w:val="Textbezodsazen"/>
              <w:jc w:val="left"/>
              <w:rPr>
                <w:b/>
                <w:highlight w:val="green"/>
              </w:rPr>
            </w:pPr>
          </w:p>
        </w:tc>
        <w:tc>
          <w:tcPr>
            <w:tcW w:w="3515" w:type="dxa"/>
          </w:tcPr>
          <w:p w14:paraId="09F17C40" w14:textId="77777777" w:rsidR="00767E38" w:rsidRPr="00BC6927" w:rsidRDefault="00767E38" w:rsidP="00767E38">
            <w:pPr>
              <w:pStyle w:val="Textbezodsazen"/>
              <w:jc w:val="left"/>
              <w:rPr>
                <w:highlight w:val="green"/>
              </w:rPr>
            </w:pPr>
          </w:p>
        </w:tc>
        <w:tc>
          <w:tcPr>
            <w:tcW w:w="3386" w:type="dxa"/>
          </w:tcPr>
          <w:p w14:paraId="10385382" w14:textId="77777777" w:rsidR="00767E38" w:rsidRPr="00BC6927" w:rsidRDefault="00767E38" w:rsidP="00767E38">
            <w:pPr>
              <w:pStyle w:val="Textbezodsazen"/>
              <w:jc w:val="left"/>
              <w:rPr>
                <w:highlight w:val="green"/>
              </w:rPr>
            </w:pPr>
          </w:p>
        </w:tc>
      </w:tr>
    </w:tbl>
    <w:p w14:paraId="1638491D" w14:textId="77777777" w:rsidR="00B72613" w:rsidRDefault="00B72613" w:rsidP="00B72613">
      <w:pPr>
        <w:pStyle w:val="Textbezodsazen"/>
      </w:pPr>
    </w:p>
    <w:p w14:paraId="0859998E" w14:textId="77777777" w:rsidR="00B72613" w:rsidRDefault="00B72613" w:rsidP="00B72613">
      <w:pPr>
        <w:pStyle w:val="Textbezodsazen"/>
      </w:pPr>
    </w:p>
    <w:p w14:paraId="7064A304" w14:textId="77777777" w:rsidR="00B72613" w:rsidRDefault="00B72613" w:rsidP="00B72613">
      <w:pPr>
        <w:pStyle w:val="Nadpisbezsl1-2"/>
        <w:sectPr w:rsidR="00B72613" w:rsidSect="00417DF5">
          <w:headerReference w:type="default" r:id="rId29"/>
          <w:footerReference w:type="even" r:id="rId30"/>
          <w:footerReference w:type="default" r:id="rId31"/>
          <w:pgSz w:w="16838" w:h="11906" w:orient="landscape" w:code="9"/>
          <w:pgMar w:top="1077" w:right="1588" w:bottom="1474" w:left="1588" w:header="595" w:footer="624" w:gutter="0"/>
          <w:pgNumType w:start="1"/>
          <w:cols w:space="708"/>
          <w:docGrid w:linePitch="360"/>
        </w:sectPr>
      </w:pPr>
    </w:p>
    <w:p w14:paraId="5FCEC6C3" w14:textId="77777777" w:rsidR="00502690" w:rsidRPr="00B26902" w:rsidRDefault="00EC707C" w:rsidP="00B63F52">
      <w:pPr>
        <w:pStyle w:val="Nadpisbezsl1-1"/>
        <w:tabs>
          <w:tab w:val="left" w:pos="2679"/>
        </w:tabs>
      </w:pPr>
      <w:r>
        <w:lastRenderedPageBreak/>
        <w:t>Příloha č. 6</w:t>
      </w:r>
      <w:r w:rsidR="00B63F52">
        <w:tab/>
      </w:r>
    </w:p>
    <w:p w14:paraId="1AAC1FDA" w14:textId="77777777" w:rsidR="00502690" w:rsidRPr="00B26902" w:rsidRDefault="00502690" w:rsidP="00F66CA1">
      <w:pPr>
        <w:pStyle w:val="Nadpisbezsl1-2"/>
        <w:outlineLvl w:val="1"/>
      </w:pPr>
      <w:r>
        <w:t>Oprávněné osoby</w:t>
      </w:r>
    </w:p>
    <w:p w14:paraId="584EAF15" w14:textId="77777777" w:rsidR="00EC707C" w:rsidRDefault="00EC707C" w:rsidP="00F66CA1">
      <w:pPr>
        <w:pStyle w:val="Nadpisbezsl1-2"/>
        <w:outlineLvl w:val="2"/>
      </w:pPr>
      <w:r>
        <w:t>Za objednatele</w:t>
      </w:r>
    </w:p>
    <w:p w14:paraId="5D9F9E01"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TabulkaS-zhlav"/>
        <w:tblW w:w="8789" w:type="dxa"/>
        <w:tblLook w:val="04A0" w:firstRow="1" w:lastRow="0" w:firstColumn="1" w:lastColumn="0" w:noHBand="0" w:noVBand="1"/>
      </w:tblPr>
      <w:tblGrid>
        <w:gridCol w:w="3030"/>
        <w:gridCol w:w="5759"/>
      </w:tblGrid>
      <w:tr w:rsidR="00502690" w:rsidRPr="0017282C" w14:paraId="2989172C" w14:textId="77777777" w:rsidTr="005923F7">
        <w:trPr>
          <w:cnfStyle w:val="100000000000" w:firstRow="1" w:lastRow="0" w:firstColumn="0" w:lastColumn="0" w:oddVBand="0" w:evenVBand="0" w:oddHBand="0" w:evenHBand="0" w:firstRowFirstColumn="0" w:firstRowLastColumn="0" w:lastRowFirstColumn="0" w:lastRowLastColumn="0"/>
          <w:trHeight w:val="170"/>
        </w:trPr>
        <w:tc>
          <w:tcPr>
            <w:tcW w:w="3056" w:type="dxa"/>
          </w:tcPr>
          <w:p w14:paraId="4F7D8359" w14:textId="77777777" w:rsidR="00502690" w:rsidRPr="0017282C" w:rsidRDefault="002038D5" w:rsidP="002038D5">
            <w:pPr>
              <w:pStyle w:val="Tabulka"/>
              <w:rPr>
                <w:rStyle w:val="Nadpisvtabulce"/>
                <w:b/>
              </w:rPr>
            </w:pPr>
            <w:r w:rsidRPr="0017282C">
              <w:rPr>
                <w:rStyle w:val="Nadpisvtabulce"/>
                <w:b/>
              </w:rPr>
              <w:t>Jméno a příjmení</w:t>
            </w:r>
          </w:p>
        </w:tc>
        <w:tc>
          <w:tcPr>
            <w:tcW w:w="5812" w:type="dxa"/>
          </w:tcPr>
          <w:p w14:paraId="1D24D842" w14:textId="77777777" w:rsidR="00502690" w:rsidRPr="0017282C" w:rsidRDefault="00C44853" w:rsidP="002038D5">
            <w:pPr>
              <w:pStyle w:val="Tabulka"/>
              <w:rPr>
                <w:highlight w:val="green"/>
              </w:rPr>
            </w:pPr>
            <w:r w:rsidRPr="0017282C">
              <w:rPr>
                <w:highlight w:val="green"/>
              </w:rPr>
              <w:t>[VLOŽÍ OBJEDNATEL]</w:t>
            </w:r>
          </w:p>
        </w:tc>
      </w:tr>
      <w:tr w:rsidR="00502690" w:rsidRPr="00F95FBD" w14:paraId="3A3D6DC0" w14:textId="77777777" w:rsidTr="005923F7">
        <w:trPr>
          <w:trHeight w:val="170"/>
        </w:trPr>
        <w:tc>
          <w:tcPr>
            <w:tcW w:w="3056" w:type="dxa"/>
          </w:tcPr>
          <w:p w14:paraId="0B4AB97F" w14:textId="77777777" w:rsidR="00502690" w:rsidRPr="00F95FBD" w:rsidRDefault="002038D5" w:rsidP="002038D5">
            <w:pPr>
              <w:pStyle w:val="Tabulka"/>
            </w:pPr>
            <w:r w:rsidRPr="00F95FBD">
              <w:t>Adresa</w:t>
            </w:r>
          </w:p>
        </w:tc>
        <w:tc>
          <w:tcPr>
            <w:tcW w:w="5812" w:type="dxa"/>
          </w:tcPr>
          <w:p w14:paraId="4CBAEDB1" w14:textId="77777777" w:rsidR="00502690" w:rsidRPr="00FB4272" w:rsidRDefault="002038D5" w:rsidP="00E00BFB">
            <w:pPr>
              <w:pStyle w:val="Tabulka"/>
              <w:rPr>
                <w:highlight w:val="green"/>
              </w:rPr>
            </w:pPr>
            <w:r w:rsidRPr="00FB4272">
              <w:rPr>
                <w:highlight w:val="green"/>
              </w:rPr>
              <w:t>[</w:t>
            </w:r>
            <w:r w:rsidR="00E00BFB" w:rsidRPr="00FB4272">
              <w:rPr>
                <w:highlight w:val="green"/>
              </w:rPr>
              <w:t>VLOŽÍ OBJEDNATEL</w:t>
            </w:r>
            <w:r w:rsidRPr="00FB4272">
              <w:rPr>
                <w:highlight w:val="green"/>
              </w:rPr>
              <w:t>]</w:t>
            </w:r>
          </w:p>
        </w:tc>
      </w:tr>
      <w:tr w:rsidR="002038D5" w:rsidRPr="00F95FBD" w14:paraId="13611A7C" w14:textId="77777777" w:rsidTr="005923F7">
        <w:trPr>
          <w:trHeight w:val="170"/>
        </w:trPr>
        <w:tc>
          <w:tcPr>
            <w:tcW w:w="3056" w:type="dxa"/>
          </w:tcPr>
          <w:p w14:paraId="61A83F68" w14:textId="77777777" w:rsidR="002038D5" w:rsidRPr="00F95FBD" w:rsidRDefault="002038D5" w:rsidP="002038D5">
            <w:pPr>
              <w:pStyle w:val="Tabulka"/>
            </w:pPr>
            <w:r w:rsidRPr="00F95FBD">
              <w:t>E-mail</w:t>
            </w:r>
          </w:p>
        </w:tc>
        <w:tc>
          <w:tcPr>
            <w:tcW w:w="5812" w:type="dxa"/>
          </w:tcPr>
          <w:p w14:paraId="0E955EC3" w14:textId="77777777" w:rsidR="002038D5" w:rsidRPr="00FB4272" w:rsidRDefault="00C44853" w:rsidP="002038D5">
            <w:pPr>
              <w:pStyle w:val="Tabulka"/>
              <w:rPr>
                <w:highlight w:val="green"/>
              </w:rPr>
            </w:pPr>
            <w:r w:rsidRPr="00FB4272">
              <w:rPr>
                <w:highlight w:val="green"/>
              </w:rPr>
              <w:t>[VLOŽÍ OBJEDNATEL]</w:t>
            </w:r>
          </w:p>
        </w:tc>
      </w:tr>
      <w:tr w:rsidR="002038D5" w:rsidRPr="00F95FBD" w14:paraId="59A30548" w14:textId="77777777" w:rsidTr="005923F7">
        <w:trPr>
          <w:trHeight w:val="170"/>
        </w:trPr>
        <w:tc>
          <w:tcPr>
            <w:tcW w:w="3056" w:type="dxa"/>
          </w:tcPr>
          <w:p w14:paraId="0F41D101" w14:textId="77777777" w:rsidR="002038D5" w:rsidRPr="00F95FBD" w:rsidRDefault="002038D5" w:rsidP="002038D5">
            <w:pPr>
              <w:pStyle w:val="Tabulka"/>
            </w:pPr>
            <w:r w:rsidRPr="00F95FBD">
              <w:t>Telefon</w:t>
            </w:r>
          </w:p>
        </w:tc>
        <w:tc>
          <w:tcPr>
            <w:tcW w:w="5812" w:type="dxa"/>
          </w:tcPr>
          <w:p w14:paraId="6AFBD18D" w14:textId="77777777" w:rsidR="002038D5" w:rsidRPr="00FB4272" w:rsidRDefault="00C44853" w:rsidP="002038D5">
            <w:pPr>
              <w:pStyle w:val="Tabulka"/>
              <w:rPr>
                <w:highlight w:val="green"/>
              </w:rPr>
            </w:pPr>
            <w:r w:rsidRPr="00FB4272">
              <w:rPr>
                <w:highlight w:val="green"/>
              </w:rPr>
              <w:t>[VLOŽÍ OBJEDNATEL]</w:t>
            </w:r>
          </w:p>
        </w:tc>
      </w:tr>
    </w:tbl>
    <w:p w14:paraId="5E0E8D1F" w14:textId="77777777" w:rsidR="002038D5" w:rsidRPr="00F95FBD" w:rsidRDefault="002038D5" w:rsidP="00502690">
      <w:pPr>
        <w:pStyle w:val="Textbezodsazen"/>
      </w:pPr>
    </w:p>
    <w:p w14:paraId="6F48C2AA"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S-zhlav"/>
        <w:tblW w:w="8789" w:type="dxa"/>
        <w:tblLook w:val="04A0" w:firstRow="1" w:lastRow="0" w:firstColumn="1" w:lastColumn="0" w:noHBand="0" w:noVBand="1"/>
      </w:tblPr>
      <w:tblGrid>
        <w:gridCol w:w="3030"/>
        <w:gridCol w:w="5759"/>
      </w:tblGrid>
      <w:tr w:rsidR="002038D5" w:rsidRPr="0017282C" w14:paraId="18E63092"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5560DCE2" w14:textId="77777777" w:rsidR="002038D5" w:rsidRPr="0017282C" w:rsidRDefault="002038D5" w:rsidP="002038D5">
            <w:pPr>
              <w:pStyle w:val="Tabulka"/>
              <w:rPr>
                <w:rStyle w:val="Nadpisvtabulce"/>
                <w:b/>
              </w:rPr>
            </w:pPr>
            <w:r w:rsidRPr="0017282C">
              <w:rPr>
                <w:rStyle w:val="Nadpisvtabulce"/>
                <w:b/>
              </w:rPr>
              <w:t>Jméno a příjmení</w:t>
            </w:r>
          </w:p>
        </w:tc>
        <w:tc>
          <w:tcPr>
            <w:tcW w:w="5812" w:type="dxa"/>
          </w:tcPr>
          <w:p w14:paraId="00069DF3" w14:textId="77777777" w:rsidR="002038D5" w:rsidRPr="0017282C" w:rsidRDefault="00C44853" w:rsidP="002038D5">
            <w:pPr>
              <w:pStyle w:val="Tabulka"/>
              <w:rPr>
                <w:highlight w:val="green"/>
              </w:rPr>
            </w:pPr>
            <w:r w:rsidRPr="0017282C">
              <w:rPr>
                <w:highlight w:val="green"/>
              </w:rPr>
              <w:t>[VLOŽÍ OBJEDNATEL]</w:t>
            </w:r>
          </w:p>
        </w:tc>
      </w:tr>
      <w:tr w:rsidR="002038D5" w:rsidRPr="00F95FBD" w14:paraId="501EB058" w14:textId="77777777" w:rsidTr="005923F7">
        <w:tc>
          <w:tcPr>
            <w:tcW w:w="3056" w:type="dxa"/>
          </w:tcPr>
          <w:p w14:paraId="51E21AD8" w14:textId="77777777" w:rsidR="002038D5" w:rsidRPr="00F95FBD" w:rsidRDefault="002038D5" w:rsidP="002038D5">
            <w:pPr>
              <w:pStyle w:val="Tabulka"/>
            </w:pPr>
            <w:r w:rsidRPr="00F95FBD">
              <w:t>Adresa</w:t>
            </w:r>
          </w:p>
        </w:tc>
        <w:tc>
          <w:tcPr>
            <w:tcW w:w="5812" w:type="dxa"/>
          </w:tcPr>
          <w:p w14:paraId="6A2CB4BD" w14:textId="77777777" w:rsidR="002038D5" w:rsidRPr="00FB4272" w:rsidRDefault="00C44853" w:rsidP="002038D5">
            <w:pPr>
              <w:pStyle w:val="Tabulka"/>
              <w:rPr>
                <w:highlight w:val="green"/>
              </w:rPr>
            </w:pPr>
            <w:r w:rsidRPr="00FB4272">
              <w:rPr>
                <w:highlight w:val="green"/>
              </w:rPr>
              <w:t>[VLOŽÍ OBJEDNATEL]</w:t>
            </w:r>
          </w:p>
        </w:tc>
      </w:tr>
      <w:tr w:rsidR="002038D5" w:rsidRPr="00F95FBD" w14:paraId="5ADB3446" w14:textId="77777777" w:rsidTr="005923F7">
        <w:tc>
          <w:tcPr>
            <w:tcW w:w="3056" w:type="dxa"/>
          </w:tcPr>
          <w:p w14:paraId="445FF935" w14:textId="77777777" w:rsidR="002038D5" w:rsidRPr="00F95FBD" w:rsidRDefault="002038D5" w:rsidP="002038D5">
            <w:pPr>
              <w:pStyle w:val="Tabulka"/>
            </w:pPr>
            <w:r w:rsidRPr="00F95FBD">
              <w:t>E-mail</w:t>
            </w:r>
          </w:p>
        </w:tc>
        <w:tc>
          <w:tcPr>
            <w:tcW w:w="5812" w:type="dxa"/>
          </w:tcPr>
          <w:p w14:paraId="30E84CE8" w14:textId="77777777" w:rsidR="002038D5" w:rsidRPr="00FB4272" w:rsidRDefault="00C44853" w:rsidP="002038D5">
            <w:pPr>
              <w:pStyle w:val="Tabulka"/>
              <w:rPr>
                <w:highlight w:val="green"/>
              </w:rPr>
            </w:pPr>
            <w:r w:rsidRPr="00FB4272">
              <w:rPr>
                <w:highlight w:val="green"/>
              </w:rPr>
              <w:t>[VLOŽÍ OBJEDNATEL]</w:t>
            </w:r>
          </w:p>
        </w:tc>
      </w:tr>
      <w:tr w:rsidR="002038D5" w:rsidRPr="00F95FBD" w14:paraId="3C2A2664" w14:textId="77777777" w:rsidTr="005923F7">
        <w:tc>
          <w:tcPr>
            <w:tcW w:w="3056" w:type="dxa"/>
          </w:tcPr>
          <w:p w14:paraId="26715306" w14:textId="77777777" w:rsidR="002038D5" w:rsidRPr="00F95FBD" w:rsidRDefault="002038D5" w:rsidP="002038D5">
            <w:pPr>
              <w:pStyle w:val="Tabulka"/>
            </w:pPr>
            <w:r w:rsidRPr="00F95FBD">
              <w:t>Telefon</w:t>
            </w:r>
          </w:p>
        </w:tc>
        <w:tc>
          <w:tcPr>
            <w:tcW w:w="5812" w:type="dxa"/>
          </w:tcPr>
          <w:p w14:paraId="648ACEBD" w14:textId="77777777" w:rsidR="002038D5" w:rsidRPr="00FB4272" w:rsidRDefault="00C44853" w:rsidP="002038D5">
            <w:pPr>
              <w:pStyle w:val="Tabulka"/>
              <w:rPr>
                <w:highlight w:val="green"/>
              </w:rPr>
            </w:pPr>
            <w:r w:rsidRPr="00FB4272">
              <w:rPr>
                <w:highlight w:val="green"/>
              </w:rPr>
              <w:t>[VLOŽÍ OBJEDNATEL]</w:t>
            </w:r>
          </w:p>
        </w:tc>
      </w:tr>
    </w:tbl>
    <w:p w14:paraId="380F9C3A" w14:textId="77777777" w:rsidR="002038D5" w:rsidRPr="00F95FBD" w:rsidRDefault="002038D5" w:rsidP="002038D5">
      <w:pPr>
        <w:pStyle w:val="Textbezodsazen"/>
      </w:pPr>
    </w:p>
    <w:p w14:paraId="49E92500" w14:textId="4B677035" w:rsidR="002038D5" w:rsidRPr="00F95FBD" w:rsidRDefault="00254815" w:rsidP="002038D5">
      <w:pPr>
        <w:pStyle w:val="Nadpistabulky"/>
        <w:rPr>
          <w:rFonts w:asciiTheme="minorHAnsi" w:hAnsiTheme="minorHAnsi"/>
          <w:sz w:val="18"/>
          <w:szCs w:val="18"/>
        </w:rPr>
      </w:pPr>
      <w:r>
        <w:rPr>
          <w:rFonts w:asciiTheme="minorHAnsi" w:hAnsiTheme="minorHAnsi"/>
          <w:sz w:val="18"/>
          <w:szCs w:val="18"/>
        </w:rPr>
        <w:t xml:space="preserve">Kontrola </w:t>
      </w:r>
      <w:r w:rsidR="00EC707C">
        <w:rPr>
          <w:rFonts w:asciiTheme="minorHAnsi" w:hAnsiTheme="minorHAnsi"/>
          <w:sz w:val="18"/>
          <w:szCs w:val="18"/>
        </w:rPr>
        <w:t>BOZP</w:t>
      </w:r>
    </w:p>
    <w:tbl>
      <w:tblPr>
        <w:tblStyle w:val="TabulkaS-zhlav"/>
        <w:tblW w:w="8789" w:type="dxa"/>
        <w:tblLook w:val="04A0" w:firstRow="1" w:lastRow="0" w:firstColumn="1" w:lastColumn="0" w:noHBand="0" w:noVBand="1"/>
      </w:tblPr>
      <w:tblGrid>
        <w:gridCol w:w="3030"/>
        <w:gridCol w:w="5759"/>
      </w:tblGrid>
      <w:tr w:rsidR="00C44853" w:rsidRPr="0017282C" w14:paraId="146D75B1"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103D593A" w14:textId="77777777" w:rsidR="00C44853" w:rsidRPr="0017282C" w:rsidRDefault="00C44853" w:rsidP="005923F7">
            <w:pPr>
              <w:pStyle w:val="Tabulka"/>
              <w:rPr>
                <w:rStyle w:val="Nadpisvtabulce"/>
                <w:b/>
              </w:rPr>
            </w:pPr>
            <w:r w:rsidRPr="0017282C">
              <w:rPr>
                <w:rStyle w:val="Nadpisvtabulce"/>
                <w:b/>
              </w:rPr>
              <w:t>Jméno a příjmení</w:t>
            </w:r>
          </w:p>
        </w:tc>
        <w:tc>
          <w:tcPr>
            <w:tcW w:w="5812" w:type="dxa"/>
          </w:tcPr>
          <w:p w14:paraId="1C94D2F3" w14:textId="77777777" w:rsidR="00C44853" w:rsidRPr="0017282C" w:rsidRDefault="00C44853" w:rsidP="005923F7">
            <w:pPr>
              <w:pStyle w:val="Tabulka"/>
              <w:rPr>
                <w:highlight w:val="green"/>
              </w:rPr>
            </w:pPr>
            <w:r w:rsidRPr="0017282C">
              <w:rPr>
                <w:highlight w:val="green"/>
              </w:rPr>
              <w:t>[VLOŽÍ OBJEDNATEL]</w:t>
            </w:r>
          </w:p>
        </w:tc>
      </w:tr>
      <w:tr w:rsidR="00C44853" w:rsidRPr="00F95FBD" w14:paraId="2AE45016" w14:textId="77777777" w:rsidTr="005923F7">
        <w:tc>
          <w:tcPr>
            <w:tcW w:w="3056" w:type="dxa"/>
          </w:tcPr>
          <w:p w14:paraId="4648D0BB" w14:textId="77777777" w:rsidR="00C44853" w:rsidRPr="00F95FBD" w:rsidRDefault="00C44853" w:rsidP="005923F7">
            <w:pPr>
              <w:pStyle w:val="Tabulka"/>
            </w:pPr>
            <w:r w:rsidRPr="00F95FBD">
              <w:t>Adresa</w:t>
            </w:r>
          </w:p>
        </w:tc>
        <w:tc>
          <w:tcPr>
            <w:tcW w:w="5812" w:type="dxa"/>
          </w:tcPr>
          <w:p w14:paraId="727C7012" w14:textId="77777777" w:rsidR="00C44853" w:rsidRPr="00FB4272" w:rsidRDefault="00C44853" w:rsidP="005923F7">
            <w:pPr>
              <w:pStyle w:val="Tabulka"/>
              <w:rPr>
                <w:highlight w:val="green"/>
              </w:rPr>
            </w:pPr>
            <w:r w:rsidRPr="00FB4272">
              <w:rPr>
                <w:highlight w:val="green"/>
              </w:rPr>
              <w:t>[VLOŽÍ OBJEDNATEL]</w:t>
            </w:r>
          </w:p>
        </w:tc>
      </w:tr>
      <w:tr w:rsidR="00C44853" w:rsidRPr="00F95FBD" w14:paraId="0BB46A9B" w14:textId="77777777" w:rsidTr="005923F7">
        <w:tc>
          <w:tcPr>
            <w:tcW w:w="3056" w:type="dxa"/>
          </w:tcPr>
          <w:p w14:paraId="13E1250D" w14:textId="77777777" w:rsidR="00C44853" w:rsidRPr="00F95FBD" w:rsidRDefault="00C44853" w:rsidP="005923F7">
            <w:pPr>
              <w:pStyle w:val="Tabulka"/>
            </w:pPr>
            <w:r w:rsidRPr="00F95FBD">
              <w:t>E-mail</w:t>
            </w:r>
          </w:p>
        </w:tc>
        <w:tc>
          <w:tcPr>
            <w:tcW w:w="5812" w:type="dxa"/>
          </w:tcPr>
          <w:p w14:paraId="3F571B05" w14:textId="77777777" w:rsidR="00C44853" w:rsidRPr="00FB4272" w:rsidRDefault="00C44853" w:rsidP="005923F7">
            <w:pPr>
              <w:pStyle w:val="Tabulka"/>
              <w:rPr>
                <w:highlight w:val="green"/>
              </w:rPr>
            </w:pPr>
            <w:r w:rsidRPr="00FB4272">
              <w:rPr>
                <w:highlight w:val="green"/>
              </w:rPr>
              <w:t>[VLOŽÍ OBJEDNATEL]</w:t>
            </w:r>
          </w:p>
        </w:tc>
      </w:tr>
      <w:tr w:rsidR="00C44853" w:rsidRPr="00F95FBD" w14:paraId="7AAEAC26" w14:textId="77777777" w:rsidTr="005923F7">
        <w:tc>
          <w:tcPr>
            <w:tcW w:w="3056" w:type="dxa"/>
          </w:tcPr>
          <w:p w14:paraId="236A8358" w14:textId="77777777" w:rsidR="00C44853" w:rsidRPr="00F95FBD" w:rsidRDefault="00C44853" w:rsidP="005923F7">
            <w:pPr>
              <w:pStyle w:val="Tabulka"/>
            </w:pPr>
            <w:r w:rsidRPr="00F95FBD">
              <w:t>Telefon</w:t>
            </w:r>
          </w:p>
        </w:tc>
        <w:tc>
          <w:tcPr>
            <w:tcW w:w="5812" w:type="dxa"/>
          </w:tcPr>
          <w:p w14:paraId="483D81F0" w14:textId="77777777" w:rsidR="00C44853" w:rsidRPr="00FB4272" w:rsidRDefault="00C44853" w:rsidP="005923F7">
            <w:pPr>
              <w:pStyle w:val="Tabulka"/>
              <w:rPr>
                <w:highlight w:val="green"/>
              </w:rPr>
            </w:pPr>
            <w:r w:rsidRPr="00FB4272">
              <w:rPr>
                <w:highlight w:val="green"/>
              </w:rPr>
              <w:t>[VLOŽÍ OBJEDNATEL]</w:t>
            </w:r>
          </w:p>
        </w:tc>
      </w:tr>
    </w:tbl>
    <w:p w14:paraId="1A0F3773" w14:textId="77777777" w:rsidR="002038D5" w:rsidRPr="00F95FBD" w:rsidRDefault="002038D5" w:rsidP="002038D5">
      <w:pPr>
        <w:pStyle w:val="Textbezodsazen"/>
      </w:pPr>
    </w:p>
    <w:p w14:paraId="54CF042D" w14:textId="77777777" w:rsidR="002038D5" w:rsidRPr="00F95FBD" w:rsidRDefault="00B96655" w:rsidP="002038D5">
      <w:pPr>
        <w:pStyle w:val="Nadpistabulky"/>
        <w:rPr>
          <w:rFonts w:asciiTheme="minorHAnsi" w:hAnsiTheme="minorHAnsi"/>
          <w:sz w:val="18"/>
          <w:szCs w:val="18"/>
        </w:rPr>
      </w:pPr>
      <w:r>
        <w:rPr>
          <w:rFonts w:asciiTheme="minorHAnsi" w:hAnsiTheme="minorHAnsi"/>
          <w:sz w:val="18"/>
          <w:szCs w:val="18"/>
        </w:rPr>
        <w:t>Autorizovaný</w:t>
      </w:r>
      <w:r w:rsidR="00EC707C" w:rsidRPr="00EC707C">
        <w:rPr>
          <w:rFonts w:asciiTheme="minorHAnsi" w:hAnsiTheme="minorHAnsi"/>
          <w:sz w:val="18"/>
          <w:szCs w:val="18"/>
        </w:rPr>
        <w:t xml:space="preserve"> zeměměřický inženýr</w:t>
      </w:r>
    </w:p>
    <w:tbl>
      <w:tblPr>
        <w:tblStyle w:val="TabulkaS-zhlav"/>
        <w:tblW w:w="8789" w:type="dxa"/>
        <w:tblLook w:val="04A0" w:firstRow="1" w:lastRow="0" w:firstColumn="1" w:lastColumn="0" w:noHBand="0" w:noVBand="1"/>
      </w:tblPr>
      <w:tblGrid>
        <w:gridCol w:w="3030"/>
        <w:gridCol w:w="5759"/>
      </w:tblGrid>
      <w:tr w:rsidR="00C44853" w:rsidRPr="0017282C" w14:paraId="39F1FD07" w14:textId="77777777" w:rsidTr="00B96655">
        <w:trPr>
          <w:cnfStyle w:val="100000000000" w:firstRow="1" w:lastRow="0" w:firstColumn="0" w:lastColumn="0" w:oddVBand="0" w:evenVBand="0" w:oddHBand="0" w:evenHBand="0" w:firstRowFirstColumn="0" w:firstRowLastColumn="0" w:lastRowFirstColumn="0" w:lastRowLastColumn="0"/>
        </w:trPr>
        <w:tc>
          <w:tcPr>
            <w:tcW w:w="3030" w:type="dxa"/>
          </w:tcPr>
          <w:p w14:paraId="24E0248A" w14:textId="77777777" w:rsidR="00C44853" w:rsidRPr="0017282C" w:rsidRDefault="00C44853" w:rsidP="005923F7">
            <w:pPr>
              <w:pStyle w:val="Tabulka"/>
              <w:rPr>
                <w:rStyle w:val="Nadpisvtabulce"/>
                <w:b/>
              </w:rPr>
            </w:pPr>
            <w:r w:rsidRPr="0017282C">
              <w:rPr>
                <w:rStyle w:val="Nadpisvtabulce"/>
                <w:b/>
              </w:rPr>
              <w:t>Jméno a příjmení</w:t>
            </w:r>
          </w:p>
        </w:tc>
        <w:tc>
          <w:tcPr>
            <w:tcW w:w="5759" w:type="dxa"/>
          </w:tcPr>
          <w:p w14:paraId="45E69514" w14:textId="77777777" w:rsidR="00C44853" w:rsidRPr="0017282C" w:rsidRDefault="00C44853" w:rsidP="005923F7">
            <w:pPr>
              <w:pStyle w:val="Tabulka"/>
              <w:rPr>
                <w:highlight w:val="green"/>
              </w:rPr>
            </w:pPr>
            <w:r w:rsidRPr="0017282C">
              <w:rPr>
                <w:highlight w:val="green"/>
              </w:rPr>
              <w:t>[VLOŽÍ OBJEDNATEL]</w:t>
            </w:r>
          </w:p>
        </w:tc>
      </w:tr>
      <w:tr w:rsidR="00C44853" w:rsidRPr="00F95FBD" w14:paraId="6C2D6E08" w14:textId="77777777" w:rsidTr="00B96655">
        <w:tc>
          <w:tcPr>
            <w:tcW w:w="3030" w:type="dxa"/>
          </w:tcPr>
          <w:p w14:paraId="1384CA71" w14:textId="77777777" w:rsidR="00C44853" w:rsidRPr="00F95FBD" w:rsidRDefault="00C44853" w:rsidP="005923F7">
            <w:pPr>
              <w:pStyle w:val="Tabulka"/>
            </w:pPr>
            <w:r w:rsidRPr="00F95FBD">
              <w:t>Adresa</w:t>
            </w:r>
          </w:p>
        </w:tc>
        <w:tc>
          <w:tcPr>
            <w:tcW w:w="5759" w:type="dxa"/>
          </w:tcPr>
          <w:p w14:paraId="6856FCCF" w14:textId="77777777" w:rsidR="00C44853" w:rsidRPr="00FB4272" w:rsidRDefault="00C44853" w:rsidP="005923F7">
            <w:pPr>
              <w:pStyle w:val="Tabulka"/>
              <w:rPr>
                <w:highlight w:val="green"/>
              </w:rPr>
            </w:pPr>
            <w:r w:rsidRPr="00FB4272">
              <w:rPr>
                <w:highlight w:val="green"/>
              </w:rPr>
              <w:t>[VLOŽÍ OBJEDNATEL]</w:t>
            </w:r>
          </w:p>
        </w:tc>
      </w:tr>
      <w:tr w:rsidR="00C44853" w:rsidRPr="00F95FBD" w14:paraId="23E06AA6" w14:textId="77777777" w:rsidTr="00B96655">
        <w:tc>
          <w:tcPr>
            <w:tcW w:w="3030" w:type="dxa"/>
          </w:tcPr>
          <w:p w14:paraId="25E32B22" w14:textId="77777777" w:rsidR="00C44853" w:rsidRPr="00F95FBD" w:rsidRDefault="00C44853" w:rsidP="005923F7">
            <w:pPr>
              <w:pStyle w:val="Tabulka"/>
            </w:pPr>
            <w:r w:rsidRPr="00F95FBD">
              <w:t>E-mail</w:t>
            </w:r>
          </w:p>
        </w:tc>
        <w:tc>
          <w:tcPr>
            <w:tcW w:w="5759" w:type="dxa"/>
          </w:tcPr>
          <w:p w14:paraId="16FA8581" w14:textId="77777777" w:rsidR="00C44853" w:rsidRPr="00FB4272" w:rsidRDefault="00C44853" w:rsidP="005923F7">
            <w:pPr>
              <w:pStyle w:val="Tabulka"/>
              <w:rPr>
                <w:highlight w:val="green"/>
              </w:rPr>
            </w:pPr>
            <w:r w:rsidRPr="00FB4272">
              <w:rPr>
                <w:highlight w:val="green"/>
              </w:rPr>
              <w:t>[VLOŽÍ OBJEDNATEL]</w:t>
            </w:r>
          </w:p>
        </w:tc>
      </w:tr>
      <w:tr w:rsidR="00C44853" w:rsidRPr="00F95FBD" w14:paraId="7FEC5123" w14:textId="77777777" w:rsidTr="00B96655">
        <w:tc>
          <w:tcPr>
            <w:tcW w:w="3030" w:type="dxa"/>
          </w:tcPr>
          <w:p w14:paraId="73683266" w14:textId="77777777" w:rsidR="00C44853" w:rsidRPr="00F95FBD" w:rsidRDefault="00C44853" w:rsidP="005923F7">
            <w:pPr>
              <w:pStyle w:val="Tabulka"/>
            </w:pPr>
            <w:r w:rsidRPr="00F95FBD">
              <w:t>Telefon</w:t>
            </w:r>
          </w:p>
        </w:tc>
        <w:tc>
          <w:tcPr>
            <w:tcW w:w="5759" w:type="dxa"/>
          </w:tcPr>
          <w:p w14:paraId="7F6279EC" w14:textId="77777777" w:rsidR="000E2ED0" w:rsidRPr="00FB4272" w:rsidRDefault="00C44853" w:rsidP="005923F7">
            <w:pPr>
              <w:pStyle w:val="Tabulka"/>
              <w:rPr>
                <w:highlight w:val="green"/>
              </w:rPr>
            </w:pPr>
            <w:r w:rsidRPr="00FB4272">
              <w:rPr>
                <w:highlight w:val="green"/>
              </w:rPr>
              <w:t>[VLOŽÍ OBJEDNATEL]</w:t>
            </w:r>
          </w:p>
        </w:tc>
      </w:tr>
    </w:tbl>
    <w:p w14:paraId="27F1960A" w14:textId="77777777" w:rsidR="005923F7" w:rsidRDefault="005923F7" w:rsidP="005923F7">
      <w:pPr>
        <w:pStyle w:val="Textbezodsazen"/>
      </w:pPr>
    </w:p>
    <w:p w14:paraId="7A15CDE1" w14:textId="77777777" w:rsidR="000E2ED0" w:rsidRPr="000C2B01" w:rsidRDefault="000E2ED0" w:rsidP="000E2ED0">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S-zhlav"/>
        <w:tblW w:w="8789" w:type="dxa"/>
        <w:tblLook w:val="04A0" w:firstRow="1" w:lastRow="0" w:firstColumn="1" w:lastColumn="0" w:noHBand="0" w:noVBand="1"/>
      </w:tblPr>
      <w:tblGrid>
        <w:gridCol w:w="3032"/>
        <w:gridCol w:w="5757"/>
      </w:tblGrid>
      <w:tr w:rsidR="000E2ED0" w:rsidRPr="0017282C" w14:paraId="67899EC0"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31881F2F" w14:textId="77777777" w:rsidR="000E2ED0" w:rsidRPr="0017282C" w:rsidRDefault="000E2ED0" w:rsidP="00253CBA">
            <w:pPr>
              <w:pStyle w:val="Tabulka"/>
              <w:rPr>
                <w:rStyle w:val="Nadpisvtabulce"/>
                <w:b/>
              </w:rPr>
            </w:pPr>
            <w:r w:rsidRPr="0017282C">
              <w:rPr>
                <w:rStyle w:val="Nadpisvtabulce"/>
                <w:b/>
              </w:rPr>
              <w:t>Jméno a příjmení</w:t>
            </w:r>
          </w:p>
        </w:tc>
        <w:tc>
          <w:tcPr>
            <w:tcW w:w="5812" w:type="dxa"/>
          </w:tcPr>
          <w:p w14:paraId="4E211E06" w14:textId="77777777" w:rsidR="000E2ED0" w:rsidRPr="0017282C" w:rsidRDefault="000E2ED0" w:rsidP="00253CBA">
            <w:pPr>
              <w:pStyle w:val="Tabulka"/>
              <w:rPr>
                <w:highlight w:val="green"/>
              </w:rPr>
            </w:pPr>
            <w:r w:rsidRPr="0017282C">
              <w:rPr>
                <w:highlight w:val="green"/>
              </w:rPr>
              <w:t>[VLOŽÍ OBJEDNATEL]</w:t>
            </w:r>
          </w:p>
        </w:tc>
      </w:tr>
      <w:tr w:rsidR="000E2ED0" w:rsidRPr="000C2B01" w14:paraId="37C5FE08" w14:textId="77777777" w:rsidTr="005923F7">
        <w:tc>
          <w:tcPr>
            <w:tcW w:w="3056" w:type="dxa"/>
          </w:tcPr>
          <w:p w14:paraId="259C0C09" w14:textId="77777777" w:rsidR="000E2ED0" w:rsidRPr="000C2B01" w:rsidRDefault="000E2ED0" w:rsidP="00253CBA">
            <w:pPr>
              <w:pStyle w:val="Tabulka"/>
              <w:rPr>
                <w:rStyle w:val="Nadpisvtabulce"/>
                <w:b w:val="0"/>
              </w:rPr>
            </w:pPr>
            <w:r>
              <w:rPr>
                <w:rStyle w:val="Nadpisvtabulce"/>
                <w:b w:val="0"/>
              </w:rPr>
              <w:t>Adresa</w:t>
            </w:r>
          </w:p>
        </w:tc>
        <w:tc>
          <w:tcPr>
            <w:tcW w:w="5812" w:type="dxa"/>
          </w:tcPr>
          <w:p w14:paraId="6E867867" w14:textId="77777777" w:rsidR="000E2ED0" w:rsidRPr="000C2B01" w:rsidRDefault="000E2ED0" w:rsidP="005923F7">
            <w:pPr>
              <w:pStyle w:val="Tabulka"/>
              <w:rPr>
                <w:highlight w:val="green"/>
              </w:rPr>
            </w:pPr>
            <w:r>
              <w:rPr>
                <w:highlight w:val="green"/>
              </w:rPr>
              <w:t>[VLOŽÍ OBJEDNATEL]</w:t>
            </w:r>
          </w:p>
        </w:tc>
      </w:tr>
      <w:tr w:rsidR="000E2ED0" w:rsidRPr="000C2B01" w14:paraId="272AE9A5" w14:textId="77777777" w:rsidTr="005923F7">
        <w:tc>
          <w:tcPr>
            <w:tcW w:w="3056" w:type="dxa"/>
          </w:tcPr>
          <w:p w14:paraId="41AF4110" w14:textId="77777777" w:rsidR="000E2ED0" w:rsidRPr="000C2B01" w:rsidRDefault="000E2ED0" w:rsidP="00253CBA">
            <w:pPr>
              <w:pStyle w:val="Tabulka"/>
            </w:pPr>
            <w:r w:rsidRPr="000C2B01">
              <w:t>E-mail</w:t>
            </w:r>
          </w:p>
        </w:tc>
        <w:tc>
          <w:tcPr>
            <w:tcW w:w="5812" w:type="dxa"/>
          </w:tcPr>
          <w:p w14:paraId="7B5FD993" w14:textId="77777777" w:rsidR="000E2ED0" w:rsidRPr="000C2B01" w:rsidRDefault="000E2ED0" w:rsidP="00253CBA">
            <w:pPr>
              <w:pStyle w:val="Tabulka"/>
              <w:rPr>
                <w:highlight w:val="green"/>
              </w:rPr>
            </w:pPr>
            <w:r w:rsidRPr="000C2B01">
              <w:rPr>
                <w:highlight w:val="green"/>
              </w:rPr>
              <w:t>[VLOŽÍ OBJEDNATEL]</w:t>
            </w:r>
          </w:p>
        </w:tc>
      </w:tr>
      <w:tr w:rsidR="000E2ED0" w:rsidRPr="000C2B01" w14:paraId="5A428FCC" w14:textId="77777777" w:rsidTr="005923F7">
        <w:tc>
          <w:tcPr>
            <w:tcW w:w="3056" w:type="dxa"/>
          </w:tcPr>
          <w:p w14:paraId="3452218E" w14:textId="77777777" w:rsidR="000E2ED0" w:rsidRPr="000C2B01" w:rsidRDefault="000E2ED0" w:rsidP="00253CBA">
            <w:pPr>
              <w:pStyle w:val="Tabulka"/>
            </w:pPr>
            <w:r w:rsidRPr="000C2B01">
              <w:t>Telefon</w:t>
            </w:r>
          </w:p>
        </w:tc>
        <w:tc>
          <w:tcPr>
            <w:tcW w:w="5812" w:type="dxa"/>
          </w:tcPr>
          <w:p w14:paraId="4DDE0A6B" w14:textId="77777777" w:rsidR="000E2ED0" w:rsidRPr="000C2B01" w:rsidRDefault="000E2ED0" w:rsidP="00253CBA">
            <w:pPr>
              <w:pStyle w:val="Tabulka"/>
              <w:rPr>
                <w:highlight w:val="green"/>
              </w:rPr>
            </w:pPr>
            <w:r w:rsidRPr="000C2B01">
              <w:rPr>
                <w:highlight w:val="green"/>
              </w:rPr>
              <w:t>[VLOŽÍ OBJEDNATEL]</w:t>
            </w:r>
          </w:p>
        </w:tc>
      </w:tr>
    </w:tbl>
    <w:p w14:paraId="469378A6" w14:textId="77777777" w:rsidR="002038D5" w:rsidRDefault="002038D5" w:rsidP="002038D5">
      <w:pPr>
        <w:pStyle w:val="Textbezodsazen"/>
      </w:pPr>
    </w:p>
    <w:p w14:paraId="22885598" w14:textId="77777777" w:rsidR="00EC707C" w:rsidRDefault="00EC707C" w:rsidP="00F66CA1">
      <w:pPr>
        <w:pStyle w:val="Nadpisbezsl1-2"/>
        <w:tabs>
          <w:tab w:val="left" w:pos="2292"/>
        </w:tabs>
        <w:outlineLvl w:val="2"/>
      </w:pPr>
      <w:r>
        <w:t>Za Zhotovitele</w:t>
      </w:r>
      <w:r>
        <w:tab/>
      </w:r>
    </w:p>
    <w:p w14:paraId="6348612A" w14:textId="77777777" w:rsidR="00A747C5" w:rsidRPr="00F035CE" w:rsidRDefault="00A747C5" w:rsidP="00A747C5">
      <w:pPr>
        <w:spacing w:after="120" w:line="264" w:lineRule="auto"/>
        <w:jc w:val="both"/>
        <w:rPr>
          <w:sz w:val="18"/>
          <w:szCs w:val="18"/>
        </w:rPr>
      </w:pPr>
      <w:r w:rsidRPr="00F035CE">
        <w:rPr>
          <w:sz w:val="18"/>
          <w:szCs w:val="18"/>
        </w:rPr>
        <w:t xml:space="preserve">Odborný personál Zhotovitele (na příslušné pozici člena odborného personálu může být pouze jedna fyzická osoba; toto omezení se netýká pozice </w:t>
      </w:r>
      <w:r w:rsidR="00B96655">
        <w:rPr>
          <w:sz w:val="18"/>
          <w:szCs w:val="18"/>
        </w:rPr>
        <w:t>autorizovaný</w:t>
      </w:r>
      <w:r w:rsidRPr="00F035CE">
        <w:rPr>
          <w:sz w:val="18"/>
          <w:szCs w:val="18"/>
        </w:rPr>
        <w:t xml:space="preserve"> zeměměřický inženýr)</w:t>
      </w:r>
    </w:p>
    <w:p w14:paraId="2AB2F4E1" w14:textId="77777777" w:rsidR="002038D5" w:rsidRPr="00F95FBD" w:rsidRDefault="00EC707C" w:rsidP="002038D5">
      <w:pPr>
        <w:pStyle w:val="Nadpistabulky"/>
        <w:rPr>
          <w:rFonts w:asciiTheme="minorHAnsi" w:hAnsiTheme="minorHAnsi"/>
          <w:sz w:val="18"/>
          <w:szCs w:val="18"/>
        </w:rPr>
      </w:pPr>
      <w:r>
        <w:rPr>
          <w:rFonts w:asciiTheme="minorHAnsi" w:hAnsiTheme="minorHAnsi"/>
          <w:sz w:val="18"/>
          <w:szCs w:val="18"/>
        </w:rPr>
        <w:lastRenderedPageBreak/>
        <w:t>V</w:t>
      </w:r>
      <w:r w:rsidRPr="00EC707C">
        <w:rPr>
          <w:rFonts w:asciiTheme="minorHAnsi" w:hAnsiTheme="minorHAnsi"/>
          <w:sz w:val="18"/>
          <w:szCs w:val="18"/>
        </w:rPr>
        <w:t>e věcech smluvních a obchodních</w:t>
      </w:r>
    </w:p>
    <w:tbl>
      <w:tblPr>
        <w:tblStyle w:val="TabulkaS-zhlav"/>
        <w:tblW w:w="8789" w:type="dxa"/>
        <w:tblLook w:val="04A0" w:firstRow="1" w:lastRow="0" w:firstColumn="1" w:lastColumn="0" w:noHBand="0" w:noVBand="1"/>
      </w:tblPr>
      <w:tblGrid>
        <w:gridCol w:w="3030"/>
        <w:gridCol w:w="5759"/>
      </w:tblGrid>
      <w:tr w:rsidR="002038D5" w:rsidRPr="0017282C" w14:paraId="3CC967E7"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2E6932F5" w14:textId="77777777" w:rsidR="002038D5" w:rsidRPr="0017282C" w:rsidRDefault="002038D5" w:rsidP="002038D5">
            <w:pPr>
              <w:pStyle w:val="Tabulka"/>
              <w:rPr>
                <w:rStyle w:val="Nadpisvtabulce"/>
                <w:b/>
              </w:rPr>
            </w:pPr>
            <w:r w:rsidRPr="0017282C">
              <w:rPr>
                <w:rStyle w:val="Nadpisvtabulce"/>
                <w:b/>
              </w:rPr>
              <w:t>Jméno a příjmení</w:t>
            </w:r>
          </w:p>
        </w:tc>
        <w:tc>
          <w:tcPr>
            <w:tcW w:w="5812" w:type="dxa"/>
          </w:tcPr>
          <w:p w14:paraId="14D4A4F8" w14:textId="77777777" w:rsidR="002038D5" w:rsidRPr="0017282C" w:rsidRDefault="002038D5" w:rsidP="002038D5">
            <w:pPr>
              <w:pStyle w:val="Tabulka"/>
            </w:pPr>
            <w:r w:rsidRPr="0017282C">
              <w:rPr>
                <w:highlight w:val="yellow"/>
              </w:rPr>
              <w:t>[VLOŽÍ ZH</w:t>
            </w:r>
            <w:r w:rsidR="00C44853" w:rsidRPr="0017282C">
              <w:rPr>
                <w:highlight w:val="yellow"/>
              </w:rPr>
              <w:t>O</w:t>
            </w:r>
            <w:r w:rsidRPr="0017282C">
              <w:rPr>
                <w:highlight w:val="yellow"/>
              </w:rPr>
              <w:t>TOVITEL]</w:t>
            </w:r>
          </w:p>
        </w:tc>
      </w:tr>
      <w:tr w:rsidR="002038D5" w:rsidRPr="00F95FBD" w14:paraId="30B8194C" w14:textId="77777777" w:rsidTr="005923F7">
        <w:tc>
          <w:tcPr>
            <w:tcW w:w="3056" w:type="dxa"/>
          </w:tcPr>
          <w:p w14:paraId="15A3F066" w14:textId="77777777" w:rsidR="002038D5" w:rsidRPr="00F95FBD" w:rsidRDefault="002038D5" w:rsidP="002038D5">
            <w:pPr>
              <w:pStyle w:val="Tabulka"/>
            </w:pPr>
            <w:r w:rsidRPr="00F95FBD">
              <w:t>Adresa</w:t>
            </w:r>
          </w:p>
        </w:tc>
        <w:tc>
          <w:tcPr>
            <w:tcW w:w="5812" w:type="dxa"/>
          </w:tcPr>
          <w:p w14:paraId="4D4A269C" w14:textId="77777777" w:rsidR="002038D5" w:rsidRPr="00F95FBD" w:rsidRDefault="002038D5" w:rsidP="002038D5">
            <w:pPr>
              <w:pStyle w:val="Tabulka"/>
            </w:pPr>
            <w:r w:rsidRPr="00F95FBD">
              <w:rPr>
                <w:highlight w:val="yellow"/>
              </w:rPr>
              <w:t>[VLOŽÍ ZHOTOVITEL]</w:t>
            </w:r>
          </w:p>
        </w:tc>
      </w:tr>
      <w:tr w:rsidR="002038D5" w:rsidRPr="00F95FBD" w14:paraId="1B2AEB95" w14:textId="77777777" w:rsidTr="005923F7">
        <w:tc>
          <w:tcPr>
            <w:tcW w:w="3056" w:type="dxa"/>
          </w:tcPr>
          <w:p w14:paraId="21AF3E4B" w14:textId="77777777" w:rsidR="002038D5" w:rsidRPr="00F95FBD" w:rsidRDefault="002038D5" w:rsidP="002038D5">
            <w:pPr>
              <w:pStyle w:val="Tabulka"/>
            </w:pPr>
            <w:r w:rsidRPr="00F95FBD">
              <w:t>E-mail</w:t>
            </w:r>
          </w:p>
        </w:tc>
        <w:tc>
          <w:tcPr>
            <w:tcW w:w="5812" w:type="dxa"/>
          </w:tcPr>
          <w:p w14:paraId="5AF59A3D" w14:textId="77777777" w:rsidR="002038D5" w:rsidRPr="00F95FBD" w:rsidRDefault="002038D5" w:rsidP="002038D5">
            <w:pPr>
              <w:pStyle w:val="Tabulka"/>
            </w:pPr>
            <w:r w:rsidRPr="00F95FBD">
              <w:rPr>
                <w:highlight w:val="yellow"/>
              </w:rPr>
              <w:t>[VLOŽÍ ZHOTOVITEL]</w:t>
            </w:r>
          </w:p>
        </w:tc>
      </w:tr>
      <w:tr w:rsidR="002038D5" w:rsidRPr="00F95FBD" w14:paraId="76ED6FA2" w14:textId="77777777" w:rsidTr="005923F7">
        <w:tc>
          <w:tcPr>
            <w:tcW w:w="3056" w:type="dxa"/>
          </w:tcPr>
          <w:p w14:paraId="589C694D" w14:textId="77777777" w:rsidR="002038D5" w:rsidRPr="00F95FBD" w:rsidRDefault="002038D5" w:rsidP="002038D5">
            <w:pPr>
              <w:pStyle w:val="Tabulka"/>
            </w:pPr>
            <w:r w:rsidRPr="00F95FBD">
              <w:t>Telefon</w:t>
            </w:r>
          </w:p>
        </w:tc>
        <w:tc>
          <w:tcPr>
            <w:tcW w:w="5812" w:type="dxa"/>
          </w:tcPr>
          <w:p w14:paraId="03809554" w14:textId="77777777" w:rsidR="002038D5" w:rsidRPr="00F95FBD" w:rsidRDefault="002038D5" w:rsidP="002038D5">
            <w:pPr>
              <w:pStyle w:val="Tabulka"/>
            </w:pPr>
            <w:r w:rsidRPr="00F95FBD">
              <w:rPr>
                <w:highlight w:val="yellow"/>
              </w:rPr>
              <w:t>[VLOŽÍ ZHOTOVITEL]</w:t>
            </w:r>
          </w:p>
        </w:tc>
      </w:tr>
    </w:tbl>
    <w:p w14:paraId="0DE09BEE" w14:textId="77777777" w:rsidR="002038D5" w:rsidRPr="00F95FBD" w:rsidRDefault="002038D5" w:rsidP="002038D5">
      <w:pPr>
        <w:pStyle w:val="Textbezodsazen"/>
      </w:pPr>
    </w:p>
    <w:p w14:paraId="7CCAB985" w14:textId="77777777" w:rsidR="002038D5" w:rsidRPr="00F95FBD" w:rsidRDefault="00EC707C" w:rsidP="00F762A8">
      <w:pPr>
        <w:pStyle w:val="Nadpistabulky"/>
        <w:rPr>
          <w:sz w:val="18"/>
          <w:szCs w:val="18"/>
        </w:rPr>
      </w:pPr>
      <w:r>
        <w:rPr>
          <w:rFonts w:ascii="Verdana" w:hAnsi="Verdana"/>
          <w:sz w:val="18"/>
          <w:szCs w:val="18"/>
        </w:rPr>
        <w:t>V</w:t>
      </w:r>
      <w:r w:rsidRPr="001C7F39">
        <w:rPr>
          <w:rFonts w:ascii="Verdana" w:hAnsi="Verdana"/>
          <w:sz w:val="18"/>
          <w:szCs w:val="18"/>
        </w:rPr>
        <w:t>e věcech technických</w:t>
      </w:r>
    </w:p>
    <w:tbl>
      <w:tblPr>
        <w:tblStyle w:val="TabulkaS-zhlav"/>
        <w:tblW w:w="8789" w:type="dxa"/>
        <w:tblLook w:val="04A0" w:firstRow="1" w:lastRow="0" w:firstColumn="1" w:lastColumn="0" w:noHBand="0" w:noVBand="1"/>
      </w:tblPr>
      <w:tblGrid>
        <w:gridCol w:w="3030"/>
        <w:gridCol w:w="5759"/>
      </w:tblGrid>
      <w:tr w:rsidR="002038D5" w:rsidRPr="0017282C" w14:paraId="11287E19"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083C2F23" w14:textId="77777777" w:rsidR="002038D5" w:rsidRPr="0017282C" w:rsidRDefault="002038D5" w:rsidP="00F762A8">
            <w:pPr>
              <w:pStyle w:val="Tabulka"/>
              <w:keepNext/>
              <w:rPr>
                <w:rStyle w:val="Nadpisvtabulce"/>
                <w:b/>
              </w:rPr>
            </w:pPr>
            <w:r w:rsidRPr="0017282C">
              <w:rPr>
                <w:rStyle w:val="Nadpisvtabulce"/>
                <w:b/>
              </w:rPr>
              <w:t>Jméno a příjmení</w:t>
            </w:r>
          </w:p>
        </w:tc>
        <w:tc>
          <w:tcPr>
            <w:tcW w:w="5812" w:type="dxa"/>
          </w:tcPr>
          <w:p w14:paraId="07E90319" w14:textId="77777777" w:rsidR="002038D5" w:rsidRPr="0017282C" w:rsidRDefault="002038D5" w:rsidP="00F762A8">
            <w:pPr>
              <w:pStyle w:val="Tabulka"/>
              <w:keepNext/>
            </w:pPr>
            <w:r w:rsidRPr="0017282C">
              <w:rPr>
                <w:highlight w:val="yellow"/>
              </w:rPr>
              <w:t>[VLOŽÍ ZH</w:t>
            </w:r>
            <w:r w:rsidR="00C44853" w:rsidRPr="0017282C">
              <w:rPr>
                <w:highlight w:val="yellow"/>
              </w:rPr>
              <w:t>O</w:t>
            </w:r>
            <w:r w:rsidRPr="0017282C">
              <w:rPr>
                <w:highlight w:val="yellow"/>
              </w:rPr>
              <w:t>TOVITEL]</w:t>
            </w:r>
          </w:p>
        </w:tc>
      </w:tr>
      <w:tr w:rsidR="002038D5" w:rsidRPr="00F95FBD" w14:paraId="73B0B45E" w14:textId="77777777" w:rsidTr="005923F7">
        <w:tc>
          <w:tcPr>
            <w:tcW w:w="3056" w:type="dxa"/>
          </w:tcPr>
          <w:p w14:paraId="597A3868" w14:textId="77777777" w:rsidR="002038D5" w:rsidRPr="00F95FBD" w:rsidRDefault="002038D5" w:rsidP="00F762A8">
            <w:pPr>
              <w:pStyle w:val="Tabulka"/>
              <w:keepNext/>
            </w:pPr>
            <w:r w:rsidRPr="00F95FBD">
              <w:t>Adresa</w:t>
            </w:r>
          </w:p>
        </w:tc>
        <w:tc>
          <w:tcPr>
            <w:tcW w:w="5812" w:type="dxa"/>
          </w:tcPr>
          <w:p w14:paraId="40D2D7E1" w14:textId="77777777" w:rsidR="002038D5" w:rsidRPr="00F95FBD" w:rsidRDefault="002038D5" w:rsidP="00F762A8">
            <w:pPr>
              <w:pStyle w:val="Tabulka"/>
              <w:keepNext/>
            </w:pPr>
            <w:r w:rsidRPr="00F95FBD">
              <w:rPr>
                <w:highlight w:val="yellow"/>
              </w:rPr>
              <w:t>[VLOŽÍ ZHOTOVITEL]</w:t>
            </w:r>
          </w:p>
        </w:tc>
      </w:tr>
      <w:tr w:rsidR="002038D5" w:rsidRPr="00F95FBD" w14:paraId="24768F52" w14:textId="77777777" w:rsidTr="005923F7">
        <w:tc>
          <w:tcPr>
            <w:tcW w:w="3056" w:type="dxa"/>
          </w:tcPr>
          <w:p w14:paraId="5D046DFC" w14:textId="77777777" w:rsidR="002038D5" w:rsidRPr="00F95FBD" w:rsidRDefault="002038D5" w:rsidP="00F762A8">
            <w:pPr>
              <w:pStyle w:val="Tabulka"/>
              <w:keepNext/>
            </w:pPr>
            <w:r w:rsidRPr="00F95FBD">
              <w:t>E-mail</w:t>
            </w:r>
          </w:p>
        </w:tc>
        <w:tc>
          <w:tcPr>
            <w:tcW w:w="5812" w:type="dxa"/>
          </w:tcPr>
          <w:p w14:paraId="0DFC55DC" w14:textId="77777777" w:rsidR="002038D5" w:rsidRPr="00F95FBD" w:rsidRDefault="002038D5" w:rsidP="00F762A8">
            <w:pPr>
              <w:pStyle w:val="Tabulka"/>
              <w:keepNext/>
            </w:pPr>
            <w:r w:rsidRPr="00F95FBD">
              <w:rPr>
                <w:highlight w:val="yellow"/>
              </w:rPr>
              <w:t>[VLOŽÍ ZHOTOVITEL]</w:t>
            </w:r>
          </w:p>
        </w:tc>
      </w:tr>
      <w:tr w:rsidR="002038D5" w:rsidRPr="00F95FBD" w14:paraId="2ADFE180" w14:textId="77777777" w:rsidTr="005923F7">
        <w:tc>
          <w:tcPr>
            <w:tcW w:w="3056" w:type="dxa"/>
          </w:tcPr>
          <w:p w14:paraId="736511AE" w14:textId="77777777" w:rsidR="002038D5" w:rsidRPr="00F95FBD" w:rsidRDefault="002038D5" w:rsidP="00165977">
            <w:pPr>
              <w:pStyle w:val="Tabulka"/>
            </w:pPr>
            <w:r w:rsidRPr="00F95FBD">
              <w:t>Telefon</w:t>
            </w:r>
          </w:p>
        </w:tc>
        <w:tc>
          <w:tcPr>
            <w:tcW w:w="5812" w:type="dxa"/>
          </w:tcPr>
          <w:p w14:paraId="076438B3" w14:textId="77777777" w:rsidR="002038D5" w:rsidRPr="00F95FBD" w:rsidRDefault="002038D5" w:rsidP="00165977">
            <w:pPr>
              <w:pStyle w:val="Tabulka"/>
            </w:pPr>
            <w:r w:rsidRPr="00F95FBD">
              <w:rPr>
                <w:highlight w:val="yellow"/>
              </w:rPr>
              <w:t>[VLOŽÍ ZHOTOVITEL]</w:t>
            </w:r>
          </w:p>
        </w:tc>
      </w:tr>
    </w:tbl>
    <w:p w14:paraId="69DAC75C" w14:textId="77777777" w:rsidR="002038D5" w:rsidRPr="00F95FBD" w:rsidRDefault="002038D5" w:rsidP="00165977">
      <w:pPr>
        <w:pStyle w:val="Tabulka"/>
      </w:pPr>
    </w:p>
    <w:p w14:paraId="091F08CA" w14:textId="77777777" w:rsidR="002038D5" w:rsidRPr="0018771B" w:rsidRDefault="008E14BE" w:rsidP="00165977">
      <w:pPr>
        <w:pStyle w:val="Nadpistabulky"/>
        <w:rPr>
          <w:sz w:val="18"/>
          <w:szCs w:val="18"/>
        </w:rPr>
      </w:pPr>
      <w:bookmarkStart w:id="17" w:name="_Hlk132095576"/>
      <w:r w:rsidRPr="0018771B">
        <w:rPr>
          <w:sz w:val="18"/>
          <w:szCs w:val="18"/>
        </w:rPr>
        <w:t>Hlavní projektant (HIP)</w:t>
      </w:r>
    </w:p>
    <w:tbl>
      <w:tblPr>
        <w:tblStyle w:val="TabulkaS-zhlav"/>
        <w:tblW w:w="8789" w:type="dxa"/>
        <w:tblLook w:val="04A0" w:firstRow="1" w:lastRow="0" w:firstColumn="1" w:lastColumn="0" w:noHBand="0" w:noVBand="1"/>
      </w:tblPr>
      <w:tblGrid>
        <w:gridCol w:w="3030"/>
        <w:gridCol w:w="5759"/>
      </w:tblGrid>
      <w:tr w:rsidR="002038D5" w:rsidRPr="0017282C" w14:paraId="42AC22B0"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06A0E43C" w14:textId="77777777" w:rsidR="002038D5" w:rsidRPr="0017282C" w:rsidRDefault="002038D5" w:rsidP="00165977">
            <w:pPr>
              <w:pStyle w:val="Tabulka"/>
              <w:rPr>
                <w:rStyle w:val="Nadpisvtabulce"/>
                <w:b/>
              </w:rPr>
            </w:pPr>
            <w:r w:rsidRPr="0017282C">
              <w:rPr>
                <w:rStyle w:val="Nadpisvtabulce"/>
                <w:b/>
              </w:rPr>
              <w:t>Jméno a příjmení</w:t>
            </w:r>
          </w:p>
        </w:tc>
        <w:tc>
          <w:tcPr>
            <w:tcW w:w="5812" w:type="dxa"/>
          </w:tcPr>
          <w:p w14:paraId="656083C6" w14:textId="77777777" w:rsidR="002038D5" w:rsidRPr="0017282C" w:rsidRDefault="002038D5"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2038D5" w:rsidRPr="00F95FBD" w14:paraId="10EF7378" w14:textId="77777777" w:rsidTr="005923F7">
        <w:tc>
          <w:tcPr>
            <w:tcW w:w="3056" w:type="dxa"/>
          </w:tcPr>
          <w:p w14:paraId="60BB9905" w14:textId="77777777" w:rsidR="002038D5" w:rsidRPr="00F95FBD" w:rsidRDefault="002038D5" w:rsidP="00165977">
            <w:pPr>
              <w:pStyle w:val="Tabulka"/>
            </w:pPr>
            <w:r w:rsidRPr="00F95FBD">
              <w:t>Adresa</w:t>
            </w:r>
          </w:p>
        </w:tc>
        <w:tc>
          <w:tcPr>
            <w:tcW w:w="5812" w:type="dxa"/>
          </w:tcPr>
          <w:p w14:paraId="17EA41EA" w14:textId="77777777" w:rsidR="002038D5" w:rsidRPr="00F95FBD" w:rsidRDefault="002038D5" w:rsidP="00165977">
            <w:pPr>
              <w:pStyle w:val="Tabulka"/>
            </w:pPr>
            <w:r w:rsidRPr="00F95FBD">
              <w:rPr>
                <w:highlight w:val="yellow"/>
              </w:rPr>
              <w:t>[VLOŽÍ ZHOTOVITEL]</w:t>
            </w:r>
          </w:p>
        </w:tc>
      </w:tr>
      <w:tr w:rsidR="002038D5" w:rsidRPr="00F95FBD" w14:paraId="6FC233AF" w14:textId="77777777" w:rsidTr="005923F7">
        <w:tc>
          <w:tcPr>
            <w:tcW w:w="3056" w:type="dxa"/>
          </w:tcPr>
          <w:p w14:paraId="4D2D84AE" w14:textId="77777777" w:rsidR="002038D5" w:rsidRPr="00F95FBD" w:rsidRDefault="002038D5" w:rsidP="00165977">
            <w:pPr>
              <w:pStyle w:val="Tabulka"/>
            </w:pPr>
            <w:r w:rsidRPr="00F95FBD">
              <w:t>E-mail</w:t>
            </w:r>
          </w:p>
        </w:tc>
        <w:tc>
          <w:tcPr>
            <w:tcW w:w="5812" w:type="dxa"/>
          </w:tcPr>
          <w:p w14:paraId="6647E8FE" w14:textId="77777777" w:rsidR="002038D5" w:rsidRPr="00F95FBD" w:rsidRDefault="002038D5" w:rsidP="00165977">
            <w:pPr>
              <w:pStyle w:val="Tabulka"/>
            </w:pPr>
            <w:r w:rsidRPr="00F95FBD">
              <w:rPr>
                <w:highlight w:val="yellow"/>
              </w:rPr>
              <w:t>[VLOŽÍ ZHOTOVITEL]</w:t>
            </w:r>
          </w:p>
        </w:tc>
      </w:tr>
      <w:tr w:rsidR="002038D5" w:rsidRPr="00F95FBD" w14:paraId="2B4B524C" w14:textId="77777777" w:rsidTr="005923F7">
        <w:tc>
          <w:tcPr>
            <w:tcW w:w="3056" w:type="dxa"/>
          </w:tcPr>
          <w:p w14:paraId="0845B17F" w14:textId="77777777" w:rsidR="002038D5" w:rsidRPr="00F95FBD" w:rsidRDefault="002038D5" w:rsidP="00165977">
            <w:pPr>
              <w:pStyle w:val="Tabulka"/>
            </w:pPr>
            <w:r w:rsidRPr="00F95FBD">
              <w:t>Telefon</w:t>
            </w:r>
          </w:p>
        </w:tc>
        <w:tc>
          <w:tcPr>
            <w:tcW w:w="5812" w:type="dxa"/>
          </w:tcPr>
          <w:p w14:paraId="74B6FE6B" w14:textId="77777777" w:rsidR="002038D5" w:rsidRPr="00F95FBD" w:rsidRDefault="002038D5" w:rsidP="00165977">
            <w:pPr>
              <w:pStyle w:val="Tabulka"/>
            </w:pPr>
            <w:r w:rsidRPr="00F95FBD">
              <w:rPr>
                <w:highlight w:val="yellow"/>
              </w:rPr>
              <w:t>[VLOŽÍ ZHOTOVITEL]</w:t>
            </w:r>
          </w:p>
        </w:tc>
      </w:tr>
    </w:tbl>
    <w:p w14:paraId="03A0F82B" w14:textId="77777777" w:rsidR="002038D5" w:rsidRPr="00F95FBD" w:rsidRDefault="002038D5" w:rsidP="00165977">
      <w:pPr>
        <w:pStyle w:val="Tabulka"/>
      </w:pPr>
    </w:p>
    <w:bookmarkEnd w:id="17"/>
    <w:p w14:paraId="515D32D5" w14:textId="77777777" w:rsidR="00E06576" w:rsidRPr="0018771B" w:rsidRDefault="00E06576" w:rsidP="00E06576">
      <w:pPr>
        <w:pStyle w:val="Nadpistabulky"/>
        <w:rPr>
          <w:sz w:val="18"/>
          <w:szCs w:val="18"/>
        </w:rPr>
      </w:pPr>
      <w:r>
        <w:rPr>
          <w:sz w:val="18"/>
          <w:szCs w:val="18"/>
        </w:rPr>
        <w:t xml:space="preserve">Zástupce hlavního projektanta </w:t>
      </w:r>
    </w:p>
    <w:tbl>
      <w:tblPr>
        <w:tblStyle w:val="TabulkaS-zhlav"/>
        <w:tblW w:w="8789" w:type="dxa"/>
        <w:tblLook w:val="04A0" w:firstRow="1" w:lastRow="0" w:firstColumn="1" w:lastColumn="0" w:noHBand="0" w:noVBand="1"/>
      </w:tblPr>
      <w:tblGrid>
        <w:gridCol w:w="3030"/>
        <w:gridCol w:w="5759"/>
      </w:tblGrid>
      <w:tr w:rsidR="00E06576" w:rsidRPr="0017282C" w14:paraId="087F0950" w14:textId="77777777" w:rsidTr="007A36FA">
        <w:trPr>
          <w:cnfStyle w:val="100000000000" w:firstRow="1" w:lastRow="0" w:firstColumn="0" w:lastColumn="0" w:oddVBand="0" w:evenVBand="0" w:oddHBand="0" w:evenHBand="0" w:firstRowFirstColumn="0" w:firstRowLastColumn="0" w:lastRowFirstColumn="0" w:lastRowLastColumn="0"/>
        </w:trPr>
        <w:tc>
          <w:tcPr>
            <w:tcW w:w="3056" w:type="dxa"/>
          </w:tcPr>
          <w:p w14:paraId="7F73EB78" w14:textId="77777777" w:rsidR="00E06576" w:rsidRPr="0017282C" w:rsidRDefault="00E06576" w:rsidP="007A36FA">
            <w:pPr>
              <w:pStyle w:val="Tabulka"/>
              <w:rPr>
                <w:rStyle w:val="Nadpisvtabulce"/>
                <w:b/>
              </w:rPr>
            </w:pPr>
            <w:r w:rsidRPr="0017282C">
              <w:rPr>
                <w:rStyle w:val="Nadpisvtabulce"/>
                <w:b/>
              </w:rPr>
              <w:t>Jméno a příjmení</w:t>
            </w:r>
          </w:p>
        </w:tc>
        <w:tc>
          <w:tcPr>
            <w:tcW w:w="5812" w:type="dxa"/>
          </w:tcPr>
          <w:p w14:paraId="1D1D4F7C" w14:textId="77777777" w:rsidR="00E06576" w:rsidRPr="0017282C" w:rsidRDefault="00E06576" w:rsidP="007A36FA">
            <w:pPr>
              <w:pStyle w:val="Tabulka"/>
            </w:pPr>
            <w:r w:rsidRPr="0017282C">
              <w:rPr>
                <w:highlight w:val="yellow"/>
              </w:rPr>
              <w:t>[VLOŽÍ ZHOTOVITEL]</w:t>
            </w:r>
          </w:p>
        </w:tc>
      </w:tr>
      <w:tr w:rsidR="00E06576" w:rsidRPr="00F95FBD" w14:paraId="2B747A87" w14:textId="77777777" w:rsidTr="007A36FA">
        <w:tc>
          <w:tcPr>
            <w:tcW w:w="3056" w:type="dxa"/>
          </w:tcPr>
          <w:p w14:paraId="0C94FD8F" w14:textId="77777777" w:rsidR="00E06576" w:rsidRPr="00F95FBD" w:rsidRDefault="00E06576" w:rsidP="007A36FA">
            <w:pPr>
              <w:pStyle w:val="Tabulka"/>
            </w:pPr>
            <w:r w:rsidRPr="00F95FBD">
              <w:t>Adresa</w:t>
            </w:r>
          </w:p>
        </w:tc>
        <w:tc>
          <w:tcPr>
            <w:tcW w:w="5812" w:type="dxa"/>
          </w:tcPr>
          <w:p w14:paraId="4AD012F7" w14:textId="77777777" w:rsidR="00E06576" w:rsidRPr="00F95FBD" w:rsidRDefault="00E06576" w:rsidP="007A36FA">
            <w:pPr>
              <w:pStyle w:val="Tabulka"/>
            </w:pPr>
            <w:r w:rsidRPr="00F95FBD">
              <w:rPr>
                <w:highlight w:val="yellow"/>
              </w:rPr>
              <w:t>[VLOŽÍ ZHOTOVITEL]</w:t>
            </w:r>
          </w:p>
        </w:tc>
      </w:tr>
      <w:tr w:rsidR="00E06576" w:rsidRPr="00F95FBD" w14:paraId="181E94C1" w14:textId="77777777" w:rsidTr="007A36FA">
        <w:tc>
          <w:tcPr>
            <w:tcW w:w="3056" w:type="dxa"/>
          </w:tcPr>
          <w:p w14:paraId="2E8D5CFE" w14:textId="77777777" w:rsidR="00E06576" w:rsidRPr="00F95FBD" w:rsidRDefault="00E06576" w:rsidP="007A36FA">
            <w:pPr>
              <w:pStyle w:val="Tabulka"/>
            </w:pPr>
            <w:r w:rsidRPr="00F95FBD">
              <w:t>E-mail</w:t>
            </w:r>
          </w:p>
        </w:tc>
        <w:tc>
          <w:tcPr>
            <w:tcW w:w="5812" w:type="dxa"/>
          </w:tcPr>
          <w:p w14:paraId="00354ED9" w14:textId="77777777" w:rsidR="00E06576" w:rsidRPr="00F95FBD" w:rsidRDefault="00E06576" w:rsidP="007A36FA">
            <w:pPr>
              <w:pStyle w:val="Tabulka"/>
            </w:pPr>
            <w:r w:rsidRPr="00F95FBD">
              <w:rPr>
                <w:highlight w:val="yellow"/>
              </w:rPr>
              <w:t>[VLOŽÍ ZHOTOVITEL]</w:t>
            </w:r>
          </w:p>
        </w:tc>
      </w:tr>
      <w:tr w:rsidR="00E06576" w:rsidRPr="00F95FBD" w14:paraId="4ADADBCD" w14:textId="77777777" w:rsidTr="007A36FA">
        <w:tc>
          <w:tcPr>
            <w:tcW w:w="3056" w:type="dxa"/>
          </w:tcPr>
          <w:p w14:paraId="683D7340" w14:textId="77777777" w:rsidR="00E06576" w:rsidRPr="00F95FBD" w:rsidRDefault="00E06576" w:rsidP="007A36FA">
            <w:pPr>
              <w:pStyle w:val="Tabulka"/>
            </w:pPr>
            <w:r w:rsidRPr="00F95FBD">
              <w:t>Telefon</w:t>
            </w:r>
          </w:p>
        </w:tc>
        <w:tc>
          <w:tcPr>
            <w:tcW w:w="5812" w:type="dxa"/>
          </w:tcPr>
          <w:p w14:paraId="187B3CDE" w14:textId="77777777" w:rsidR="00E06576" w:rsidRPr="00F95FBD" w:rsidRDefault="00E06576" w:rsidP="007A36FA">
            <w:pPr>
              <w:pStyle w:val="Tabulka"/>
            </w:pPr>
            <w:r w:rsidRPr="00F95FBD">
              <w:rPr>
                <w:highlight w:val="yellow"/>
              </w:rPr>
              <w:t>[VLOŽÍ ZHOTOVITEL]</w:t>
            </w:r>
          </w:p>
        </w:tc>
      </w:tr>
    </w:tbl>
    <w:p w14:paraId="492F286E" w14:textId="77777777" w:rsidR="00E06576" w:rsidRPr="00F95FBD" w:rsidRDefault="00E06576" w:rsidP="00E06576">
      <w:pPr>
        <w:pStyle w:val="Tabulka"/>
      </w:pPr>
    </w:p>
    <w:p w14:paraId="312EDF73" w14:textId="77777777" w:rsidR="002038D5" w:rsidRPr="00F95FBD" w:rsidRDefault="00B96655" w:rsidP="00165977">
      <w:pPr>
        <w:pStyle w:val="Nadpistabulky"/>
        <w:rPr>
          <w:sz w:val="18"/>
          <w:szCs w:val="18"/>
        </w:rPr>
      </w:pPr>
      <w:r>
        <w:rPr>
          <w:sz w:val="18"/>
          <w:szCs w:val="18"/>
        </w:rPr>
        <w:t>Autorizovaný</w:t>
      </w:r>
      <w:r w:rsidR="00EC707C" w:rsidRPr="00EC707C">
        <w:rPr>
          <w:sz w:val="18"/>
          <w:szCs w:val="18"/>
        </w:rPr>
        <w:t xml:space="preserve"> zeměměřický inženýr </w:t>
      </w:r>
    </w:p>
    <w:tbl>
      <w:tblPr>
        <w:tblStyle w:val="TabulkaS-zhlav"/>
        <w:tblW w:w="8789" w:type="dxa"/>
        <w:tblLook w:val="04A0" w:firstRow="1" w:lastRow="0" w:firstColumn="1" w:lastColumn="0" w:noHBand="0" w:noVBand="1"/>
      </w:tblPr>
      <w:tblGrid>
        <w:gridCol w:w="3030"/>
        <w:gridCol w:w="5759"/>
      </w:tblGrid>
      <w:tr w:rsidR="002038D5" w:rsidRPr="0017282C" w14:paraId="1DE59D24" w14:textId="77777777" w:rsidTr="00B96655">
        <w:trPr>
          <w:cnfStyle w:val="100000000000" w:firstRow="1" w:lastRow="0" w:firstColumn="0" w:lastColumn="0" w:oddVBand="0" w:evenVBand="0" w:oddHBand="0" w:evenHBand="0" w:firstRowFirstColumn="0" w:firstRowLastColumn="0" w:lastRowFirstColumn="0" w:lastRowLastColumn="0"/>
        </w:trPr>
        <w:tc>
          <w:tcPr>
            <w:tcW w:w="3030" w:type="dxa"/>
          </w:tcPr>
          <w:p w14:paraId="6E3F104C" w14:textId="77777777" w:rsidR="002038D5" w:rsidRPr="0017282C" w:rsidRDefault="002038D5" w:rsidP="00165977">
            <w:pPr>
              <w:pStyle w:val="Tabulka"/>
              <w:rPr>
                <w:rStyle w:val="Nadpisvtabulce"/>
                <w:b/>
              </w:rPr>
            </w:pPr>
            <w:r w:rsidRPr="0017282C">
              <w:rPr>
                <w:rStyle w:val="Nadpisvtabulce"/>
                <w:b/>
              </w:rPr>
              <w:t>Jméno a příjmení</w:t>
            </w:r>
          </w:p>
        </w:tc>
        <w:tc>
          <w:tcPr>
            <w:tcW w:w="5759" w:type="dxa"/>
          </w:tcPr>
          <w:p w14:paraId="0461256E" w14:textId="77777777" w:rsidR="002038D5" w:rsidRPr="0017282C" w:rsidRDefault="002038D5"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2038D5" w:rsidRPr="0017282C" w14:paraId="3C3314DE" w14:textId="77777777" w:rsidTr="00B96655">
        <w:tc>
          <w:tcPr>
            <w:tcW w:w="3030" w:type="dxa"/>
          </w:tcPr>
          <w:p w14:paraId="0CCA400E" w14:textId="77777777" w:rsidR="002038D5" w:rsidRPr="0017282C" w:rsidRDefault="002038D5" w:rsidP="00165977">
            <w:pPr>
              <w:pStyle w:val="Tabulka"/>
            </w:pPr>
            <w:r w:rsidRPr="0017282C">
              <w:t>Adresa</w:t>
            </w:r>
          </w:p>
        </w:tc>
        <w:tc>
          <w:tcPr>
            <w:tcW w:w="5759" w:type="dxa"/>
          </w:tcPr>
          <w:p w14:paraId="4608019F" w14:textId="77777777" w:rsidR="002038D5" w:rsidRPr="0017282C" w:rsidRDefault="002038D5" w:rsidP="00165977">
            <w:pPr>
              <w:pStyle w:val="Tabulka"/>
            </w:pPr>
            <w:r w:rsidRPr="0017282C">
              <w:rPr>
                <w:highlight w:val="yellow"/>
              </w:rPr>
              <w:t>[VLOŽÍ ZHOTOVITEL]</w:t>
            </w:r>
          </w:p>
        </w:tc>
      </w:tr>
      <w:tr w:rsidR="002038D5" w:rsidRPr="00F95FBD" w14:paraId="1C39AC64" w14:textId="77777777" w:rsidTr="00B96655">
        <w:tc>
          <w:tcPr>
            <w:tcW w:w="3030" w:type="dxa"/>
          </w:tcPr>
          <w:p w14:paraId="0EB455E7" w14:textId="77777777" w:rsidR="002038D5" w:rsidRPr="00F95FBD" w:rsidRDefault="002038D5" w:rsidP="00165977">
            <w:pPr>
              <w:pStyle w:val="Tabulka"/>
            </w:pPr>
            <w:r w:rsidRPr="00F95FBD">
              <w:t>E-mail</w:t>
            </w:r>
          </w:p>
        </w:tc>
        <w:tc>
          <w:tcPr>
            <w:tcW w:w="5759" w:type="dxa"/>
          </w:tcPr>
          <w:p w14:paraId="37503CCF" w14:textId="77777777" w:rsidR="002038D5" w:rsidRPr="00F95FBD" w:rsidRDefault="002038D5" w:rsidP="00165977">
            <w:pPr>
              <w:pStyle w:val="Tabulka"/>
            </w:pPr>
            <w:r w:rsidRPr="00F95FBD">
              <w:rPr>
                <w:highlight w:val="yellow"/>
              </w:rPr>
              <w:t>[VLOŽÍ ZHOTOVITEL]</w:t>
            </w:r>
          </w:p>
        </w:tc>
      </w:tr>
      <w:tr w:rsidR="002038D5" w:rsidRPr="00F95FBD" w14:paraId="1D890686" w14:textId="77777777" w:rsidTr="00B96655">
        <w:tc>
          <w:tcPr>
            <w:tcW w:w="3030" w:type="dxa"/>
          </w:tcPr>
          <w:p w14:paraId="6B972DF9" w14:textId="77777777" w:rsidR="002038D5" w:rsidRPr="00F95FBD" w:rsidRDefault="002038D5" w:rsidP="00165977">
            <w:pPr>
              <w:pStyle w:val="Tabulka"/>
            </w:pPr>
            <w:r w:rsidRPr="00F95FBD">
              <w:t>Telefon</w:t>
            </w:r>
          </w:p>
        </w:tc>
        <w:tc>
          <w:tcPr>
            <w:tcW w:w="5759" w:type="dxa"/>
          </w:tcPr>
          <w:p w14:paraId="21CBABC2" w14:textId="77777777" w:rsidR="002038D5" w:rsidRPr="00F95FBD" w:rsidRDefault="002038D5" w:rsidP="00165977">
            <w:pPr>
              <w:pStyle w:val="Tabulka"/>
            </w:pPr>
            <w:r w:rsidRPr="00F95FBD">
              <w:rPr>
                <w:highlight w:val="yellow"/>
              </w:rPr>
              <w:t>[VLOŽÍ ZHOTOVITEL]</w:t>
            </w:r>
          </w:p>
        </w:tc>
      </w:tr>
    </w:tbl>
    <w:p w14:paraId="329B5249" w14:textId="77777777" w:rsidR="002038D5" w:rsidRPr="00F95FBD" w:rsidRDefault="002038D5" w:rsidP="00165977">
      <w:pPr>
        <w:pStyle w:val="Tabulka"/>
      </w:pPr>
    </w:p>
    <w:p w14:paraId="0BB07B1C" w14:textId="414DC8EF" w:rsidR="002038D5" w:rsidRPr="00F95FBD" w:rsidRDefault="00165977" w:rsidP="009150E7">
      <w:pPr>
        <w:pStyle w:val="Nadpistabulky"/>
        <w:rPr>
          <w:sz w:val="18"/>
          <w:szCs w:val="18"/>
        </w:rPr>
      </w:pPr>
      <w:r w:rsidRPr="00F95FBD">
        <w:rPr>
          <w:sz w:val="18"/>
          <w:szCs w:val="18"/>
        </w:rPr>
        <w:t xml:space="preserve">Specialista </w:t>
      </w:r>
      <w:r w:rsidR="00EC707C" w:rsidRPr="00EC707C">
        <w:rPr>
          <w:sz w:val="18"/>
          <w:szCs w:val="18"/>
        </w:rPr>
        <w:t xml:space="preserve">na </w:t>
      </w:r>
      <w:r w:rsidR="00F20694" w:rsidRPr="00F20694">
        <w:rPr>
          <w:sz w:val="18"/>
          <w:szCs w:val="18"/>
        </w:rPr>
        <w:t>dopravní stavby</w:t>
      </w:r>
    </w:p>
    <w:tbl>
      <w:tblPr>
        <w:tblStyle w:val="TabulkaS-zhlav"/>
        <w:tblW w:w="8789" w:type="dxa"/>
        <w:tblLook w:val="04A0" w:firstRow="1" w:lastRow="0" w:firstColumn="1" w:lastColumn="0" w:noHBand="0" w:noVBand="1"/>
      </w:tblPr>
      <w:tblGrid>
        <w:gridCol w:w="3030"/>
        <w:gridCol w:w="5759"/>
      </w:tblGrid>
      <w:tr w:rsidR="002038D5" w:rsidRPr="0017282C" w14:paraId="44E66D11"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0C6FAAAE" w14:textId="77777777" w:rsidR="002038D5" w:rsidRPr="0017282C" w:rsidRDefault="002038D5" w:rsidP="009150E7">
            <w:pPr>
              <w:pStyle w:val="Tabulka"/>
              <w:keepNext/>
              <w:rPr>
                <w:rStyle w:val="Nadpisvtabulce"/>
                <w:b/>
              </w:rPr>
            </w:pPr>
            <w:r w:rsidRPr="0017282C">
              <w:rPr>
                <w:rStyle w:val="Nadpisvtabulce"/>
                <w:b/>
              </w:rPr>
              <w:t>Jméno a příjmení</w:t>
            </w:r>
          </w:p>
        </w:tc>
        <w:tc>
          <w:tcPr>
            <w:tcW w:w="5812" w:type="dxa"/>
          </w:tcPr>
          <w:p w14:paraId="32F38FF5" w14:textId="77777777" w:rsidR="002038D5" w:rsidRPr="0017282C" w:rsidRDefault="002038D5" w:rsidP="009150E7">
            <w:pPr>
              <w:pStyle w:val="Tabulka"/>
              <w:keepNext/>
            </w:pPr>
            <w:r w:rsidRPr="0017282C">
              <w:rPr>
                <w:highlight w:val="yellow"/>
              </w:rPr>
              <w:t>[VLOŽÍ ZH</w:t>
            </w:r>
            <w:r w:rsidR="00C44853" w:rsidRPr="0017282C">
              <w:rPr>
                <w:highlight w:val="yellow"/>
              </w:rPr>
              <w:t>O</w:t>
            </w:r>
            <w:r w:rsidRPr="0017282C">
              <w:rPr>
                <w:highlight w:val="yellow"/>
              </w:rPr>
              <w:t>TOVITEL]</w:t>
            </w:r>
          </w:p>
        </w:tc>
      </w:tr>
      <w:tr w:rsidR="002038D5" w:rsidRPr="00F95FBD" w14:paraId="2617512E" w14:textId="77777777" w:rsidTr="005923F7">
        <w:tc>
          <w:tcPr>
            <w:tcW w:w="3056" w:type="dxa"/>
          </w:tcPr>
          <w:p w14:paraId="56F2EE74" w14:textId="77777777" w:rsidR="002038D5" w:rsidRPr="00F95FBD" w:rsidRDefault="002038D5" w:rsidP="009150E7">
            <w:pPr>
              <w:pStyle w:val="Tabulka"/>
              <w:keepNext/>
            </w:pPr>
            <w:r w:rsidRPr="00F95FBD">
              <w:t>Adresa</w:t>
            </w:r>
          </w:p>
        </w:tc>
        <w:tc>
          <w:tcPr>
            <w:tcW w:w="5812" w:type="dxa"/>
          </w:tcPr>
          <w:p w14:paraId="40B2CAB5" w14:textId="77777777" w:rsidR="002038D5" w:rsidRPr="00F95FBD" w:rsidRDefault="002038D5" w:rsidP="009150E7">
            <w:pPr>
              <w:pStyle w:val="Tabulka"/>
              <w:keepNext/>
            </w:pPr>
            <w:r w:rsidRPr="00F95FBD">
              <w:rPr>
                <w:highlight w:val="yellow"/>
              </w:rPr>
              <w:t>[VLOŽÍ ZHOTOVITEL]</w:t>
            </w:r>
          </w:p>
        </w:tc>
      </w:tr>
      <w:tr w:rsidR="002038D5" w:rsidRPr="00F95FBD" w14:paraId="28093963" w14:textId="77777777" w:rsidTr="005923F7">
        <w:tc>
          <w:tcPr>
            <w:tcW w:w="3056" w:type="dxa"/>
          </w:tcPr>
          <w:p w14:paraId="679219DD" w14:textId="77777777" w:rsidR="002038D5" w:rsidRPr="00F95FBD" w:rsidRDefault="002038D5" w:rsidP="009150E7">
            <w:pPr>
              <w:pStyle w:val="Tabulka"/>
              <w:keepNext/>
            </w:pPr>
            <w:r w:rsidRPr="00F95FBD">
              <w:t>E-mail</w:t>
            </w:r>
          </w:p>
        </w:tc>
        <w:tc>
          <w:tcPr>
            <w:tcW w:w="5812" w:type="dxa"/>
          </w:tcPr>
          <w:p w14:paraId="6AF7306A" w14:textId="77777777" w:rsidR="002038D5" w:rsidRPr="00F95FBD" w:rsidRDefault="002038D5" w:rsidP="009150E7">
            <w:pPr>
              <w:pStyle w:val="Tabulka"/>
              <w:keepNext/>
            </w:pPr>
            <w:r w:rsidRPr="00F95FBD">
              <w:rPr>
                <w:highlight w:val="yellow"/>
              </w:rPr>
              <w:t>[VLOŽÍ ZHOTOVITEL]</w:t>
            </w:r>
          </w:p>
        </w:tc>
      </w:tr>
      <w:tr w:rsidR="002038D5" w:rsidRPr="00F95FBD" w14:paraId="2E808E83" w14:textId="77777777" w:rsidTr="005923F7">
        <w:tc>
          <w:tcPr>
            <w:tcW w:w="3056" w:type="dxa"/>
          </w:tcPr>
          <w:p w14:paraId="04EB4D94" w14:textId="77777777" w:rsidR="002038D5" w:rsidRPr="00F95FBD" w:rsidRDefault="002038D5" w:rsidP="00165977">
            <w:pPr>
              <w:pStyle w:val="Tabulka"/>
            </w:pPr>
            <w:r w:rsidRPr="00F95FBD">
              <w:t>Telefon</w:t>
            </w:r>
          </w:p>
        </w:tc>
        <w:tc>
          <w:tcPr>
            <w:tcW w:w="5812" w:type="dxa"/>
          </w:tcPr>
          <w:p w14:paraId="520BEC99" w14:textId="77777777" w:rsidR="002038D5" w:rsidRPr="00F95FBD" w:rsidRDefault="002038D5" w:rsidP="00165977">
            <w:pPr>
              <w:pStyle w:val="Tabulka"/>
            </w:pPr>
            <w:r w:rsidRPr="00F95FBD">
              <w:rPr>
                <w:highlight w:val="yellow"/>
              </w:rPr>
              <w:t>[VLOŽÍ ZHOTOVITEL]</w:t>
            </w:r>
          </w:p>
        </w:tc>
      </w:tr>
    </w:tbl>
    <w:p w14:paraId="14E804C5" w14:textId="77777777" w:rsidR="002038D5" w:rsidRPr="00F95FBD" w:rsidRDefault="002038D5" w:rsidP="00165977">
      <w:pPr>
        <w:pStyle w:val="Tabulka"/>
      </w:pPr>
    </w:p>
    <w:p w14:paraId="240BB07E" w14:textId="1FC8903D" w:rsidR="002038D5" w:rsidRPr="00F95FBD" w:rsidRDefault="00165977" w:rsidP="00165977">
      <w:pPr>
        <w:pStyle w:val="Nadpistabulky"/>
        <w:rPr>
          <w:sz w:val="18"/>
          <w:szCs w:val="18"/>
        </w:rPr>
      </w:pPr>
      <w:r w:rsidRPr="00F95FBD">
        <w:rPr>
          <w:sz w:val="18"/>
          <w:szCs w:val="18"/>
        </w:rPr>
        <w:lastRenderedPageBreak/>
        <w:t xml:space="preserve">Specialista </w:t>
      </w:r>
      <w:r w:rsidR="00EC707C" w:rsidRPr="00EC707C">
        <w:rPr>
          <w:sz w:val="18"/>
          <w:szCs w:val="18"/>
        </w:rPr>
        <w:t xml:space="preserve">na </w:t>
      </w:r>
      <w:r w:rsidR="00F20694" w:rsidRPr="00F20694">
        <w:rPr>
          <w:sz w:val="18"/>
          <w:szCs w:val="18"/>
        </w:rPr>
        <w:t>sdělovací zařízení</w:t>
      </w:r>
    </w:p>
    <w:tbl>
      <w:tblPr>
        <w:tblStyle w:val="TabulkaS-zhlav"/>
        <w:tblW w:w="8789" w:type="dxa"/>
        <w:tblLook w:val="04A0" w:firstRow="1" w:lastRow="0" w:firstColumn="1" w:lastColumn="0" w:noHBand="0" w:noVBand="1"/>
      </w:tblPr>
      <w:tblGrid>
        <w:gridCol w:w="3030"/>
        <w:gridCol w:w="5759"/>
      </w:tblGrid>
      <w:tr w:rsidR="002038D5" w:rsidRPr="0017282C" w14:paraId="655F9E37"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6F7E8AB7" w14:textId="77777777" w:rsidR="002038D5" w:rsidRPr="0017282C" w:rsidRDefault="002038D5" w:rsidP="005923F7">
            <w:pPr>
              <w:pStyle w:val="Tabulka"/>
              <w:keepNext/>
              <w:rPr>
                <w:rStyle w:val="Nadpisvtabulce"/>
                <w:b/>
              </w:rPr>
            </w:pPr>
            <w:r w:rsidRPr="0017282C">
              <w:rPr>
                <w:rStyle w:val="Nadpisvtabulce"/>
                <w:b/>
              </w:rPr>
              <w:t>Jméno a příjmení</w:t>
            </w:r>
          </w:p>
        </w:tc>
        <w:tc>
          <w:tcPr>
            <w:tcW w:w="5812" w:type="dxa"/>
          </w:tcPr>
          <w:p w14:paraId="649C907B" w14:textId="77777777" w:rsidR="002038D5" w:rsidRPr="0017282C" w:rsidRDefault="002038D5"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2038D5" w:rsidRPr="00F95FBD" w14:paraId="794DB5A0" w14:textId="77777777" w:rsidTr="005923F7">
        <w:tc>
          <w:tcPr>
            <w:tcW w:w="3056" w:type="dxa"/>
          </w:tcPr>
          <w:p w14:paraId="20459486" w14:textId="77777777" w:rsidR="002038D5" w:rsidRPr="00F95FBD" w:rsidRDefault="002038D5" w:rsidP="005923F7">
            <w:pPr>
              <w:pStyle w:val="Tabulka"/>
              <w:keepNext/>
            </w:pPr>
            <w:r w:rsidRPr="00F95FBD">
              <w:t>Adresa</w:t>
            </w:r>
          </w:p>
        </w:tc>
        <w:tc>
          <w:tcPr>
            <w:tcW w:w="5812" w:type="dxa"/>
          </w:tcPr>
          <w:p w14:paraId="285FABC7" w14:textId="77777777" w:rsidR="002038D5" w:rsidRPr="00F95FBD" w:rsidRDefault="002038D5" w:rsidP="00165977">
            <w:pPr>
              <w:pStyle w:val="Tabulka"/>
            </w:pPr>
            <w:r w:rsidRPr="00F95FBD">
              <w:rPr>
                <w:highlight w:val="yellow"/>
              </w:rPr>
              <w:t>[VLOŽÍ ZHOTOVITEL]</w:t>
            </w:r>
          </w:p>
        </w:tc>
      </w:tr>
      <w:tr w:rsidR="002038D5" w:rsidRPr="00F95FBD" w14:paraId="4DDFB8F1" w14:textId="77777777" w:rsidTr="005923F7">
        <w:tc>
          <w:tcPr>
            <w:tcW w:w="3056" w:type="dxa"/>
          </w:tcPr>
          <w:p w14:paraId="353DAE24" w14:textId="77777777" w:rsidR="002038D5" w:rsidRPr="00F95FBD" w:rsidRDefault="002038D5" w:rsidP="00165977">
            <w:pPr>
              <w:pStyle w:val="Tabulka"/>
            </w:pPr>
            <w:r w:rsidRPr="00F95FBD">
              <w:t>E-mail</w:t>
            </w:r>
          </w:p>
        </w:tc>
        <w:tc>
          <w:tcPr>
            <w:tcW w:w="5812" w:type="dxa"/>
          </w:tcPr>
          <w:p w14:paraId="1A4E6E07" w14:textId="77777777" w:rsidR="002038D5" w:rsidRPr="00F95FBD" w:rsidRDefault="002038D5" w:rsidP="00165977">
            <w:pPr>
              <w:pStyle w:val="Tabulka"/>
            </w:pPr>
            <w:r w:rsidRPr="00F95FBD">
              <w:rPr>
                <w:highlight w:val="yellow"/>
              </w:rPr>
              <w:t>[VLOŽÍ ZHOTOVITEL]</w:t>
            </w:r>
          </w:p>
        </w:tc>
      </w:tr>
      <w:tr w:rsidR="002038D5" w:rsidRPr="00F95FBD" w14:paraId="647EE99B" w14:textId="77777777" w:rsidTr="005923F7">
        <w:tc>
          <w:tcPr>
            <w:tcW w:w="3056" w:type="dxa"/>
          </w:tcPr>
          <w:p w14:paraId="1AC6CA72" w14:textId="77777777" w:rsidR="002038D5" w:rsidRPr="00F95FBD" w:rsidRDefault="002038D5" w:rsidP="00165977">
            <w:pPr>
              <w:pStyle w:val="Tabulka"/>
            </w:pPr>
            <w:r w:rsidRPr="00F95FBD">
              <w:t>Telefon</w:t>
            </w:r>
          </w:p>
        </w:tc>
        <w:tc>
          <w:tcPr>
            <w:tcW w:w="5812" w:type="dxa"/>
          </w:tcPr>
          <w:p w14:paraId="57514989" w14:textId="77777777" w:rsidR="002038D5" w:rsidRPr="00F95FBD" w:rsidRDefault="002038D5" w:rsidP="00165977">
            <w:pPr>
              <w:pStyle w:val="Tabulka"/>
            </w:pPr>
            <w:r w:rsidRPr="00F95FBD">
              <w:rPr>
                <w:highlight w:val="yellow"/>
              </w:rPr>
              <w:t>[VLOŽÍ ZHOTOVITEL]</w:t>
            </w:r>
          </w:p>
        </w:tc>
      </w:tr>
    </w:tbl>
    <w:p w14:paraId="73D4BB2B" w14:textId="77777777" w:rsidR="002038D5" w:rsidRPr="00F95FBD" w:rsidRDefault="002038D5" w:rsidP="00165977">
      <w:pPr>
        <w:pStyle w:val="Tabulka"/>
      </w:pPr>
    </w:p>
    <w:p w14:paraId="431D54FC" w14:textId="5E49A153" w:rsidR="002038D5" w:rsidRPr="007F22CD" w:rsidRDefault="00EC707C" w:rsidP="00165977">
      <w:pPr>
        <w:pStyle w:val="Nadpistabulky"/>
        <w:rPr>
          <w:strike/>
          <w:sz w:val="18"/>
          <w:szCs w:val="18"/>
        </w:rPr>
      </w:pPr>
      <w:r>
        <w:rPr>
          <w:sz w:val="18"/>
          <w:szCs w:val="18"/>
        </w:rPr>
        <w:t xml:space="preserve">Specialista </w:t>
      </w:r>
      <w:r w:rsidRPr="00EC707C">
        <w:rPr>
          <w:sz w:val="18"/>
          <w:szCs w:val="18"/>
        </w:rPr>
        <w:t xml:space="preserve">na </w:t>
      </w:r>
      <w:r w:rsidR="00F20694" w:rsidRPr="00F20694">
        <w:rPr>
          <w:sz w:val="18"/>
          <w:szCs w:val="18"/>
        </w:rPr>
        <w:t>silnoproudou technologii</w:t>
      </w:r>
    </w:p>
    <w:tbl>
      <w:tblPr>
        <w:tblStyle w:val="TabulkaS-zhlav"/>
        <w:tblW w:w="8789" w:type="dxa"/>
        <w:tblLook w:val="04A0" w:firstRow="1" w:lastRow="0" w:firstColumn="1" w:lastColumn="0" w:noHBand="0" w:noVBand="1"/>
      </w:tblPr>
      <w:tblGrid>
        <w:gridCol w:w="3030"/>
        <w:gridCol w:w="5759"/>
      </w:tblGrid>
      <w:tr w:rsidR="002038D5" w:rsidRPr="0017282C" w14:paraId="307AE193"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575224D5" w14:textId="77777777" w:rsidR="002038D5" w:rsidRPr="0017282C" w:rsidRDefault="002038D5" w:rsidP="00165977">
            <w:pPr>
              <w:pStyle w:val="Tabulka"/>
              <w:rPr>
                <w:rStyle w:val="Nadpisvtabulce"/>
                <w:b/>
              </w:rPr>
            </w:pPr>
            <w:r w:rsidRPr="0017282C">
              <w:rPr>
                <w:rStyle w:val="Nadpisvtabulce"/>
                <w:b/>
              </w:rPr>
              <w:t>Jméno a příjmení</w:t>
            </w:r>
          </w:p>
        </w:tc>
        <w:tc>
          <w:tcPr>
            <w:tcW w:w="5812" w:type="dxa"/>
          </w:tcPr>
          <w:p w14:paraId="055BDEB1" w14:textId="77777777" w:rsidR="002038D5" w:rsidRPr="0017282C" w:rsidRDefault="002038D5"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2038D5" w:rsidRPr="00F95FBD" w14:paraId="5B93976D" w14:textId="77777777" w:rsidTr="005923F7">
        <w:tc>
          <w:tcPr>
            <w:tcW w:w="3056" w:type="dxa"/>
          </w:tcPr>
          <w:p w14:paraId="752CA3DC" w14:textId="77777777" w:rsidR="002038D5" w:rsidRPr="00F95FBD" w:rsidRDefault="002038D5" w:rsidP="00165977">
            <w:pPr>
              <w:pStyle w:val="Tabulka"/>
            </w:pPr>
            <w:r w:rsidRPr="00F95FBD">
              <w:t>Adresa</w:t>
            </w:r>
          </w:p>
        </w:tc>
        <w:tc>
          <w:tcPr>
            <w:tcW w:w="5812" w:type="dxa"/>
          </w:tcPr>
          <w:p w14:paraId="4C97187F" w14:textId="77777777" w:rsidR="002038D5" w:rsidRPr="00F95FBD" w:rsidRDefault="002038D5" w:rsidP="00165977">
            <w:pPr>
              <w:pStyle w:val="Tabulka"/>
            </w:pPr>
            <w:r w:rsidRPr="00F95FBD">
              <w:rPr>
                <w:highlight w:val="yellow"/>
              </w:rPr>
              <w:t>[VLOŽÍ ZHOTOVITEL]</w:t>
            </w:r>
          </w:p>
        </w:tc>
      </w:tr>
      <w:tr w:rsidR="002038D5" w:rsidRPr="00F95FBD" w14:paraId="2145E697" w14:textId="77777777" w:rsidTr="005923F7">
        <w:tc>
          <w:tcPr>
            <w:tcW w:w="3056" w:type="dxa"/>
          </w:tcPr>
          <w:p w14:paraId="482521E4" w14:textId="77777777" w:rsidR="002038D5" w:rsidRPr="00F95FBD" w:rsidRDefault="002038D5" w:rsidP="00165977">
            <w:pPr>
              <w:pStyle w:val="Tabulka"/>
            </w:pPr>
            <w:r w:rsidRPr="00F95FBD">
              <w:t>E-mail</w:t>
            </w:r>
          </w:p>
        </w:tc>
        <w:tc>
          <w:tcPr>
            <w:tcW w:w="5812" w:type="dxa"/>
          </w:tcPr>
          <w:p w14:paraId="5391F3E1" w14:textId="77777777" w:rsidR="002038D5" w:rsidRPr="00F95FBD" w:rsidRDefault="002038D5" w:rsidP="00165977">
            <w:pPr>
              <w:pStyle w:val="Tabulka"/>
            </w:pPr>
            <w:r w:rsidRPr="00F95FBD">
              <w:rPr>
                <w:highlight w:val="yellow"/>
              </w:rPr>
              <w:t>[VLOŽÍ ZHOTOVITEL]</w:t>
            </w:r>
          </w:p>
        </w:tc>
      </w:tr>
      <w:tr w:rsidR="002038D5" w:rsidRPr="00F95FBD" w14:paraId="6878AC68" w14:textId="77777777" w:rsidTr="005923F7">
        <w:tc>
          <w:tcPr>
            <w:tcW w:w="3056" w:type="dxa"/>
          </w:tcPr>
          <w:p w14:paraId="11ABFF42" w14:textId="77777777" w:rsidR="002038D5" w:rsidRPr="00F95FBD" w:rsidRDefault="002038D5" w:rsidP="00165977">
            <w:pPr>
              <w:pStyle w:val="Tabulka"/>
            </w:pPr>
            <w:r w:rsidRPr="00F95FBD">
              <w:t>Telefon</w:t>
            </w:r>
          </w:p>
        </w:tc>
        <w:tc>
          <w:tcPr>
            <w:tcW w:w="5812" w:type="dxa"/>
          </w:tcPr>
          <w:p w14:paraId="0E6C36A2" w14:textId="77777777" w:rsidR="002038D5" w:rsidRPr="00F95FBD" w:rsidRDefault="002038D5" w:rsidP="00165977">
            <w:pPr>
              <w:pStyle w:val="Tabulka"/>
            </w:pPr>
            <w:r w:rsidRPr="00F95FBD">
              <w:rPr>
                <w:highlight w:val="yellow"/>
              </w:rPr>
              <w:t>[VLOŽÍ ZHOTOVITEL]</w:t>
            </w:r>
          </w:p>
        </w:tc>
      </w:tr>
    </w:tbl>
    <w:p w14:paraId="787AFD86" w14:textId="77777777" w:rsidR="00165977" w:rsidRPr="00F95FBD" w:rsidRDefault="00165977" w:rsidP="00165977">
      <w:pPr>
        <w:pStyle w:val="Tabulka"/>
      </w:pPr>
    </w:p>
    <w:p w14:paraId="215D0587" w14:textId="014EF6B7" w:rsidR="00165977" w:rsidRPr="00F95FBD" w:rsidRDefault="00EC707C" w:rsidP="00165977">
      <w:pPr>
        <w:pStyle w:val="Nadpistabulky"/>
        <w:rPr>
          <w:sz w:val="18"/>
          <w:szCs w:val="18"/>
        </w:rPr>
      </w:pPr>
      <w:r>
        <w:rPr>
          <w:sz w:val="18"/>
          <w:szCs w:val="18"/>
        </w:rPr>
        <w:t>S</w:t>
      </w:r>
      <w:r w:rsidRPr="00EC707C">
        <w:rPr>
          <w:sz w:val="18"/>
          <w:szCs w:val="18"/>
        </w:rPr>
        <w:t xml:space="preserve">pecialista na </w:t>
      </w:r>
      <w:r w:rsidR="009014C3" w:rsidRPr="009014C3">
        <w:rPr>
          <w:sz w:val="18"/>
          <w:szCs w:val="18"/>
        </w:rPr>
        <w:t>technická zařízení budov</w:t>
      </w:r>
    </w:p>
    <w:tbl>
      <w:tblPr>
        <w:tblStyle w:val="TabulkaS-zhlav"/>
        <w:tblW w:w="8789" w:type="dxa"/>
        <w:tblLook w:val="04A0" w:firstRow="1" w:lastRow="0" w:firstColumn="1" w:lastColumn="0" w:noHBand="0" w:noVBand="1"/>
      </w:tblPr>
      <w:tblGrid>
        <w:gridCol w:w="3030"/>
        <w:gridCol w:w="5759"/>
      </w:tblGrid>
      <w:tr w:rsidR="00165977" w:rsidRPr="0017282C" w14:paraId="3B4B1F96"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08A9CBA9" w14:textId="77777777" w:rsidR="00165977" w:rsidRPr="0017282C" w:rsidRDefault="00165977" w:rsidP="00165977">
            <w:pPr>
              <w:pStyle w:val="Tabulka"/>
              <w:rPr>
                <w:rStyle w:val="Nadpisvtabulce"/>
                <w:b/>
              </w:rPr>
            </w:pPr>
            <w:r w:rsidRPr="0017282C">
              <w:rPr>
                <w:rStyle w:val="Nadpisvtabulce"/>
                <w:b/>
              </w:rPr>
              <w:t>Jméno a příjmení</w:t>
            </w:r>
          </w:p>
        </w:tc>
        <w:tc>
          <w:tcPr>
            <w:tcW w:w="5812" w:type="dxa"/>
          </w:tcPr>
          <w:p w14:paraId="74F6CE09" w14:textId="77777777" w:rsidR="00165977" w:rsidRPr="0017282C" w:rsidRDefault="00165977"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165977" w:rsidRPr="00F95FBD" w14:paraId="3B8AAFDE" w14:textId="77777777" w:rsidTr="005923F7">
        <w:tc>
          <w:tcPr>
            <w:tcW w:w="3056" w:type="dxa"/>
          </w:tcPr>
          <w:p w14:paraId="4C07A21F" w14:textId="77777777" w:rsidR="00165977" w:rsidRPr="00F95FBD" w:rsidRDefault="00165977" w:rsidP="00165977">
            <w:pPr>
              <w:pStyle w:val="Tabulka"/>
            </w:pPr>
            <w:r w:rsidRPr="00F95FBD">
              <w:t>Adresa</w:t>
            </w:r>
          </w:p>
        </w:tc>
        <w:tc>
          <w:tcPr>
            <w:tcW w:w="5812" w:type="dxa"/>
          </w:tcPr>
          <w:p w14:paraId="5BE356ED" w14:textId="77777777" w:rsidR="00165977" w:rsidRPr="00F95FBD" w:rsidRDefault="00165977" w:rsidP="00165977">
            <w:pPr>
              <w:pStyle w:val="Tabulka"/>
            </w:pPr>
            <w:r w:rsidRPr="00F95FBD">
              <w:rPr>
                <w:highlight w:val="yellow"/>
              </w:rPr>
              <w:t>[VLOŽÍ ZHOTOVITEL]</w:t>
            </w:r>
          </w:p>
        </w:tc>
      </w:tr>
      <w:tr w:rsidR="00165977" w:rsidRPr="00F95FBD" w14:paraId="7DD11D38" w14:textId="77777777" w:rsidTr="005923F7">
        <w:tc>
          <w:tcPr>
            <w:tcW w:w="3056" w:type="dxa"/>
          </w:tcPr>
          <w:p w14:paraId="5289B575" w14:textId="77777777" w:rsidR="00165977" w:rsidRPr="00F95FBD" w:rsidRDefault="00165977" w:rsidP="00165977">
            <w:pPr>
              <w:pStyle w:val="Tabulka"/>
            </w:pPr>
            <w:r w:rsidRPr="00F95FBD">
              <w:t>E-mail</w:t>
            </w:r>
          </w:p>
        </w:tc>
        <w:tc>
          <w:tcPr>
            <w:tcW w:w="5812" w:type="dxa"/>
          </w:tcPr>
          <w:p w14:paraId="0803333B" w14:textId="77777777" w:rsidR="00165977" w:rsidRPr="00F95FBD" w:rsidRDefault="00165977" w:rsidP="00165977">
            <w:pPr>
              <w:pStyle w:val="Tabulka"/>
            </w:pPr>
            <w:r w:rsidRPr="00F95FBD">
              <w:rPr>
                <w:highlight w:val="yellow"/>
              </w:rPr>
              <w:t>[VLOŽÍ ZHOTOVITEL]</w:t>
            </w:r>
          </w:p>
        </w:tc>
      </w:tr>
      <w:tr w:rsidR="00165977" w:rsidRPr="00F95FBD" w14:paraId="4251CBA4" w14:textId="77777777" w:rsidTr="005923F7">
        <w:tc>
          <w:tcPr>
            <w:tcW w:w="3056" w:type="dxa"/>
          </w:tcPr>
          <w:p w14:paraId="5A5AF5C9" w14:textId="77777777" w:rsidR="00165977" w:rsidRPr="00F95FBD" w:rsidRDefault="00165977" w:rsidP="00165977">
            <w:pPr>
              <w:pStyle w:val="Tabulka"/>
            </w:pPr>
            <w:r w:rsidRPr="00F95FBD">
              <w:t>Telefon</w:t>
            </w:r>
          </w:p>
        </w:tc>
        <w:tc>
          <w:tcPr>
            <w:tcW w:w="5812" w:type="dxa"/>
          </w:tcPr>
          <w:p w14:paraId="6E941761" w14:textId="77777777" w:rsidR="00165977" w:rsidRPr="00F95FBD" w:rsidRDefault="00165977" w:rsidP="00165977">
            <w:pPr>
              <w:pStyle w:val="Tabulka"/>
            </w:pPr>
            <w:r w:rsidRPr="00F95FBD">
              <w:rPr>
                <w:highlight w:val="yellow"/>
              </w:rPr>
              <w:t>[VLOŽÍ ZHOTOVITEL]</w:t>
            </w:r>
          </w:p>
        </w:tc>
      </w:tr>
    </w:tbl>
    <w:p w14:paraId="56FE1F87" w14:textId="77777777" w:rsidR="00165977" w:rsidRPr="00F95FBD" w:rsidRDefault="00165977" w:rsidP="00165977">
      <w:pPr>
        <w:pStyle w:val="Tabulka"/>
      </w:pPr>
    </w:p>
    <w:p w14:paraId="6E0C6CC9" w14:textId="1D815F2F" w:rsidR="00165977" w:rsidRPr="00F95FBD" w:rsidRDefault="004436EE" w:rsidP="00165977">
      <w:pPr>
        <w:pStyle w:val="Nadpistabulky"/>
        <w:rPr>
          <w:sz w:val="18"/>
          <w:szCs w:val="18"/>
        </w:rPr>
      </w:pPr>
      <w:r>
        <w:rPr>
          <w:sz w:val="18"/>
          <w:szCs w:val="18"/>
        </w:rPr>
        <w:t>S</w:t>
      </w:r>
      <w:r w:rsidR="00EC707C" w:rsidRPr="00EC707C">
        <w:rPr>
          <w:sz w:val="18"/>
          <w:szCs w:val="18"/>
        </w:rPr>
        <w:t xml:space="preserve">pecialista na </w:t>
      </w:r>
      <w:r w:rsidR="009014C3" w:rsidRPr="009014C3">
        <w:rPr>
          <w:sz w:val="18"/>
          <w:szCs w:val="18"/>
        </w:rPr>
        <w:t>elektrotechnická zařízení</w:t>
      </w:r>
    </w:p>
    <w:tbl>
      <w:tblPr>
        <w:tblStyle w:val="TabulkaS-zhlav"/>
        <w:tblW w:w="8789" w:type="dxa"/>
        <w:tblLook w:val="04A0" w:firstRow="1" w:lastRow="0" w:firstColumn="1" w:lastColumn="0" w:noHBand="0" w:noVBand="1"/>
      </w:tblPr>
      <w:tblGrid>
        <w:gridCol w:w="3030"/>
        <w:gridCol w:w="5759"/>
      </w:tblGrid>
      <w:tr w:rsidR="00165977" w:rsidRPr="0017282C" w14:paraId="4087CB88"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6DB646B0" w14:textId="77777777" w:rsidR="00165977" w:rsidRPr="0017282C" w:rsidRDefault="00165977" w:rsidP="00165977">
            <w:pPr>
              <w:pStyle w:val="Tabulka"/>
              <w:rPr>
                <w:rStyle w:val="Nadpisvtabulce"/>
                <w:b/>
              </w:rPr>
            </w:pPr>
            <w:r w:rsidRPr="0017282C">
              <w:rPr>
                <w:rStyle w:val="Nadpisvtabulce"/>
                <w:b/>
              </w:rPr>
              <w:t>Jméno a příjmení</w:t>
            </w:r>
          </w:p>
        </w:tc>
        <w:tc>
          <w:tcPr>
            <w:tcW w:w="5812" w:type="dxa"/>
          </w:tcPr>
          <w:p w14:paraId="04C2CEE5" w14:textId="77777777" w:rsidR="00165977" w:rsidRPr="0017282C" w:rsidRDefault="00165977"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165977" w:rsidRPr="00F95FBD" w14:paraId="6063CFFB" w14:textId="77777777" w:rsidTr="005923F7">
        <w:tc>
          <w:tcPr>
            <w:tcW w:w="3056" w:type="dxa"/>
          </w:tcPr>
          <w:p w14:paraId="3497FDEB" w14:textId="77777777" w:rsidR="00165977" w:rsidRPr="00F95FBD" w:rsidRDefault="00165977" w:rsidP="00165977">
            <w:pPr>
              <w:pStyle w:val="Tabulka"/>
            </w:pPr>
            <w:r w:rsidRPr="00F95FBD">
              <w:t>Adresa</w:t>
            </w:r>
          </w:p>
        </w:tc>
        <w:tc>
          <w:tcPr>
            <w:tcW w:w="5812" w:type="dxa"/>
          </w:tcPr>
          <w:p w14:paraId="45F4EE39" w14:textId="77777777" w:rsidR="00165977" w:rsidRPr="00F95FBD" w:rsidRDefault="00165977" w:rsidP="00165977">
            <w:pPr>
              <w:pStyle w:val="Tabulka"/>
            </w:pPr>
            <w:r w:rsidRPr="00F95FBD">
              <w:rPr>
                <w:highlight w:val="yellow"/>
              </w:rPr>
              <w:t>[VLOŽÍ ZHOTOVITEL]</w:t>
            </w:r>
          </w:p>
        </w:tc>
      </w:tr>
      <w:tr w:rsidR="00165977" w:rsidRPr="00F95FBD" w14:paraId="1B39B3BF" w14:textId="77777777" w:rsidTr="005923F7">
        <w:tc>
          <w:tcPr>
            <w:tcW w:w="3056" w:type="dxa"/>
          </w:tcPr>
          <w:p w14:paraId="702EB0C3" w14:textId="77777777" w:rsidR="00165977" w:rsidRPr="00F95FBD" w:rsidRDefault="00165977" w:rsidP="00165977">
            <w:pPr>
              <w:pStyle w:val="Tabulka"/>
            </w:pPr>
            <w:r w:rsidRPr="00F95FBD">
              <w:t>E-mail</w:t>
            </w:r>
          </w:p>
        </w:tc>
        <w:tc>
          <w:tcPr>
            <w:tcW w:w="5812" w:type="dxa"/>
          </w:tcPr>
          <w:p w14:paraId="4A402E36" w14:textId="77777777" w:rsidR="00165977" w:rsidRPr="00F95FBD" w:rsidRDefault="00165977" w:rsidP="00165977">
            <w:pPr>
              <w:pStyle w:val="Tabulka"/>
            </w:pPr>
            <w:r w:rsidRPr="00F95FBD">
              <w:rPr>
                <w:highlight w:val="yellow"/>
              </w:rPr>
              <w:t>[VLOŽÍ ZHOTOVITEL]</w:t>
            </w:r>
          </w:p>
        </w:tc>
      </w:tr>
      <w:tr w:rsidR="00165977" w:rsidRPr="00F95FBD" w14:paraId="07734A25" w14:textId="77777777" w:rsidTr="005923F7">
        <w:tc>
          <w:tcPr>
            <w:tcW w:w="3056" w:type="dxa"/>
          </w:tcPr>
          <w:p w14:paraId="0FB16FF8" w14:textId="77777777" w:rsidR="00165977" w:rsidRPr="00F95FBD" w:rsidRDefault="00165977" w:rsidP="00165977">
            <w:pPr>
              <w:pStyle w:val="Tabulka"/>
            </w:pPr>
            <w:r w:rsidRPr="00F95FBD">
              <w:t>Telefon</w:t>
            </w:r>
          </w:p>
        </w:tc>
        <w:tc>
          <w:tcPr>
            <w:tcW w:w="5812" w:type="dxa"/>
          </w:tcPr>
          <w:p w14:paraId="25213ECF" w14:textId="77777777" w:rsidR="00165977" w:rsidRPr="00F95FBD" w:rsidRDefault="00165977" w:rsidP="00165977">
            <w:pPr>
              <w:pStyle w:val="Tabulka"/>
            </w:pPr>
            <w:r w:rsidRPr="00F95FBD">
              <w:rPr>
                <w:highlight w:val="yellow"/>
              </w:rPr>
              <w:t>[VLOŽÍ ZHOTOVITEL]</w:t>
            </w:r>
          </w:p>
        </w:tc>
      </w:tr>
    </w:tbl>
    <w:p w14:paraId="6CF010BB" w14:textId="77777777" w:rsidR="00165977" w:rsidRPr="00F95FBD" w:rsidRDefault="00165977" w:rsidP="00165977">
      <w:pPr>
        <w:pStyle w:val="Tabulka"/>
      </w:pPr>
    </w:p>
    <w:p w14:paraId="50BEC4FA" w14:textId="2B50F018" w:rsidR="00165977" w:rsidRPr="00F95FBD" w:rsidRDefault="00490358" w:rsidP="00165977">
      <w:pPr>
        <w:pStyle w:val="Nadpistabulky"/>
        <w:rPr>
          <w:sz w:val="18"/>
          <w:szCs w:val="18"/>
        </w:rPr>
      </w:pPr>
      <w:r>
        <w:rPr>
          <w:sz w:val="18"/>
          <w:szCs w:val="18"/>
        </w:rPr>
        <w:t>S</w:t>
      </w:r>
      <w:r w:rsidRPr="00EC707C">
        <w:rPr>
          <w:sz w:val="18"/>
          <w:szCs w:val="18"/>
        </w:rPr>
        <w:t>pecialista</w:t>
      </w:r>
      <w:r w:rsidRPr="009014C3">
        <w:rPr>
          <w:sz w:val="18"/>
          <w:szCs w:val="18"/>
        </w:rPr>
        <w:t xml:space="preserve"> </w:t>
      </w:r>
      <w:r>
        <w:rPr>
          <w:sz w:val="18"/>
          <w:szCs w:val="18"/>
        </w:rPr>
        <w:t xml:space="preserve">na </w:t>
      </w:r>
      <w:r w:rsidR="009014C3" w:rsidRPr="009014C3">
        <w:rPr>
          <w:sz w:val="18"/>
          <w:szCs w:val="18"/>
        </w:rPr>
        <w:t>statiku a dynamiku staveb</w:t>
      </w:r>
    </w:p>
    <w:tbl>
      <w:tblPr>
        <w:tblStyle w:val="TabulkaS-zhlav"/>
        <w:tblW w:w="8789" w:type="dxa"/>
        <w:tblLook w:val="04A0" w:firstRow="1" w:lastRow="0" w:firstColumn="1" w:lastColumn="0" w:noHBand="0" w:noVBand="1"/>
      </w:tblPr>
      <w:tblGrid>
        <w:gridCol w:w="3030"/>
        <w:gridCol w:w="5759"/>
      </w:tblGrid>
      <w:tr w:rsidR="00165977" w:rsidRPr="0017282C" w14:paraId="0D54D7A3"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41978C27" w14:textId="77777777" w:rsidR="00165977" w:rsidRPr="0017282C" w:rsidRDefault="00165977" w:rsidP="00165977">
            <w:pPr>
              <w:pStyle w:val="Tabulka"/>
              <w:rPr>
                <w:rStyle w:val="Nadpisvtabulce"/>
                <w:b/>
              </w:rPr>
            </w:pPr>
            <w:r w:rsidRPr="0017282C">
              <w:rPr>
                <w:rStyle w:val="Nadpisvtabulce"/>
                <w:b/>
              </w:rPr>
              <w:t>Jméno a příjmení</w:t>
            </w:r>
          </w:p>
        </w:tc>
        <w:tc>
          <w:tcPr>
            <w:tcW w:w="5812" w:type="dxa"/>
          </w:tcPr>
          <w:p w14:paraId="6DE88C22" w14:textId="77777777" w:rsidR="00165977" w:rsidRPr="0017282C" w:rsidRDefault="00165977"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165977" w:rsidRPr="00F95FBD" w14:paraId="26246E00" w14:textId="77777777" w:rsidTr="005923F7">
        <w:tc>
          <w:tcPr>
            <w:tcW w:w="3056" w:type="dxa"/>
          </w:tcPr>
          <w:p w14:paraId="0AE12F42" w14:textId="77777777" w:rsidR="00165977" w:rsidRPr="00F95FBD" w:rsidRDefault="00165977" w:rsidP="00165977">
            <w:pPr>
              <w:pStyle w:val="Tabulka"/>
            </w:pPr>
            <w:r w:rsidRPr="00F95FBD">
              <w:t>Adresa</w:t>
            </w:r>
          </w:p>
        </w:tc>
        <w:tc>
          <w:tcPr>
            <w:tcW w:w="5812" w:type="dxa"/>
          </w:tcPr>
          <w:p w14:paraId="7BDE9C70" w14:textId="77777777" w:rsidR="00165977" w:rsidRPr="00F95FBD" w:rsidRDefault="00165977" w:rsidP="00165977">
            <w:pPr>
              <w:pStyle w:val="Tabulka"/>
            </w:pPr>
            <w:r w:rsidRPr="00F95FBD">
              <w:rPr>
                <w:highlight w:val="yellow"/>
              </w:rPr>
              <w:t>[VLOŽÍ ZHOTOVITEL]</w:t>
            </w:r>
          </w:p>
        </w:tc>
      </w:tr>
      <w:tr w:rsidR="00165977" w:rsidRPr="00F95FBD" w14:paraId="56FB3B4A" w14:textId="77777777" w:rsidTr="005923F7">
        <w:tc>
          <w:tcPr>
            <w:tcW w:w="3056" w:type="dxa"/>
          </w:tcPr>
          <w:p w14:paraId="5E9CAC79" w14:textId="77777777" w:rsidR="00165977" w:rsidRPr="00F95FBD" w:rsidRDefault="00165977" w:rsidP="00165977">
            <w:pPr>
              <w:pStyle w:val="Tabulka"/>
            </w:pPr>
            <w:r w:rsidRPr="00F95FBD">
              <w:t>E-mail</w:t>
            </w:r>
          </w:p>
        </w:tc>
        <w:tc>
          <w:tcPr>
            <w:tcW w:w="5812" w:type="dxa"/>
          </w:tcPr>
          <w:p w14:paraId="3B9179D2" w14:textId="77777777" w:rsidR="00165977" w:rsidRPr="00F95FBD" w:rsidRDefault="00165977" w:rsidP="00165977">
            <w:pPr>
              <w:pStyle w:val="Tabulka"/>
            </w:pPr>
            <w:r w:rsidRPr="00F95FBD">
              <w:rPr>
                <w:highlight w:val="yellow"/>
              </w:rPr>
              <w:t>[VLOŽÍ ZHOTOVITEL]</w:t>
            </w:r>
          </w:p>
        </w:tc>
      </w:tr>
      <w:tr w:rsidR="00165977" w:rsidRPr="00F95FBD" w14:paraId="7BC0E747" w14:textId="77777777" w:rsidTr="005923F7">
        <w:tc>
          <w:tcPr>
            <w:tcW w:w="3056" w:type="dxa"/>
          </w:tcPr>
          <w:p w14:paraId="7F1E6317" w14:textId="77777777" w:rsidR="00165977" w:rsidRPr="00F95FBD" w:rsidRDefault="00165977" w:rsidP="00165977">
            <w:pPr>
              <w:pStyle w:val="Tabulka"/>
            </w:pPr>
            <w:r w:rsidRPr="00F95FBD">
              <w:t>Telefon</w:t>
            </w:r>
          </w:p>
        </w:tc>
        <w:tc>
          <w:tcPr>
            <w:tcW w:w="5812" w:type="dxa"/>
          </w:tcPr>
          <w:p w14:paraId="4BCC680F" w14:textId="77777777" w:rsidR="00165977" w:rsidRPr="00F95FBD" w:rsidRDefault="00165977" w:rsidP="00165977">
            <w:pPr>
              <w:pStyle w:val="Tabulka"/>
            </w:pPr>
            <w:r w:rsidRPr="00F95FBD">
              <w:rPr>
                <w:highlight w:val="yellow"/>
              </w:rPr>
              <w:t>[VLOŽÍ ZHOTOVITEL]</w:t>
            </w:r>
          </w:p>
        </w:tc>
      </w:tr>
    </w:tbl>
    <w:p w14:paraId="1DD64149" w14:textId="77777777" w:rsidR="00EC707C" w:rsidRPr="00F95FBD" w:rsidRDefault="00EC707C" w:rsidP="00EC707C">
      <w:pPr>
        <w:pStyle w:val="Tabulka"/>
      </w:pPr>
    </w:p>
    <w:p w14:paraId="3F93506E" w14:textId="77777777" w:rsidR="00EC707C" w:rsidRPr="00F95FBD" w:rsidRDefault="004436EE" w:rsidP="00EC707C">
      <w:pPr>
        <w:pStyle w:val="Nadpistabulky"/>
        <w:rPr>
          <w:sz w:val="18"/>
          <w:szCs w:val="18"/>
        </w:rPr>
      </w:pPr>
      <w:r>
        <w:rPr>
          <w:sz w:val="18"/>
          <w:szCs w:val="18"/>
        </w:rPr>
        <w:t>S</w:t>
      </w:r>
      <w:r w:rsidR="00EC707C" w:rsidRPr="00EC707C">
        <w:rPr>
          <w:sz w:val="18"/>
          <w:szCs w:val="18"/>
        </w:rPr>
        <w:t>pecialista na požární bezpečnost</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EC707C" w:rsidRPr="0017282C" w14:paraId="4C6A425A"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11816DAC" w14:textId="77777777" w:rsidR="00EC707C" w:rsidRPr="0017282C" w:rsidRDefault="00EC707C" w:rsidP="00964369">
            <w:pPr>
              <w:pStyle w:val="Tabulka"/>
              <w:rPr>
                <w:rStyle w:val="Nadpisvtabulce"/>
                <w:b/>
              </w:rPr>
            </w:pPr>
            <w:r w:rsidRPr="0017282C">
              <w:rPr>
                <w:rStyle w:val="Nadpisvtabulce"/>
                <w:b/>
              </w:rPr>
              <w:t>Jméno a příjmení</w:t>
            </w:r>
          </w:p>
        </w:tc>
        <w:tc>
          <w:tcPr>
            <w:tcW w:w="5812" w:type="dxa"/>
          </w:tcPr>
          <w:p w14:paraId="2D590D91" w14:textId="77777777" w:rsidR="00EC707C" w:rsidRPr="0017282C" w:rsidRDefault="00EC707C" w:rsidP="00964369">
            <w:pPr>
              <w:pStyle w:val="Tabulka"/>
            </w:pPr>
            <w:r w:rsidRPr="0017282C">
              <w:rPr>
                <w:highlight w:val="yellow"/>
              </w:rPr>
              <w:t>[VLOŽÍ ZH</w:t>
            </w:r>
            <w:r w:rsidR="00C44853" w:rsidRPr="0017282C">
              <w:rPr>
                <w:highlight w:val="yellow"/>
              </w:rPr>
              <w:t>O</w:t>
            </w:r>
            <w:r w:rsidRPr="0017282C">
              <w:rPr>
                <w:highlight w:val="yellow"/>
              </w:rPr>
              <w:t>TOVITEL]</w:t>
            </w:r>
          </w:p>
        </w:tc>
      </w:tr>
      <w:tr w:rsidR="00EC707C" w:rsidRPr="00F95FBD" w14:paraId="093130F8" w14:textId="77777777" w:rsidTr="005923F7">
        <w:tc>
          <w:tcPr>
            <w:tcW w:w="3056" w:type="dxa"/>
          </w:tcPr>
          <w:p w14:paraId="238045E6" w14:textId="77777777" w:rsidR="00EC707C" w:rsidRPr="00F95FBD" w:rsidRDefault="00EC707C" w:rsidP="00964369">
            <w:pPr>
              <w:pStyle w:val="Tabulka"/>
            </w:pPr>
            <w:r w:rsidRPr="00F95FBD">
              <w:t>Adresa</w:t>
            </w:r>
          </w:p>
        </w:tc>
        <w:tc>
          <w:tcPr>
            <w:tcW w:w="5812" w:type="dxa"/>
          </w:tcPr>
          <w:p w14:paraId="0B063BCF" w14:textId="77777777" w:rsidR="00EC707C" w:rsidRPr="00F95FBD" w:rsidRDefault="00EC707C" w:rsidP="00964369">
            <w:pPr>
              <w:pStyle w:val="Tabulka"/>
            </w:pPr>
            <w:r w:rsidRPr="00F95FBD">
              <w:rPr>
                <w:highlight w:val="yellow"/>
              </w:rPr>
              <w:t>[VLOŽÍ ZHOTOVITEL]</w:t>
            </w:r>
          </w:p>
        </w:tc>
      </w:tr>
      <w:tr w:rsidR="00EC707C" w:rsidRPr="00F95FBD" w14:paraId="53B0031F" w14:textId="77777777" w:rsidTr="005923F7">
        <w:tc>
          <w:tcPr>
            <w:tcW w:w="3056" w:type="dxa"/>
          </w:tcPr>
          <w:p w14:paraId="3F30597C" w14:textId="77777777" w:rsidR="00EC707C" w:rsidRPr="00F95FBD" w:rsidRDefault="00EC707C" w:rsidP="00964369">
            <w:pPr>
              <w:pStyle w:val="Tabulka"/>
            </w:pPr>
            <w:r w:rsidRPr="00F95FBD">
              <w:t>E-mail</w:t>
            </w:r>
          </w:p>
        </w:tc>
        <w:tc>
          <w:tcPr>
            <w:tcW w:w="5812" w:type="dxa"/>
          </w:tcPr>
          <w:p w14:paraId="3CE5B726" w14:textId="77777777" w:rsidR="00EC707C" w:rsidRPr="00F95FBD" w:rsidRDefault="00EC707C" w:rsidP="00964369">
            <w:pPr>
              <w:pStyle w:val="Tabulka"/>
            </w:pPr>
            <w:r w:rsidRPr="00F95FBD">
              <w:rPr>
                <w:highlight w:val="yellow"/>
              </w:rPr>
              <w:t>[VLOŽÍ ZHOTOVITEL]</w:t>
            </w:r>
          </w:p>
        </w:tc>
      </w:tr>
      <w:tr w:rsidR="00EC707C" w:rsidRPr="00F95FBD" w14:paraId="18CA8B4C" w14:textId="77777777" w:rsidTr="005923F7">
        <w:tc>
          <w:tcPr>
            <w:tcW w:w="3056" w:type="dxa"/>
          </w:tcPr>
          <w:p w14:paraId="22749FB2" w14:textId="77777777" w:rsidR="00EC707C" w:rsidRPr="00F95FBD" w:rsidRDefault="00EC707C" w:rsidP="00964369">
            <w:pPr>
              <w:pStyle w:val="Tabulka"/>
            </w:pPr>
            <w:r w:rsidRPr="00F95FBD">
              <w:t>Telefon</w:t>
            </w:r>
          </w:p>
        </w:tc>
        <w:tc>
          <w:tcPr>
            <w:tcW w:w="5812" w:type="dxa"/>
          </w:tcPr>
          <w:p w14:paraId="6F1F2490" w14:textId="77777777" w:rsidR="00EC707C" w:rsidRPr="00F95FBD" w:rsidRDefault="00EC707C" w:rsidP="00964369">
            <w:pPr>
              <w:pStyle w:val="Tabulka"/>
            </w:pPr>
            <w:r w:rsidRPr="00F95FBD">
              <w:rPr>
                <w:highlight w:val="yellow"/>
              </w:rPr>
              <w:t>[VLOŽÍ ZHOTOVITEL]</w:t>
            </w:r>
          </w:p>
        </w:tc>
      </w:tr>
    </w:tbl>
    <w:p w14:paraId="2D4E9423" w14:textId="77777777" w:rsidR="00EC707C" w:rsidRPr="00F95FBD" w:rsidRDefault="00EC707C" w:rsidP="00EC707C">
      <w:pPr>
        <w:pStyle w:val="Tabulka"/>
      </w:pPr>
    </w:p>
    <w:p w14:paraId="3A95DF07" w14:textId="104173B6" w:rsidR="00EC707C" w:rsidRPr="00F95FBD" w:rsidRDefault="00E454C8" w:rsidP="00EC707C">
      <w:pPr>
        <w:pStyle w:val="Nadpistabulky"/>
        <w:rPr>
          <w:sz w:val="18"/>
          <w:szCs w:val="18"/>
        </w:rPr>
      </w:pPr>
      <w:r>
        <w:rPr>
          <w:sz w:val="18"/>
          <w:szCs w:val="18"/>
        </w:rPr>
        <w:t>A</w:t>
      </w:r>
      <w:r w:rsidRPr="00E454C8">
        <w:rPr>
          <w:sz w:val="18"/>
          <w:szCs w:val="18"/>
        </w:rPr>
        <w:t>rchitekt</w:t>
      </w:r>
    </w:p>
    <w:tbl>
      <w:tblPr>
        <w:tblStyle w:val="TabulkaS-zhlav"/>
        <w:tblW w:w="8789" w:type="dxa"/>
        <w:tblLook w:val="04A0" w:firstRow="1" w:lastRow="0" w:firstColumn="1" w:lastColumn="0" w:noHBand="0" w:noVBand="1"/>
      </w:tblPr>
      <w:tblGrid>
        <w:gridCol w:w="3030"/>
        <w:gridCol w:w="5759"/>
      </w:tblGrid>
      <w:tr w:rsidR="00EC707C" w:rsidRPr="0017282C" w14:paraId="6D49D110"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2299E0FE" w14:textId="77777777" w:rsidR="00EC707C" w:rsidRPr="0017282C" w:rsidRDefault="00EC707C" w:rsidP="00964369">
            <w:pPr>
              <w:pStyle w:val="Tabulka"/>
              <w:rPr>
                <w:rStyle w:val="Nadpisvtabulce"/>
                <w:b/>
              </w:rPr>
            </w:pPr>
            <w:r w:rsidRPr="0017282C">
              <w:rPr>
                <w:rStyle w:val="Nadpisvtabulce"/>
                <w:b/>
              </w:rPr>
              <w:t>Jméno a příjmení</w:t>
            </w:r>
          </w:p>
        </w:tc>
        <w:tc>
          <w:tcPr>
            <w:tcW w:w="5812" w:type="dxa"/>
          </w:tcPr>
          <w:p w14:paraId="045934C3" w14:textId="77777777" w:rsidR="00EC707C" w:rsidRPr="0017282C" w:rsidRDefault="00EC707C" w:rsidP="00964369">
            <w:pPr>
              <w:pStyle w:val="Tabulka"/>
            </w:pPr>
            <w:r w:rsidRPr="0017282C">
              <w:rPr>
                <w:highlight w:val="yellow"/>
              </w:rPr>
              <w:t>[VLOŽÍ ZH</w:t>
            </w:r>
            <w:r w:rsidR="00C44853" w:rsidRPr="0017282C">
              <w:rPr>
                <w:highlight w:val="yellow"/>
              </w:rPr>
              <w:t>O</w:t>
            </w:r>
            <w:r w:rsidRPr="0017282C">
              <w:rPr>
                <w:highlight w:val="yellow"/>
              </w:rPr>
              <w:t>TOVITEL]</w:t>
            </w:r>
          </w:p>
        </w:tc>
      </w:tr>
      <w:tr w:rsidR="00EC707C" w:rsidRPr="00F95FBD" w14:paraId="431BB736" w14:textId="77777777" w:rsidTr="005923F7">
        <w:tc>
          <w:tcPr>
            <w:tcW w:w="3056" w:type="dxa"/>
          </w:tcPr>
          <w:p w14:paraId="43E643CE" w14:textId="77777777" w:rsidR="00EC707C" w:rsidRPr="00F95FBD" w:rsidRDefault="00EC707C" w:rsidP="00964369">
            <w:pPr>
              <w:pStyle w:val="Tabulka"/>
            </w:pPr>
            <w:r w:rsidRPr="00F95FBD">
              <w:t>Adresa</w:t>
            </w:r>
          </w:p>
        </w:tc>
        <w:tc>
          <w:tcPr>
            <w:tcW w:w="5812" w:type="dxa"/>
          </w:tcPr>
          <w:p w14:paraId="73C40C60" w14:textId="77777777" w:rsidR="00EC707C" w:rsidRPr="00F95FBD" w:rsidRDefault="00EC707C" w:rsidP="00964369">
            <w:pPr>
              <w:pStyle w:val="Tabulka"/>
            </w:pPr>
            <w:r w:rsidRPr="00F95FBD">
              <w:rPr>
                <w:highlight w:val="yellow"/>
              </w:rPr>
              <w:t>[VLOŽÍ ZHOTOVITEL]</w:t>
            </w:r>
          </w:p>
        </w:tc>
      </w:tr>
      <w:tr w:rsidR="00EC707C" w:rsidRPr="00F95FBD" w14:paraId="42BB857B" w14:textId="77777777" w:rsidTr="005923F7">
        <w:tc>
          <w:tcPr>
            <w:tcW w:w="3056" w:type="dxa"/>
          </w:tcPr>
          <w:p w14:paraId="195061AB" w14:textId="77777777" w:rsidR="00EC707C" w:rsidRPr="00F95FBD" w:rsidRDefault="00EC707C" w:rsidP="00964369">
            <w:pPr>
              <w:pStyle w:val="Tabulka"/>
            </w:pPr>
            <w:r w:rsidRPr="00F95FBD">
              <w:lastRenderedPageBreak/>
              <w:t>E-mail</w:t>
            </w:r>
          </w:p>
        </w:tc>
        <w:tc>
          <w:tcPr>
            <w:tcW w:w="5812" w:type="dxa"/>
          </w:tcPr>
          <w:p w14:paraId="3BBFA8CD" w14:textId="77777777" w:rsidR="00EC707C" w:rsidRPr="00F95FBD" w:rsidRDefault="00EC707C" w:rsidP="00964369">
            <w:pPr>
              <w:pStyle w:val="Tabulka"/>
            </w:pPr>
            <w:r w:rsidRPr="00F95FBD">
              <w:rPr>
                <w:highlight w:val="yellow"/>
              </w:rPr>
              <w:t>[VLOŽÍ ZHOTOVITEL]</w:t>
            </w:r>
          </w:p>
        </w:tc>
      </w:tr>
      <w:tr w:rsidR="00EC707C" w:rsidRPr="00F95FBD" w14:paraId="0F76A6CC" w14:textId="77777777" w:rsidTr="005923F7">
        <w:tc>
          <w:tcPr>
            <w:tcW w:w="3056" w:type="dxa"/>
          </w:tcPr>
          <w:p w14:paraId="2EFCA4B0" w14:textId="77777777" w:rsidR="00EC707C" w:rsidRPr="00F95FBD" w:rsidRDefault="00EC707C" w:rsidP="00964369">
            <w:pPr>
              <w:pStyle w:val="Tabulka"/>
            </w:pPr>
            <w:r w:rsidRPr="00F95FBD">
              <w:t>Telefon</w:t>
            </w:r>
          </w:p>
        </w:tc>
        <w:tc>
          <w:tcPr>
            <w:tcW w:w="5812" w:type="dxa"/>
          </w:tcPr>
          <w:p w14:paraId="2D46C815" w14:textId="77777777" w:rsidR="00EC707C" w:rsidRPr="00F95FBD" w:rsidRDefault="00EC707C" w:rsidP="00964369">
            <w:pPr>
              <w:pStyle w:val="Tabulka"/>
            </w:pPr>
            <w:r w:rsidRPr="00F95FBD">
              <w:rPr>
                <w:highlight w:val="yellow"/>
              </w:rPr>
              <w:t>[VLOŽÍ ZHOTOVITEL]</w:t>
            </w:r>
          </w:p>
        </w:tc>
      </w:tr>
    </w:tbl>
    <w:p w14:paraId="55E9996E" w14:textId="77777777" w:rsidR="00EC707C" w:rsidRPr="00F95FBD" w:rsidRDefault="00EC707C" w:rsidP="00EC707C">
      <w:pPr>
        <w:pStyle w:val="Tabulka"/>
      </w:pPr>
    </w:p>
    <w:p w14:paraId="7DAFE913" w14:textId="77777777" w:rsidR="00EC707C" w:rsidRPr="00F95FBD" w:rsidRDefault="004436EE" w:rsidP="00EC707C">
      <w:pPr>
        <w:pStyle w:val="Nadpistabulky"/>
        <w:rPr>
          <w:sz w:val="18"/>
          <w:szCs w:val="18"/>
        </w:rPr>
      </w:pPr>
      <w:r>
        <w:rPr>
          <w:sz w:val="18"/>
          <w:szCs w:val="18"/>
        </w:rPr>
        <w:t>K</w:t>
      </w:r>
      <w:r w:rsidR="00EC707C" w:rsidRPr="00EC707C">
        <w:rPr>
          <w:sz w:val="18"/>
          <w:szCs w:val="18"/>
        </w:rPr>
        <w:t>oordinátor BOZP</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EC707C" w:rsidRPr="0017282C" w14:paraId="112BA4D0" w14:textId="77777777" w:rsidTr="00254815">
        <w:trPr>
          <w:cnfStyle w:val="100000000000" w:firstRow="1" w:lastRow="0" w:firstColumn="0" w:lastColumn="0" w:oddVBand="0" w:evenVBand="0" w:oddHBand="0" w:evenHBand="0" w:firstRowFirstColumn="0" w:firstRowLastColumn="0" w:lastRowFirstColumn="0" w:lastRowLastColumn="0"/>
        </w:trPr>
        <w:tc>
          <w:tcPr>
            <w:tcW w:w="3030" w:type="dxa"/>
          </w:tcPr>
          <w:p w14:paraId="608D6F1E" w14:textId="77777777" w:rsidR="00EC707C" w:rsidRPr="0017282C" w:rsidRDefault="00EC707C" w:rsidP="00964369">
            <w:pPr>
              <w:pStyle w:val="Tabulka"/>
              <w:rPr>
                <w:rStyle w:val="Nadpisvtabulce"/>
                <w:b/>
              </w:rPr>
            </w:pPr>
            <w:r w:rsidRPr="0017282C">
              <w:rPr>
                <w:rStyle w:val="Nadpisvtabulce"/>
                <w:b/>
              </w:rPr>
              <w:t>Jméno a příjmení</w:t>
            </w:r>
          </w:p>
        </w:tc>
        <w:tc>
          <w:tcPr>
            <w:tcW w:w="5759" w:type="dxa"/>
          </w:tcPr>
          <w:p w14:paraId="2CECBD6C" w14:textId="77777777" w:rsidR="00EC707C" w:rsidRPr="0017282C" w:rsidRDefault="00EC707C" w:rsidP="00964369">
            <w:pPr>
              <w:pStyle w:val="Tabulka"/>
            </w:pPr>
            <w:r w:rsidRPr="0017282C">
              <w:rPr>
                <w:highlight w:val="yellow"/>
              </w:rPr>
              <w:t>[VLOŽÍ ZH</w:t>
            </w:r>
            <w:r w:rsidR="00C44853" w:rsidRPr="0017282C">
              <w:rPr>
                <w:highlight w:val="yellow"/>
              </w:rPr>
              <w:t>O</w:t>
            </w:r>
            <w:r w:rsidRPr="0017282C">
              <w:rPr>
                <w:highlight w:val="yellow"/>
              </w:rPr>
              <w:t>TOVITEL]</w:t>
            </w:r>
          </w:p>
        </w:tc>
      </w:tr>
      <w:tr w:rsidR="00EC707C" w:rsidRPr="00F95FBD" w14:paraId="310C1A15" w14:textId="77777777" w:rsidTr="00254815">
        <w:tc>
          <w:tcPr>
            <w:tcW w:w="3030" w:type="dxa"/>
          </w:tcPr>
          <w:p w14:paraId="525E8B77" w14:textId="77777777" w:rsidR="00EC707C" w:rsidRPr="00F95FBD" w:rsidRDefault="00EC707C" w:rsidP="00964369">
            <w:pPr>
              <w:pStyle w:val="Tabulka"/>
            </w:pPr>
            <w:r w:rsidRPr="00F95FBD">
              <w:t>Adresa</w:t>
            </w:r>
          </w:p>
        </w:tc>
        <w:tc>
          <w:tcPr>
            <w:tcW w:w="5759" w:type="dxa"/>
          </w:tcPr>
          <w:p w14:paraId="10192E26" w14:textId="77777777" w:rsidR="00EC707C" w:rsidRPr="00F95FBD" w:rsidRDefault="00EC707C" w:rsidP="00964369">
            <w:pPr>
              <w:pStyle w:val="Tabulka"/>
            </w:pPr>
            <w:r w:rsidRPr="00F95FBD">
              <w:rPr>
                <w:highlight w:val="yellow"/>
              </w:rPr>
              <w:t>[VLOŽÍ ZHOTOVITEL]</w:t>
            </w:r>
          </w:p>
        </w:tc>
      </w:tr>
      <w:tr w:rsidR="00EC707C" w:rsidRPr="00F95FBD" w14:paraId="684D00C3" w14:textId="77777777" w:rsidTr="00254815">
        <w:tc>
          <w:tcPr>
            <w:tcW w:w="3030" w:type="dxa"/>
          </w:tcPr>
          <w:p w14:paraId="38516CE6" w14:textId="77777777" w:rsidR="00EC707C" w:rsidRPr="00F95FBD" w:rsidRDefault="00EC707C" w:rsidP="00964369">
            <w:pPr>
              <w:pStyle w:val="Tabulka"/>
            </w:pPr>
            <w:r w:rsidRPr="00F95FBD">
              <w:t>E-mail</w:t>
            </w:r>
          </w:p>
        </w:tc>
        <w:tc>
          <w:tcPr>
            <w:tcW w:w="5759" w:type="dxa"/>
          </w:tcPr>
          <w:p w14:paraId="26CB8228" w14:textId="77777777" w:rsidR="00EC707C" w:rsidRPr="00F95FBD" w:rsidRDefault="00EC707C" w:rsidP="00964369">
            <w:pPr>
              <w:pStyle w:val="Tabulka"/>
            </w:pPr>
            <w:r w:rsidRPr="00F95FBD">
              <w:rPr>
                <w:highlight w:val="yellow"/>
              </w:rPr>
              <w:t>[VLOŽÍ ZHOTOVITEL]</w:t>
            </w:r>
          </w:p>
        </w:tc>
      </w:tr>
      <w:tr w:rsidR="00EC707C" w:rsidRPr="00F95FBD" w14:paraId="27482FF5" w14:textId="77777777" w:rsidTr="00254815">
        <w:tc>
          <w:tcPr>
            <w:tcW w:w="3030" w:type="dxa"/>
          </w:tcPr>
          <w:p w14:paraId="6D231693" w14:textId="77777777" w:rsidR="00EC707C" w:rsidRPr="00F95FBD" w:rsidRDefault="00EC707C" w:rsidP="00964369">
            <w:pPr>
              <w:pStyle w:val="Tabulka"/>
            </w:pPr>
            <w:r w:rsidRPr="00F95FBD">
              <w:t>Telefon</w:t>
            </w:r>
          </w:p>
        </w:tc>
        <w:tc>
          <w:tcPr>
            <w:tcW w:w="5759" w:type="dxa"/>
          </w:tcPr>
          <w:p w14:paraId="7625E828" w14:textId="77777777" w:rsidR="00EC707C" w:rsidRPr="00F95FBD" w:rsidRDefault="00EC707C" w:rsidP="00964369">
            <w:pPr>
              <w:pStyle w:val="Tabulka"/>
            </w:pPr>
            <w:r w:rsidRPr="00F95FBD">
              <w:rPr>
                <w:highlight w:val="yellow"/>
              </w:rPr>
              <w:t>[VLOŽÍ ZHOTOVITEL]</w:t>
            </w:r>
          </w:p>
        </w:tc>
      </w:tr>
    </w:tbl>
    <w:p w14:paraId="3274A986" w14:textId="77777777" w:rsidR="00254815" w:rsidRPr="00F95FBD" w:rsidRDefault="00254815" w:rsidP="00254815">
      <w:pPr>
        <w:pStyle w:val="Tabulka"/>
      </w:pPr>
    </w:p>
    <w:p w14:paraId="2801A237" w14:textId="77777777" w:rsidR="00C638C4" w:rsidRDefault="00C638C4" w:rsidP="004436EE">
      <w:pPr>
        <w:pStyle w:val="Textbezodsazen"/>
      </w:pPr>
    </w:p>
    <w:p w14:paraId="61B8DF29" w14:textId="77777777" w:rsidR="00C638C4" w:rsidRDefault="00C638C4" w:rsidP="004436EE">
      <w:pPr>
        <w:pStyle w:val="Textbezodsazen"/>
      </w:pPr>
    </w:p>
    <w:p w14:paraId="0C56172B" w14:textId="77777777" w:rsidR="00B06D17" w:rsidRDefault="00B06D17" w:rsidP="004436EE">
      <w:pPr>
        <w:pStyle w:val="Textbezodsazen"/>
      </w:pPr>
    </w:p>
    <w:p w14:paraId="5DC375FB" w14:textId="77777777" w:rsidR="004436EE" w:rsidRDefault="004436EE" w:rsidP="004436EE">
      <w:pPr>
        <w:pStyle w:val="Textbezodsazen"/>
      </w:pPr>
      <w:r>
        <w:t>Osoby oprávněné jednat ve věcech smluvních a obchodních jsou oprávněny v rámci této Smlouvy vést s druhou stranou jednání obchodního a smluvního charakteru.</w:t>
      </w:r>
    </w:p>
    <w:p w14:paraId="2E920237" w14:textId="77777777" w:rsidR="004436EE" w:rsidRDefault="004436EE" w:rsidP="004436EE">
      <w:pPr>
        <w:pStyle w:val="Textbezodsazen"/>
      </w:pPr>
    </w:p>
    <w:p w14:paraId="326BBE44" w14:textId="77777777" w:rsidR="00EC707C" w:rsidRDefault="004436EE" w:rsidP="004436EE">
      <w:pPr>
        <w:pStyle w:val="Textbezodsazen"/>
      </w:pPr>
      <w:r>
        <w:t xml:space="preserve">Osoby oprávněné jednat ve věcech technických jsou oprávněny v rámci této </w:t>
      </w:r>
      <w:r w:rsidR="00506DE0">
        <w:t>Smlouvy vést s </w:t>
      </w:r>
      <w:r>
        <w:t>druhou stranou jednání technického charakteru. Dále jso</w:t>
      </w:r>
      <w:r w:rsidR="00506DE0">
        <w:t>u oprávněny provádět činnosti a </w:t>
      </w:r>
      <w:r>
        <w:t>úkony, o nichž to stanoví tato Smlouva.</w:t>
      </w:r>
    </w:p>
    <w:p w14:paraId="6A6EF8B6" w14:textId="77777777" w:rsidR="00EC707C" w:rsidRDefault="00EC707C" w:rsidP="004436EE">
      <w:pPr>
        <w:pStyle w:val="Textbezodsazen"/>
      </w:pPr>
    </w:p>
    <w:p w14:paraId="3E485F4B" w14:textId="77777777" w:rsidR="00EC707C" w:rsidRDefault="00EC707C" w:rsidP="004436EE">
      <w:pPr>
        <w:pStyle w:val="Textbezodsazen"/>
      </w:pPr>
    </w:p>
    <w:p w14:paraId="797C9FC7" w14:textId="77777777" w:rsidR="00EC707C" w:rsidRDefault="00EC707C" w:rsidP="004436EE">
      <w:pPr>
        <w:pStyle w:val="Textbezodsazen"/>
      </w:pPr>
    </w:p>
    <w:p w14:paraId="3D0A85D6" w14:textId="77777777" w:rsidR="00F95FBD" w:rsidRDefault="00F95FBD" w:rsidP="00165977">
      <w:pPr>
        <w:pStyle w:val="Tabulka"/>
      </w:pPr>
    </w:p>
    <w:p w14:paraId="57BD35FD" w14:textId="77777777" w:rsidR="00F95FBD" w:rsidRDefault="00F95FBD" w:rsidP="00165977">
      <w:pPr>
        <w:pStyle w:val="Tabulka"/>
        <w:sectPr w:rsidR="00F95FBD" w:rsidSect="00417DF5">
          <w:headerReference w:type="default" r:id="rId32"/>
          <w:footerReference w:type="even" r:id="rId33"/>
          <w:footerReference w:type="default" r:id="rId34"/>
          <w:pgSz w:w="11906" w:h="16838" w:code="9"/>
          <w:pgMar w:top="1077" w:right="1588" w:bottom="1474" w:left="1588" w:header="595" w:footer="624" w:gutter="0"/>
          <w:pgNumType w:start="1"/>
          <w:cols w:space="708"/>
          <w:docGrid w:linePitch="360"/>
        </w:sectPr>
      </w:pPr>
    </w:p>
    <w:p w14:paraId="10CCFD2F" w14:textId="77777777" w:rsidR="004436EE" w:rsidRDefault="004436EE" w:rsidP="004436EE">
      <w:pPr>
        <w:pStyle w:val="Nadpisbezsl1-1"/>
      </w:pPr>
      <w:r w:rsidRPr="004436EE">
        <w:lastRenderedPageBreak/>
        <w:t>Příloha</w:t>
      </w:r>
      <w:r>
        <w:t xml:space="preserve"> č. 7</w:t>
      </w:r>
    </w:p>
    <w:p w14:paraId="2319B87C" w14:textId="77777777" w:rsidR="004436EE" w:rsidRDefault="004436EE" w:rsidP="00F66CA1">
      <w:pPr>
        <w:pStyle w:val="Nadpisbezsl1-2"/>
        <w:outlineLvl w:val="1"/>
      </w:pPr>
      <w:r>
        <w:t>Seznam požadovaných pojištění</w:t>
      </w:r>
    </w:p>
    <w:p w14:paraId="2CC740AB" w14:textId="77777777" w:rsidR="004436EE" w:rsidRPr="004436EE" w:rsidRDefault="004436EE" w:rsidP="004436EE">
      <w:pPr>
        <w:pStyle w:val="Textbezodsazen"/>
        <w:rPr>
          <w:rStyle w:val="Tun"/>
        </w:rPr>
      </w:pPr>
      <w:r w:rsidRPr="004436EE">
        <w:rPr>
          <w:rStyle w:val="Tun"/>
        </w:rPr>
        <w:t>Objednatel vyžaduje, aby Zhotovitel v souladu se Smlouvou prokázal následující pojištění:</w:t>
      </w:r>
    </w:p>
    <w:p w14:paraId="7308AEDE" w14:textId="77777777" w:rsidR="004436EE" w:rsidRDefault="004436EE" w:rsidP="004436EE">
      <w:pPr>
        <w:pStyle w:val="Textbezodsazen"/>
      </w:pPr>
    </w:p>
    <w:tbl>
      <w:tblPr>
        <w:tblStyle w:val="TabulkaS-zhlav"/>
        <w:tblW w:w="0" w:type="auto"/>
        <w:tblLook w:val="04A0" w:firstRow="1" w:lastRow="0" w:firstColumn="1" w:lastColumn="0" w:noHBand="0" w:noVBand="1"/>
      </w:tblPr>
      <w:tblGrid>
        <w:gridCol w:w="4555"/>
        <w:gridCol w:w="4175"/>
      </w:tblGrid>
      <w:tr w:rsidR="004436EE" w:rsidRPr="0017282C" w14:paraId="4C4A6F23" w14:textId="77777777" w:rsidTr="005923F7">
        <w:trPr>
          <w:cnfStyle w:val="100000000000" w:firstRow="1" w:lastRow="0" w:firstColumn="0" w:lastColumn="0" w:oddVBand="0" w:evenVBand="0" w:oddHBand="0" w:evenHBand="0" w:firstRowFirstColumn="0" w:firstRowLastColumn="0" w:lastRowFirstColumn="0" w:lastRowLastColumn="0"/>
        </w:trPr>
        <w:tc>
          <w:tcPr>
            <w:tcW w:w="4615" w:type="dxa"/>
          </w:tcPr>
          <w:p w14:paraId="2F29772E" w14:textId="77777777" w:rsidR="004436EE" w:rsidRPr="0017282C" w:rsidRDefault="004436EE" w:rsidP="00964369">
            <w:pPr>
              <w:pStyle w:val="Textbezodsazen"/>
              <w:rPr>
                <w:rStyle w:val="Tun"/>
                <w:b/>
              </w:rPr>
            </w:pPr>
            <w:r w:rsidRPr="0017282C">
              <w:rPr>
                <w:rStyle w:val="Tun"/>
                <w:b/>
              </w:rPr>
              <w:t>DRUH POJIŠTĚNÍ</w:t>
            </w:r>
          </w:p>
        </w:tc>
        <w:tc>
          <w:tcPr>
            <w:tcW w:w="4227" w:type="dxa"/>
          </w:tcPr>
          <w:p w14:paraId="64CDF55A" w14:textId="77777777" w:rsidR="004436EE" w:rsidRPr="0017282C" w:rsidRDefault="004436EE" w:rsidP="00964369">
            <w:pPr>
              <w:pStyle w:val="Textbezodsazen"/>
              <w:rPr>
                <w:rStyle w:val="Tun"/>
                <w:b/>
              </w:rPr>
            </w:pPr>
            <w:r w:rsidRPr="0017282C">
              <w:rPr>
                <w:rStyle w:val="Tun"/>
                <w:b/>
              </w:rPr>
              <w:t>MINIMÁLNÍ VÝŠE POJISTNÉHO PLNĚNÍ</w:t>
            </w:r>
          </w:p>
        </w:tc>
      </w:tr>
      <w:tr w:rsidR="004436EE" w:rsidRPr="004436EE" w14:paraId="08D5A927" w14:textId="77777777" w:rsidTr="005923F7">
        <w:tc>
          <w:tcPr>
            <w:tcW w:w="4615" w:type="dxa"/>
          </w:tcPr>
          <w:p w14:paraId="5E966BB4" w14:textId="77777777" w:rsidR="004436EE" w:rsidRPr="004436EE" w:rsidRDefault="004436EE" w:rsidP="00964369">
            <w:pPr>
              <w:pStyle w:val="Textbezodsazen"/>
            </w:pPr>
            <w:r w:rsidRPr="004436EE">
              <w:t>Pojištění odpovědnosti za škodu způsobenou Zhotovitelem při výkonu podnikatelské činnosti třetím osobám</w:t>
            </w:r>
          </w:p>
        </w:tc>
        <w:tc>
          <w:tcPr>
            <w:tcW w:w="4227" w:type="dxa"/>
          </w:tcPr>
          <w:p w14:paraId="4BAEB800" w14:textId="5BD8725E" w:rsidR="004436EE" w:rsidRPr="004436EE" w:rsidRDefault="00AC5D68" w:rsidP="00964369">
            <w:pPr>
              <w:pStyle w:val="Textbezodsazen"/>
            </w:pPr>
            <w:r>
              <w:t>35</w:t>
            </w:r>
            <w:r w:rsidR="00683C2A">
              <w:t xml:space="preserve"> 0</w:t>
            </w:r>
            <w:r>
              <w:t xml:space="preserve">00 000,- Kč </w:t>
            </w:r>
            <w:r w:rsidR="004436EE" w:rsidRPr="004436EE">
              <w:t xml:space="preserve"> </w:t>
            </w:r>
          </w:p>
        </w:tc>
      </w:tr>
    </w:tbl>
    <w:p w14:paraId="07C6E5C8" w14:textId="77777777" w:rsidR="004436EE" w:rsidRDefault="004436EE" w:rsidP="004436EE">
      <w:pPr>
        <w:pStyle w:val="Textbezodsazen"/>
      </w:pPr>
    </w:p>
    <w:p w14:paraId="7469EE5D" w14:textId="77777777" w:rsidR="004436EE" w:rsidRDefault="004436EE" w:rsidP="004436EE">
      <w:pPr>
        <w:pStyle w:val="Textbezodsazen"/>
      </w:pPr>
    </w:p>
    <w:p w14:paraId="6B483B31" w14:textId="77777777" w:rsidR="005A2756" w:rsidRDefault="005A2756" w:rsidP="00B63F52">
      <w:pPr>
        <w:pStyle w:val="Textbezodsazen"/>
        <w:rPr>
          <w:rStyle w:val="Tun"/>
          <w:b w:val="0"/>
        </w:rPr>
      </w:pPr>
    </w:p>
    <w:p w14:paraId="4D13BE3C" w14:textId="77777777" w:rsidR="004436EE" w:rsidRDefault="004436EE" w:rsidP="00B63F52">
      <w:pPr>
        <w:pStyle w:val="Textbezodsazen"/>
      </w:pPr>
    </w:p>
    <w:p w14:paraId="0975F252" w14:textId="77777777" w:rsidR="00B63F52" w:rsidRPr="00B63F52" w:rsidRDefault="00B63F52" w:rsidP="00B63F52">
      <w:pPr>
        <w:pStyle w:val="Textbezodsazen"/>
        <w:sectPr w:rsidR="00B63F52" w:rsidRPr="00B63F52" w:rsidSect="00417DF5">
          <w:headerReference w:type="default" r:id="rId35"/>
          <w:footerReference w:type="even" r:id="rId36"/>
          <w:footerReference w:type="default" r:id="rId37"/>
          <w:pgSz w:w="11906" w:h="16838" w:code="9"/>
          <w:pgMar w:top="1077" w:right="1588" w:bottom="1474" w:left="1588" w:header="595" w:footer="624" w:gutter="0"/>
          <w:pgNumType w:start="1"/>
          <w:cols w:space="708"/>
          <w:docGrid w:linePitch="360"/>
        </w:sectPr>
      </w:pPr>
    </w:p>
    <w:p w14:paraId="0CDDE432" w14:textId="77777777" w:rsidR="00F95FBD" w:rsidRDefault="004436EE" w:rsidP="00F762A8">
      <w:pPr>
        <w:pStyle w:val="Nadpisbezsl1-1"/>
      </w:pPr>
      <w:r>
        <w:lastRenderedPageBreak/>
        <w:t>Příloha č. 8</w:t>
      </w:r>
    </w:p>
    <w:p w14:paraId="378812AE" w14:textId="77777777" w:rsidR="00F95FBD" w:rsidRDefault="00F95FBD" w:rsidP="00F66CA1">
      <w:pPr>
        <w:pStyle w:val="Nadpisbezsl1-2"/>
        <w:outlineLvl w:val="1"/>
      </w:pPr>
      <w:r>
        <w:t>Seznam poddodavatelů</w:t>
      </w:r>
    </w:p>
    <w:p w14:paraId="7A415FBE" w14:textId="77777777" w:rsidR="00F95FBD" w:rsidRDefault="00F95FBD" w:rsidP="00F95FBD">
      <w:pPr>
        <w:pStyle w:val="Tabulka"/>
      </w:pPr>
    </w:p>
    <w:tbl>
      <w:tblPr>
        <w:tblStyle w:val="TabulkaS-zhlav"/>
        <w:tblW w:w="8860" w:type="dxa"/>
        <w:tblLook w:val="04A0" w:firstRow="1" w:lastRow="0" w:firstColumn="1" w:lastColumn="0" w:noHBand="0" w:noVBand="1"/>
      </w:tblPr>
      <w:tblGrid>
        <w:gridCol w:w="2774"/>
        <w:gridCol w:w="3129"/>
        <w:gridCol w:w="2957"/>
      </w:tblGrid>
      <w:tr w:rsidR="00F95FBD" w:rsidRPr="0017282C" w14:paraId="031E9FDA" w14:textId="77777777" w:rsidTr="005923F7">
        <w:trPr>
          <w:cnfStyle w:val="100000000000" w:firstRow="1" w:lastRow="0" w:firstColumn="0" w:lastColumn="0" w:oddVBand="0" w:evenVBand="0" w:oddHBand="0" w:evenHBand="0" w:firstRowFirstColumn="0" w:firstRowLastColumn="0" w:lastRowFirstColumn="0" w:lastRowLastColumn="0"/>
        </w:trPr>
        <w:tc>
          <w:tcPr>
            <w:tcW w:w="2774" w:type="dxa"/>
          </w:tcPr>
          <w:p w14:paraId="3903079E" w14:textId="77777777" w:rsidR="00F95FBD" w:rsidRPr="0017282C" w:rsidRDefault="00F95FBD" w:rsidP="00F762A8">
            <w:pPr>
              <w:pStyle w:val="Tabulka"/>
              <w:rPr>
                <w:rStyle w:val="Nadpisvtabulce"/>
                <w:b/>
              </w:rPr>
            </w:pPr>
            <w:r w:rsidRPr="0017282C">
              <w:rPr>
                <w:rStyle w:val="Nadpisvtabulce"/>
                <w:b/>
              </w:rPr>
              <w:t>Identifikace poddodavatele</w:t>
            </w:r>
          </w:p>
          <w:p w14:paraId="4447FB29" w14:textId="77777777" w:rsidR="00F95FBD" w:rsidRPr="0017282C" w:rsidRDefault="00F95FBD" w:rsidP="00F762A8">
            <w:pPr>
              <w:pStyle w:val="Tabulka"/>
              <w:rPr>
                <w:rStyle w:val="Nadpisvtabulce"/>
                <w:b/>
              </w:rPr>
            </w:pPr>
            <w:r w:rsidRPr="0017282C">
              <w:rPr>
                <w:rStyle w:val="Nadpisvtabulce"/>
                <w:b/>
              </w:rPr>
              <w:t>(obchodní firma, sídlo a IČO)</w:t>
            </w:r>
          </w:p>
        </w:tc>
        <w:tc>
          <w:tcPr>
            <w:tcW w:w="3129" w:type="dxa"/>
          </w:tcPr>
          <w:p w14:paraId="187B27AB" w14:textId="77777777" w:rsidR="00F762A8" w:rsidRPr="0017282C" w:rsidRDefault="00F762A8" w:rsidP="00F762A8">
            <w:pPr>
              <w:pStyle w:val="Tabulka"/>
              <w:jc w:val="center"/>
            </w:pPr>
            <w:r w:rsidRPr="0017282C">
              <w:t>Věcný rozsah poddodávky</w:t>
            </w:r>
          </w:p>
          <w:p w14:paraId="47AD8172" w14:textId="77777777" w:rsidR="00F95FBD" w:rsidRPr="0017282C" w:rsidRDefault="00F762A8" w:rsidP="00F762A8">
            <w:pPr>
              <w:pStyle w:val="Tabulka"/>
              <w:jc w:val="center"/>
            </w:pPr>
            <w:r w:rsidRPr="0017282C">
              <w:t>(označení dle čísel a názvů jednotlivých PS a SO)</w:t>
            </w:r>
          </w:p>
        </w:tc>
        <w:tc>
          <w:tcPr>
            <w:tcW w:w="2957" w:type="dxa"/>
          </w:tcPr>
          <w:p w14:paraId="664BC056" w14:textId="77777777" w:rsidR="00F95FBD" w:rsidRPr="0017282C" w:rsidRDefault="00F762A8" w:rsidP="00F762A8">
            <w:pPr>
              <w:pStyle w:val="Tabulka"/>
              <w:jc w:val="center"/>
              <w:rPr>
                <w:highlight w:val="yellow"/>
              </w:rPr>
            </w:pPr>
            <w:r w:rsidRPr="0017282C">
              <w:t>Hodnota poddodávky v % ze Smluvní ceny díla</w:t>
            </w:r>
          </w:p>
        </w:tc>
      </w:tr>
      <w:tr w:rsidR="00F95FBD" w:rsidRPr="00F95FBD" w14:paraId="1CA4B35B" w14:textId="77777777" w:rsidTr="005923F7">
        <w:tc>
          <w:tcPr>
            <w:tcW w:w="2774" w:type="dxa"/>
          </w:tcPr>
          <w:p w14:paraId="48E7244B" w14:textId="77777777" w:rsidR="00F95FBD" w:rsidRPr="00F95FBD" w:rsidRDefault="00F95FBD" w:rsidP="003F5723">
            <w:pPr>
              <w:pStyle w:val="Tabulka"/>
            </w:pPr>
            <w:r w:rsidRPr="00F95FBD">
              <w:rPr>
                <w:highlight w:val="yellow"/>
              </w:rPr>
              <w:t>[VLOŽÍ ZHOTOVITEL]</w:t>
            </w:r>
          </w:p>
        </w:tc>
        <w:tc>
          <w:tcPr>
            <w:tcW w:w="3129" w:type="dxa"/>
          </w:tcPr>
          <w:p w14:paraId="666830A1" w14:textId="77777777" w:rsidR="00F95FBD" w:rsidRPr="00F95FBD" w:rsidRDefault="00F95FBD" w:rsidP="00F762A8">
            <w:pPr>
              <w:pStyle w:val="Tabulka"/>
              <w:jc w:val="center"/>
            </w:pPr>
            <w:r w:rsidRPr="00F95FBD">
              <w:rPr>
                <w:highlight w:val="yellow"/>
              </w:rPr>
              <w:t>[VLOŽÍ ZHOTOVITEL]</w:t>
            </w:r>
          </w:p>
        </w:tc>
        <w:tc>
          <w:tcPr>
            <w:tcW w:w="2957" w:type="dxa"/>
          </w:tcPr>
          <w:p w14:paraId="461E8A19" w14:textId="77777777" w:rsidR="00F95FBD" w:rsidRPr="00F95FBD" w:rsidRDefault="00F95FBD" w:rsidP="00F762A8">
            <w:pPr>
              <w:pStyle w:val="Tabulka"/>
              <w:jc w:val="center"/>
            </w:pPr>
            <w:r w:rsidRPr="00F95FBD">
              <w:rPr>
                <w:highlight w:val="yellow"/>
              </w:rPr>
              <w:t>[VLOŽÍ ZHOTOVITEL]</w:t>
            </w:r>
          </w:p>
        </w:tc>
      </w:tr>
      <w:tr w:rsidR="00F95FBD" w:rsidRPr="00F95FBD" w14:paraId="2010E51B" w14:textId="77777777" w:rsidTr="005923F7">
        <w:tc>
          <w:tcPr>
            <w:tcW w:w="2774" w:type="dxa"/>
          </w:tcPr>
          <w:p w14:paraId="75816E77" w14:textId="77777777" w:rsidR="00F95FBD" w:rsidRPr="00F95FBD" w:rsidRDefault="00F95FBD" w:rsidP="003F5723">
            <w:pPr>
              <w:pStyle w:val="Tabulka"/>
            </w:pPr>
            <w:r w:rsidRPr="00F95FBD">
              <w:rPr>
                <w:highlight w:val="yellow"/>
              </w:rPr>
              <w:t>[VLOŽÍ ZHOTOVITEL]</w:t>
            </w:r>
          </w:p>
        </w:tc>
        <w:tc>
          <w:tcPr>
            <w:tcW w:w="3129" w:type="dxa"/>
          </w:tcPr>
          <w:p w14:paraId="0177C538" w14:textId="77777777" w:rsidR="00F95FBD" w:rsidRPr="00F95FBD" w:rsidRDefault="00F95FBD" w:rsidP="00F762A8">
            <w:pPr>
              <w:pStyle w:val="Tabulka"/>
              <w:jc w:val="center"/>
            </w:pPr>
            <w:r w:rsidRPr="00F95FBD">
              <w:rPr>
                <w:highlight w:val="yellow"/>
              </w:rPr>
              <w:t>[VLOŽÍ ZHOTOVITEL]</w:t>
            </w:r>
          </w:p>
        </w:tc>
        <w:tc>
          <w:tcPr>
            <w:tcW w:w="2957" w:type="dxa"/>
          </w:tcPr>
          <w:p w14:paraId="6AD59DBA" w14:textId="77777777" w:rsidR="00F95FBD" w:rsidRPr="00F95FBD" w:rsidRDefault="00F95FBD" w:rsidP="00F762A8">
            <w:pPr>
              <w:pStyle w:val="Tabulka"/>
              <w:jc w:val="center"/>
            </w:pPr>
            <w:r w:rsidRPr="00F95FBD">
              <w:rPr>
                <w:highlight w:val="yellow"/>
              </w:rPr>
              <w:t>[VLOŽÍ ZHOTOVITEL]</w:t>
            </w:r>
          </w:p>
        </w:tc>
      </w:tr>
      <w:tr w:rsidR="004436EE" w:rsidRPr="00F95FBD" w14:paraId="5EA90891" w14:textId="77777777" w:rsidTr="005923F7">
        <w:tc>
          <w:tcPr>
            <w:tcW w:w="2774" w:type="dxa"/>
          </w:tcPr>
          <w:p w14:paraId="4331F77A" w14:textId="77777777" w:rsidR="004436EE" w:rsidRPr="00F95FBD" w:rsidRDefault="004436EE" w:rsidP="00964369">
            <w:pPr>
              <w:pStyle w:val="Tabulka"/>
            </w:pPr>
            <w:r w:rsidRPr="00F95FBD">
              <w:rPr>
                <w:highlight w:val="yellow"/>
              </w:rPr>
              <w:t>[VLOŽÍ ZHOTOVITEL]</w:t>
            </w:r>
          </w:p>
        </w:tc>
        <w:tc>
          <w:tcPr>
            <w:tcW w:w="3129" w:type="dxa"/>
          </w:tcPr>
          <w:p w14:paraId="6EEFE5C6" w14:textId="77777777" w:rsidR="004436EE" w:rsidRPr="00F95FBD" w:rsidRDefault="004436EE" w:rsidP="00964369">
            <w:pPr>
              <w:pStyle w:val="Tabulka"/>
              <w:jc w:val="center"/>
            </w:pPr>
            <w:r w:rsidRPr="00F95FBD">
              <w:rPr>
                <w:highlight w:val="yellow"/>
              </w:rPr>
              <w:t>[VLOŽÍ ZHOTOVITEL]</w:t>
            </w:r>
          </w:p>
        </w:tc>
        <w:tc>
          <w:tcPr>
            <w:tcW w:w="2957" w:type="dxa"/>
          </w:tcPr>
          <w:p w14:paraId="044ED0B3" w14:textId="77777777" w:rsidR="004436EE" w:rsidRPr="00F95FBD" w:rsidRDefault="004436EE" w:rsidP="00964369">
            <w:pPr>
              <w:pStyle w:val="Tabulka"/>
              <w:jc w:val="center"/>
            </w:pPr>
            <w:r w:rsidRPr="00F95FBD">
              <w:rPr>
                <w:highlight w:val="yellow"/>
              </w:rPr>
              <w:t>[VLOŽÍ ZHOTOVITEL]</w:t>
            </w:r>
          </w:p>
        </w:tc>
      </w:tr>
      <w:tr w:rsidR="004436EE" w:rsidRPr="00F95FBD" w14:paraId="48311A62" w14:textId="77777777" w:rsidTr="005923F7">
        <w:tc>
          <w:tcPr>
            <w:tcW w:w="2774" w:type="dxa"/>
          </w:tcPr>
          <w:p w14:paraId="15BA7C98" w14:textId="77777777" w:rsidR="004436EE" w:rsidRPr="00F95FBD" w:rsidRDefault="004436EE" w:rsidP="00964369">
            <w:pPr>
              <w:pStyle w:val="Tabulka"/>
            </w:pPr>
            <w:r w:rsidRPr="00F95FBD">
              <w:rPr>
                <w:highlight w:val="yellow"/>
              </w:rPr>
              <w:t>[VLOŽÍ ZHOTOVITEL]</w:t>
            </w:r>
          </w:p>
        </w:tc>
        <w:tc>
          <w:tcPr>
            <w:tcW w:w="3129" w:type="dxa"/>
          </w:tcPr>
          <w:p w14:paraId="2E4A857F" w14:textId="77777777" w:rsidR="004436EE" w:rsidRPr="00F95FBD" w:rsidRDefault="004436EE" w:rsidP="00964369">
            <w:pPr>
              <w:pStyle w:val="Tabulka"/>
              <w:jc w:val="center"/>
            </w:pPr>
            <w:r w:rsidRPr="00F95FBD">
              <w:rPr>
                <w:highlight w:val="yellow"/>
              </w:rPr>
              <w:t>[VLOŽÍ ZHOTOVITEL]</w:t>
            </w:r>
          </w:p>
        </w:tc>
        <w:tc>
          <w:tcPr>
            <w:tcW w:w="2957" w:type="dxa"/>
          </w:tcPr>
          <w:p w14:paraId="7BF02E67" w14:textId="77777777" w:rsidR="004436EE" w:rsidRPr="00F95FBD" w:rsidRDefault="004436EE" w:rsidP="00964369">
            <w:pPr>
              <w:pStyle w:val="Tabulka"/>
              <w:jc w:val="center"/>
            </w:pPr>
            <w:r w:rsidRPr="00F95FBD">
              <w:rPr>
                <w:highlight w:val="yellow"/>
              </w:rPr>
              <w:t>[VLOŽÍ ZHOTOVITEL]</w:t>
            </w:r>
          </w:p>
        </w:tc>
      </w:tr>
      <w:tr w:rsidR="004436EE" w:rsidRPr="00F95FBD" w14:paraId="63051D5C" w14:textId="77777777" w:rsidTr="005923F7">
        <w:tc>
          <w:tcPr>
            <w:tcW w:w="2774" w:type="dxa"/>
          </w:tcPr>
          <w:p w14:paraId="1ECDE9E9" w14:textId="77777777" w:rsidR="004436EE" w:rsidRPr="00F95FBD" w:rsidRDefault="004436EE" w:rsidP="00964369">
            <w:pPr>
              <w:pStyle w:val="Tabulka"/>
            </w:pPr>
            <w:r w:rsidRPr="00F95FBD">
              <w:rPr>
                <w:highlight w:val="yellow"/>
              </w:rPr>
              <w:t>[VLOŽÍ ZHOTOVITEL]</w:t>
            </w:r>
          </w:p>
        </w:tc>
        <w:tc>
          <w:tcPr>
            <w:tcW w:w="3129" w:type="dxa"/>
          </w:tcPr>
          <w:p w14:paraId="5C934DFC" w14:textId="77777777" w:rsidR="004436EE" w:rsidRPr="00F95FBD" w:rsidRDefault="004436EE" w:rsidP="00964369">
            <w:pPr>
              <w:pStyle w:val="Tabulka"/>
              <w:jc w:val="center"/>
            </w:pPr>
            <w:r w:rsidRPr="00F95FBD">
              <w:rPr>
                <w:highlight w:val="yellow"/>
              </w:rPr>
              <w:t>[VLOŽÍ ZHOTOVITEL]</w:t>
            </w:r>
          </w:p>
        </w:tc>
        <w:tc>
          <w:tcPr>
            <w:tcW w:w="2957" w:type="dxa"/>
          </w:tcPr>
          <w:p w14:paraId="1A239B2F" w14:textId="77777777" w:rsidR="004436EE" w:rsidRPr="00F95FBD" w:rsidRDefault="004436EE" w:rsidP="00964369">
            <w:pPr>
              <w:pStyle w:val="Tabulka"/>
              <w:jc w:val="center"/>
            </w:pPr>
            <w:r w:rsidRPr="00F95FBD">
              <w:rPr>
                <w:highlight w:val="yellow"/>
              </w:rPr>
              <w:t>[VLOŽÍ ZHOTOVITEL]</w:t>
            </w:r>
          </w:p>
        </w:tc>
      </w:tr>
      <w:tr w:rsidR="004436EE" w:rsidRPr="00F95FBD" w14:paraId="26999CAC" w14:textId="77777777" w:rsidTr="005923F7">
        <w:tc>
          <w:tcPr>
            <w:tcW w:w="2774" w:type="dxa"/>
          </w:tcPr>
          <w:p w14:paraId="5644309B" w14:textId="77777777" w:rsidR="004436EE" w:rsidRPr="00F95FBD" w:rsidRDefault="004436EE" w:rsidP="00964369">
            <w:pPr>
              <w:pStyle w:val="Tabulka"/>
            </w:pPr>
            <w:r w:rsidRPr="00F95FBD">
              <w:rPr>
                <w:highlight w:val="yellow"/>
              </w:rPr>
              <w:t>[VLOŽÍ ZHOTOVITEL]</w:t>
            </w:r>
          </w:p>
        </w:tc>
        <w:tc>
          <w:tcPr>
            <w:tcW w:w="3129" w:type="dxa"/>
          </w:tcPr>
          <w:p w14:paraId="11099084" w14:textId="77777777" w:rsidR="004436EE" w:rsidRPr="00F95FBD" w:rsidRDefault="004436EE" w:rsidP="00964369">
            <w:pPr>
              <w:pStyle w:val="Tabulka"/>
              <w:jc w:val="center"/>
            </w:pPr>
            <w:r w:rsidRPr="00F95FBD">
              <w:rPr>
                <w:highlight w:val="yellow"/>
              </w:rPr>
              <w:t>[VLOŽÍ ZHOTOVITEL]</w:t>
            </w:r>
          </w:p>
        </w:tc>
        <w:tc>
          <w:tcPr>
            <w:tcW w:w="2957" w:type="dxa"/>
          </w:tcPr>
          <w:p w14:paraId="36F9C223" w14:textId="77777777" w:rsidR="004436EE" w:rsidRPr="00F95FBD" w:rsidRDefault="004436EE" w:rsidP="00964369">
            <w:pPr>
              <w:pStyle w:val="Tabulka"/>
              <w:jc w:val="center"/>
            </w:pPr>
            <w:r w:rsidRPr="00F95FBD">
              <w:rPr>
                <w:highlight w:val="yellow"/>
              </w:rPr>
              <w:t>[VLOŽÍ ZHOTOVITEL]</w:t>
            </w:r>
          </w:p>
        </w:tc>
      </w:tr>
      <w:tr w:rsidR="004436EE" w:rsidRPr="00F95FBD" w14:paraId="553DA971" w14:textId="77777777" w:rsidTr="005923F7">
        <w:tc>
          <w:tcPr>
            <w:tcW w:w="2774" w:type="dxa"/>
          </w:tcPr>
          <w:p w14:paraId="6E1C31CC" w14:textId="77777777" w:rsidR="004436EE" w:rsidRPr="00F95FBD" w:rsidRDefault="004436EE" w:rsidP="00964369">
            <w:pPr>
              <w:pStyle w:val="Tabulka"/>
            </w:pPr>
            <w:r w:rsidRPr="00F95FBD">
              <w:rPr>
                <w:highlight w:val="yellow"/>
              </w:rPr>
              <w:t>[VLOŽÍ ZHOTOVITEL]</w:t>
            </w:r>
          </w:p>
        </w:tc>
        <w:tc>
          <w:tcPr>
            <w:tcW w:w="3129" w:type="dxa"/>
          </w:tcPr>
          <w:p w14:paraId="4AAF4B9B" w14:textId="77777777" w:rsidR="004436EE" w:rsidRPr="00F95FBD" w:rsidRDefault="004436EE" w:rsidP="00964369">
            <w:pPr>
              <w:pStyle w:val="Tabulka"/>
              <w:jc w:val="center"/>
            </w:pPr>
            <w:r w:rsidRPr="00F95FBD">
              <w:rPr>
                <w:highlight w:val="yellow"/>
              </w:rPr>
              <w:t>[VLOŽÍ ZHOTOVITEL]</w:t>
            </w:r>
          </w:p>
        </w:tc>
        <w:tc>
          <w:tcPr>
            <w:tcW w:w="2957" w:type="dxa"/>
          </w:tcPr>
          <w:p w14:paraId="41F453BF" w14:textId="77777777" w:rsidR="004436EE" w:rsidRPr="00F95FBD" w:rsidRDefault="004436EE" w:rsidP="00964369">
            <w:pPr>
              <w:pStyle w:val="Tabulka"/>
              <w:jc w:val="center"/>
            </w:pPr>
            <w:r w:rsidRPr="00F95FBD">
              <w:rPr>
                <w:highlight w:val="yellow"/>
              </w:rPr>
              <w:t>[VLOŽÍ ZHOTOVITEL]</w:t>
            </w:r>
          </w:p>
        </w:tc>
      </w:tr>
      <w:tr w:rsidR="004436EE" w:rsidRPr="00F95FBD" w14:paraId="46A2EE83" w14:textId="77777777" w:rsidTr="005923F7">
        <w:tc>
          <w:tcPr>
            <w:tcW w:w="2774" w:type="dxa"/>
          </w:tcPr>
          <w:p w14:paraId="399A32D6" w14:textId="77777777" w:rsidR="004436EE" w:rsidRPr="00F95FBD" w:rsidRDefault="004436EE" w:rsidP="00964369">
            <w:pPr>
              <w:pStyle w:val="Tabulka"/>
            </w:pPr>
            <w:r w:rsidRPr="00F95FBD">
              <w:rPr>
                <w:highlight w:val="yellow"/>
              </w:rPr>
              <w:t>[VLOŽÍ ZHOTOVITEL]</w:t>
            </w:r>
          </w:p>
        </w:tc>
        <w:tc>
          <w:tcPr>
            <w:tcW w:w="3129" w:type="dxa"/>
          </w:tcPr>
          <w:p w14:paraId="6B9D0CF6" w14:textId="77777777" w:rsidR="004436EE" w:rsidRPr="00F95FBD" w:rsidRDefault="004436EE" w:rsidP="00964369">
            <w:pPr>
              <w:pStyle w:val="Tabulka"/>
              <w:jc w:val="center"/>
            </w:pPr>
            <w:r w:rsidRPr="00F95FBD">
              <w:rPr>
                <w:highlight w:val="yellow"/>
              </w:rPr>
              <w:t>[VLOŽÍ ZHOTOVITEL]</w:t>
            </w:r>
          </w:p>
        </w:tc>
        <w:tc>
          <w:tcPr>
            <w:tcW w:w="2957" w:type="dxa"/>
          </w:tcPr>
          <w:p w14:paraId="030735AD" w14:textId="77777777" w:rsidR="004436EE" w:rsidRPr="00F95FBD" w:rsidRDefault="004436EE" w:rsidP="00964369">
            <w:pPr>
              <w:pStyle w:val="Tabulka"/>
              <w:jc w:val="center"/>
            </w:pPr>
            <w:r w:rsidRPr="00F95FBD">
              <w:rPr>
                <w:highlight w:val="yellow"/>
              </w:rPr>
              <w:t>[VLOŽÍ ZHOTOVITEL]</w:t>
            </w:r>
          </w:p>
        </w:tc>
      </w:tr>
      <w:tr w:rsidR="004436EE" w:rsidRPr="004436EE" w14:paraId="5AB71634" w14:textId="77777777" w:rsidTr="005923F7">
        <w:tc>
          <w:tcPr>
            <w:tcW w:w="5903" w:type="dxa"/>
            <w:gridSpan w:val="2"/>
          </w:tcPr>
          <w:p w14:paraId="73A4E810" w14:textId="77777777" w:rsidR="004436EE" w:rsidRPr="004436EE" w:rsidRDefault="004436EE" w:rsidP="004436EE">
            <w:pPr>
              <w:pStyle w:val="Tabulka"/>
              <w:jc w:val="right"/>
              <w:rPr>
                <w:rStyle w:val="Tun"/>
              </w:rPr>
            </w:pPr>
            <w:r w:rsidRPr="004436EE">
              <w:rPr>
                <w:rStyle w:val="Tun"/>
              </w:rPr>
              <w:t>CELKEM %</w:t>
            </w:r>
          </w:p>
        </w:tc>
        <w:tc>
          <w:tcPr>
            <w:tcW w:w="2957" w:type="dxa"/>
          </w:tcPr>
          <w:p w14:paraId="1867A1CE" w14:textId="77777777" w:rsidR="004436EE" w:rsidRPr="004436EE" w:rsidRDefault="004436EE" w:rsidP="00F762A8">
            <w:pPr>
              <w:pStyle w:val="Tabulka"/>
              <w:jc w:val="center"/>
            </w:pPr>
            <w:r w:rsidRPr="004436EE">
              <w:rPr>
                <w:highlight w:val="yellow"/>
              </w:rPr>
              <w:t>[VLOŽÍ ZHOTOVITEL]</w:t>
            </w:r>
          </w:p>
        </w:tc>
      </w:tr>
    </w:tbl>
    <w:p w14:paraId="3CDBB5D6" w14:textId="77777777" w:rsidR="00F95FBD" w:rsidRPr="00F95FBD" w:rsidRDefault="00F95FBD" w:rsidP="006C5357">
      <w:pPr>
        <w:pStyle w:val="Textbezodsazen"/>
      </w:pPr>
    </w:p>
    <w:p w14:paraId="53DBB0A0" w14:textId="77777777" w:rsidR="00F95FBD" w:rsidRPr="00F95FBD" w:rsidRDefault="00F95FBD" w:rsidP="006C5357">
      <w:pPr>
        <w:pStyle w:val="Textbezodsazen"/>
      </w:pPr>
    </w:p>
    <w:p w14:paraId="2E13DAD2" w14:textId="77777777" w:rsidR="00F95FBD" w:rsidRDefault="00F95FBD" w:rsidP="006C5357">
      <w:pPr>
        <w:pStyle w:val="Textbezodsazen"/>
      </w:pPr>
    </w:p>
    <w:p w14:paraId="4ABE64F5" w14:textId="77777777" w:rsidR="006C5357" w:rsidRDefault="006C5357" w:rsidP="006C5357">
      <w:pPr>
        <w:pStyle w:val="Textbezodsazen"/>
      </w:pPr>
    </w:p>
    <w:p w14:paraId="0533ED77" w14:textId="77777777" w:rsidR="006C5357" w:rsidRDefault="006C5357" w:rsidP="006C5357">
      <w:pPr>
        <w:pStyle w:val="Textbezodsazen"/>
      </w:pPr>
    </w:p>
    <w:p w14:paraId="34299545" w14:textId="77777777" w:rsidR="005A2756" w:rsidRDefault="005A2756" w:rsidP="006C5357">
      <w:pPr>
        <w:pStyle w:val="Textbezodsazen"/>
      </w:pPr>
    </w:p>
    <w:p w14:paraId="3A5043E5" w14:textId="77777777" w:rsidR="006C5357" w:rsidRDefault="006C5357" w:rsidP="006C5357">
      <w:pPr>
        <w:pStyle w:val="Textbezodsazen"/>
      </w:pPr>
    </w:p>
    <w:p w14:paraId="34497B23" w14:textId="77777777" w:rsidR="006C5357" w:rsidRDefault="006C5357" w:rsidP="006C5357">
      <w:pPr>
        <w:pStyle w:val="Textbezodsazen"/>
      </w:pPr>
    </w:p>
    <w:p w14:paraId="0205CA7B" w14:textId="77777777" w:rsidR="006C5357" w:rsidRDefault="006C5357" w:rsidP="006C5357">
      <w:pPr>
        <w:pStyle w:val="Textbezodsazen"/>
      </w:pPr>
    </w:p>
    <w:p w14:paraId="33357F37" w14:textId="77777777" w:rsidR="00F95FBD" w:rsidRDefault="00F95FBD" w:rsidP="006C5357">
      <w:pPr>
        <w:pStyle w:val="Textbezodsazen"/>
      </w:pPr>
    </w:p>
    <w:p w14:paraId="265E331B" w14:textId="77777777" w:rsidR="00F762A8" w:rsidRDefault="00F762A8" w:rsidP="00165977">
      <w:pPr>
        <w:pStyle w:val="Tabulka"/>
        <w:sectPr w:rsidR="00F762A8" w:rsidSect="00417DF5">
          <w:headerReference w:type="default" r:id="rId38"/>
          <w:footerReference w:type="even" r:id="rId39"/>
          <w:footerReference w:type="default" r:id="rId40"/>
          <w:pgSz w:w="11906" w:h="16838" w:code="9"/>
          <w:pgMar w:top="1077" w:right="1588" w:bottom="1474" w:left="1588" w:header="595" w:footer="624" w:gutter="0"/>
          <w:pgNumType w:start="1"/>
          <w:cols w:space="708"/>
          <w:docGrid w:linePitch="360"/>
        </w:sectPr>
      </w:pPr>
    </w:p>
    <w:p w14:paraId="06DB604A" w14:textId="77777777" w:rsidR="00F762A8" w:rsidRDefault="00F762A8" w:rsidP="00F762A8">
      <w:pPr>
        <w:pStyle w:val="Nadpisbezsl1-1"/>
      </w:pPr>
      <w:r>
        <w:lastRenderedPageBreak/>
        <w:t xml:space="preserve">Příloha č. </w:t>
      </w:r>
      <w:r w:rsidR="004436EE">
        <w:t>9</w:t>
      </w:r>
    </w:p>
    <w:p w14:paraId="2909A351" w14:textId="77777777" w:rsidR="004436EE" w:rsidRDefault="004436EE" w:rsidP="00F66CA1">
      <w:pPr>
        <w:pStyle w:val="Nadpisbezsl1-2"/>
        <w:outlineLvl w:val="1"/>
      </w:pPr>
      <w:r>
        <w:t>Související dokumenty</w:t>
      </w:r>
    </w:p>
    <w:p w14:paraId="71CB293F" w14:textId="77777777" w:rsidR="00D0544F" w:rsidRDefault="00D0544F" w:rsidP="00D0544F">
      <w:pPr>
        <w:pStyle w:val="Textbezodsazen"/>
      </w:pPr>
    </w:p>
    <w:tbl>
      <w:tblPr>
        <w:tblStyle w:val="TabulkaS-zhlav"/>
        <w:tblW w:w="8860" w:type="dxa"/>
        <w:tblLook w:val="04A0" w:firstRow="1" w:lastRow="0" w:firstColumn="1" w:lastColumn="0" w:noHBand="0" w:noVBand="1"/>
      </w:tblPr>
      <w:tblGrid>
        <w:gridCol w:w="2774"/>
        <w:gridCol w:w="3129"/>
        <w:gridCol w:w="2957"/>
      </w:tblGrid>
      <w:tr w:rsidR="00D0544F" w:rsidRPr="0017282C" w14:paraId="73AC14DC" w14:textId="77777777" w:rsidTr="005923F7">
        <w:trPr>
          <w:cnfStyle w:val="100000000000" w:firstRow="1" w:lastRow="0" w:firstColumn="0" w:lastColumn="0" w:oddVBand="0" w:evenVBand="0" w:oddHBand="0" w:evenHBand="0" w:firstRowFirstColumn="0" w:firstRowLastColumn="0" w:lastRowFirstColumn="0" w:lastRowLastColumn="0"/>
        </w:trPr>
        <w:tc>
          <w:tcPr>
            <w:tcW w:w="2774" w:type="dxa"/>
          </w:tcPr>
          <w:p w14:paraId="19FA5963" w14:textId="77777777" w:rsidR="00D0544F" w:rsidRPr="0017282C" w:rsidRDefault="00D0544F" w:rsidP="00964369">
            <w:pPr>
              <w:pStyle w:val="Tabulka"/>
              <w:rPr>
                <w:rStyle w:val="Nadpisvtabulce"/>
                <w:b/>
              </w:rPr>
            </w:pPr>
            <w:r w:rsidRPr="0017282C">
              <w:rPr>
                <w:rStyle w:val="Nadpisvtabulce"/>
                <w:b/>
              </w:rPr>
              <w:t>Název dokumentu</w:t>
            </w:r>
          </w:p>
        </w:tc>
        <w:tc>
          <w:tcPr>
            <w:tcW w:w="3129" w:type="dxa"/>
          </w:tcPr>
          <w:p w14:paraId="3443FC6A" w14:textId="77777777" w:rsidR="00D0544F" w:rsidRPr="0017282C" w:rsidRDefault="00D0544F" w:rsidP="00D0544F">
            <w:pPr>
              <w:pStyle w:val="Tabulka"/>
              <w:jc w:val="center"/>
            </w:pPr>
            <w:r w:rsidRPr="0017282C">
              <w:t xml:space="preserve">Č. j.: </w:t>
            </w:r>
          </w:p>
        </w:tc>
        <w:tc>
          <w:tcPr>
            <w:tcW w:w="2957" w:type="dxa"/>
          </w:tcPr>
          <w:p w14:paraId="2F3732FE" w14:textId="77777777" w:rsidR="00D0544F" w:rsidRPr="0017282C" w:rsidRDefault="00D0544F" w:rsidP="00964369">
            <w:pPr>
              <w:pStyle w:val="Tabulka"/>
              <w:jc w:val="center"/>
              <w:rPr>
                <w:highlight w:val="yellow"/>
              </w:rPr>
            </w:pPr>
            <w:r w:rsidRPr="0017282C">
              <w:t>Datum vydání</w:t>
            </w:r>
          </w:p>
        </w:tc>
      </w:tr>
      <w:tr w:rsidR="00D0544F" w:rsidRPr="00F95FBD" w14:paraId="5850CF10" w14:textId="77777777" w:rsidTr="005923F7">
        <w:tc>
          <w:tcPr>
            <w:tcW w:w="2774" w:type="dxa"/>
          </w:tcPr>
          <w:p w14:paraId="2BA92CEA" w14:textId="199ED09A" w:rsidR="00D0544F" w:rsidRPr="00D0544F" w:rsidRDefault="00F23E4D" w:rsidP="00D0544F">
            <w:pPr>
              <w:pStyle w:val="Tabulka"/>
              <w:rPr>
                <w:highlight w:val="green"/>
              </w:rPr>
            </w:pPr>
            <w:r w:rsidRPr="00F23E4D">
              <w:t>Stavebně historický průzkum „Teplice v Čechách, rekonstrukce výpravní budovy“</w:t>
            </w:r>
          </w:p>
        </w:tc>
        <w:tc>
          <w:tcPr>
            <w:tcW w:w="3129" w:type="dxa"/>
          </w:tcPr>
          <w:p w14:paraId="142CE38E" w14:textId="2DB60DF2" w:rsidR="00D0544F" w:rsidRPr="00F95FBD" w:rsidRDefault="00763A7D" w:rsidP="00964369">
            <w:pPr>
              <w:pStyle w:val="Tabulka"/>
              <w:jc w:val="center"/>
            </w:pPr>
            <w:r>
              <w:t>-</w:t>
            </w:r>
          </w:p>
        </w:tc>
        <w:tc>
          <w:tcPr>
            <w:tcW w:w="2957" w:type="dxa"/>
          </w:tcPr>
          <w:p w14:paraId="19226A32" w14:textId="1FD1FC2E" w:rsidR="00D0544F" w:rsidRPr="00F95FBD" w:rsidRDefault="00763A7D" w:rsidP="00964369">
            <w:pPr>
              <w:pStyle w:val="Tabulka"/>
              <w:jc w:val="center"/>
            </w:pPr>
            <w:r>
              <w:t>03/</w:t>
            </w:r>
            <w:r w:rsidRPr="00524FFC">
              <w:t>2018</w:t>
            </w:r>
          </w:p>
        </w:tc>
      </w:tr>
      <w:tr w:rsidR="001C61BC" w:rsidRPr="00F95FBD" w14:paraId="52F1DCA4" w14:textId="77777777" w:rsidTr="005923F7">
        <w:tc>
          <w:tcPr>
            <w:tcW w:w="2774" w:type="dxa"/>
          </w:tcPr>
          <w:p w14:paraId="2F247CEB" w14:textId="7B065CEE" w:rsidR="001C61BC" w:rsidRPr="00AE0EB4" w:rsidRDefault="00F23E4D">
            <w:pPr>
              <w:rPr>
                <w:sz w:val="18"/>
                <w:szCs w:val="18"/>
              </w:rPr>
            </w:pPr>
            <w:r w:rsidRPr="00F23E4D">
              <w:rPr>
                <w:sz w:val="18"/>
                <w:szCs w:val="18"/>
              </w:rPr>
              <w:t>„Rekonstrukce výpravní budovy v žst. Teplice v Čechách“ 2. etapa, ve stupni PDPS k připomínkám (nedokončený projekt)</w:t>
            </w:r>
          </w:p>
        </w:tc>
        <w:tc>
          <w:tcPr>
            <w:tcW w:w="3129" w:type="dxa"/>
          </w:tcPr>
          <w:p w14:paraId="25D910A0" w14:textId="70BC0AC2" w:rsidR="001C61BC" w:rsidRPr="00F95FBD" w:rsidRDefault="00763A7D" w:rsidP="00964369">
            <w:pPr>
              <w:pStyle w:val="Tabulka"/>
              <w:jc w:val="center"/>
            </w:pPr>
            <w:r>
              <w:t>-</w:t>
            </w:r>
          </w:p>
        </w:tc>
        <w:tc>
          <w:tcPr>
            <w:tcW w:w="2957" w:type="dxa"/>
          </w:tcPr>
          <w:p w14:paraId="135F8805" w14:textId="74DD1B4E" w:rsidR="001C61BC" w:rsidRPr="00F95FBD" w:rsidRDefault="00763A7D" w:rsidP="00964369">
            <w:pPr>
              <w:pStyle w:val="Tabulka"/>
              <w:jc w:val="center"/>
            </w:pPr>
            <w:r w:rsidRPr="00CE2DD7">
              <w:t>02/2023</w:t>
            </w:r>
          </w:p>
        </w:tc>
      </w:tr>
      <w:tr w:rsidR="001C61BC" w:rsidRPr="00F95FBD" w14:paraId="3532A892" w14:textId="77777777" w:rsidTr="005923F7">
        <w:tc>
          <w:tcPr>
            <w:tcW w:w="2774" w:type="dxa"/>
          </w:tcPr>
          <w:p w14:paraId="23AA5B98" w14:textId="6C5242E9" w:rsidR="001C61BC" w:rsidRPr="00AE0EB4" w:rsidRDefault="00F23E4D">
            <w:pPr>
              <w:rPr>
                <w:sz w:val="18"/>
                <w:szCs w:val="18"/>
              </w:rPr>
            </w:pPr>
            <w:r w:rsidRPr="00F23E4D">
              <w:rPr>
                <w:sz w:val="18"/>
                <w:szCs w:val="18"/>
              </w:rPr>
              <w:t>Kompetenční centrum – studie</w:t>
            </w:r>
          </w:p>
        </w:tc>
        <w:tc>
          <w:tcPr>
            <w:tcW w:w="3129" w:type="dxa"/>
          </w:tcPr>
          <w:p w14:paraId="59888BCB" w14:textId="0A9F713C" w:rsidR="001C61BC" w:rsidRPr="00F95FBD" w:rsidRDefault="00763A7D" w:rsidP="00964369">
            <w:pPr>
              <w:pStyle w:val="Tabulka"/>
              <w:jc w:val="center"/>
            </w:pPr>
            <w:r>
              <w:t>-</w:t>
            </w:r>
          </w:p>
        </w:tc>
        <w:tc>
          <w:tcPr>
            <w:tcW w:w="2957" w:type="dxa"/>
          </w:tcPr>
          <w:p w14:paraId="6667BFB6" w14:textId="3A16EF9E" w:rsidR="001C61BC" w:rsidRPr="00F95FBD" w:rsidRDefault="00763A7D" w:rsidP="00964369">
            <w:pPr>
              <w:pStyle w:val="Tabulka"/>
              <w:jc w:val="center"/>
            </w:pPr>
            <w:r w:rsidRPr="00CE2DD7">
              <w:t>4/2024</w:t>
            </w:r>
          </w:p>
        </w:tc>
      </w:tr>
    </w:tbl>
    <w:p w14:paraId="75FC2A6A" w14:textId="77777777" w:rsidR="00D0544F" w:rsidRDefault="00D0544F" w:rsidP="00D0544F">
      <w:pPr>
        <w:pStyle w:val="Textbezodsazen"/>
      </w:pPr>
    </w:p>
    <w:p w14:paraId="65F421DC" w14:textId="77777777" w:rsidR="00D0544F" w:rsidRDefault="00D0544F" w:rsidP="00D0544F">
      <w:pPr>
        <w:pStyle w:val="Textbezodsazen"/>
      </w:pPr>
    </w:p>
    <w:p w14:paraId="61C3F0C7" w14:textId="77777777" w:rsidR="005A2756" w:rsidRDefault="005A2756" w:rsidP="00F762A8">
      <w:pPr>
        <w:pStyle w:val="Textbezodsazen"/>
      </w:pPr>
    </w:p>
    <w:p w14:paraId="34F8E5CC" w14:textId="77777777" w:rsidR="00F762A8" w:rsidRDefault="00F762A8" w:rsidP="00F762A8">
      <w:pPr>
        <w:pStyle w:val="Textbezodsazen"/>
      </w:pPr>
    </w:p>
    <w:p w14:paraId="4B94A557" w14:textId="77777777" w:rsidR="006C5357" w:rsidRDefault="006C5357" w:rsidP="00F762A8">
      <w:pPr>
        <w:pStyle w:val="Textbezodsazen"/>
      </w:pPr>
    </w:p>
    <w:p w14:paraId="2097D978" w14:textId="77777777" w:rsidR="00F762A8" w:rsidRDefault="00F762A8" w:rsidP="00F762A8">
      <w:pPr>
        <w:pStyle w:val="Textbezodsazen"/>
      </w:pPr>
    </w:p>
    <w:p w14:paraId="7C7E826B" w14:textId="77777777" w:rsidR="00F762A8" w:rsidRDefault="00F762A8" w:rsidP="00F762A8">
      <w:pPr>
        <w:pStyle w:val="Textbezodsazen"/>
        <w:sectPr w:rsidR="00F762A8" w:rsidSect="00417DF5">
          <w:headerReference w:type="default" r:id="rId41"/>
          <w:footerReference w:type="even" r:id="rId42"/>
          <w:footerReference w:type="default" r:id="rId43"/>
          <w:pgSz w:w="11906" w:h="16838" w:code="9"/>
          <w:pgMar w:top="1077" w:right="1588" w:bottom="1474" w:left="1588" w:header="595" w:footer="624" w:gutter="0"/>
          <w:pgNumType w:start="1"/>
          <w:cols w:space="708"/>
          <w:docGrid w:linePitch="360"/>
        </w:sectPr>
      </w:pPr>
    </w:p>
    <w:p w14:paraId="1C5E3B0F" w14:textId="77777777" w:rsidR="00D0544F" w:rsidRDefault="00D0544F" w:rsidP="00D0544F">
      <w:pPr>
        <w:pStyle w:val="Nadpisbezsl1-1"/>
      </w:pPr>
      <w:r>
        <w:lastRenderedPageBreak/>
        <w:t>Příloha č. 10</w:t>
      </w:r>
    </w:p>
    <w:p w14:paraId="660C6F69" w14:textId="77777777" w:rsidR="00D0544F" w:rsidRDefault="00D0544F" w:rsidP="00F66CA1">
      <w:pPr>
        <w:pStyle w:val="Nadpisbezsl1-2"/>
        <w:outlineLvl w:val="1"/>
      </w:pPr>
      <w:r>
        <w:t>Zmocnění Vedoucího Zhotovitele</w:t>
      </w:r>
    </w:p>
    <w:p w14:paraId="061AFB7F" w14:textId="77777777" w:rsidR="006A67D6" w:rsidRDefault="006A67D6" w:rsidP="006A67D6">
      <w:pPr>
        <w:pStyle w:val="Textbezodsazen"/>
      </w:pPr>
    </w:p>
    <w:p w14:paraId="542EDD46" w14:textId="77777777" w:rsidR="006A67D6" w:rsidRDefault="006A67D6" w:rsidP="006A67D6">
      <w:pPr>
        <w:pStyle w:val="Textbezodsazen"/>
      </w:pPr>
    </w:p>
    <w:p w14:paraId="24EBB1BB" w14:textId="77777777" w:rsidR="007F22CD" w:rsidRDefault="007F22CD" w:rsidP="006A67D6">
      <w:pPr>
        <w:pStyle w:val="Textbezodsazen"/>
      </w:pPr>
    </w:p>
    <w:p w14:paraId="010E0A9C" w14:textId="41847CDA" w:rsidR="00E97C1A" w:rsidRDefault="00E97C1A">
      <w:pPr>
        <w:spacing w:after="240" w:line="264" w:lineRule="auto"/>
        <w:rPr>
          <w:sz w:val="18"/>
          <w:szCs w:val="18"/>
        </w:rPr>
      </w:pPr>
      <w:r>
        <w:br w:type="page"/>
      </w:r>
    </w:p>
    <w:p w14:paraId="547A8655" w14:textId="2D0EA963" w:rsidR="00E97C1A" w:rsidRDefault="00E97C1A" w:rsidP="00E97C1A">
      <w:pPr>
        <w:pStyle w:val="Nadpisbezsl1-1"/>
      </w:pPr>
      <w:r>
        <w:lastRenderedPageBreak/>
        <w:t>Příloha č. 11</w:t>
      </w:r>
    </w:p>
    <w:p w14:paraId="26850778" w14:textId="1D75C43D" w:rsidR="00E97C1A" w:rsidRDefault="00E97C1A" w:rsidP="00E97C1A">
      <w:pPr>
        <w:pStyle w:val="Nadpisbezsl1-2"/>
      </w:pPr>
      <w:r>
        <w:t xml:space="preserve">BIM Protokol </w:t>
      </w:r>
    </w:p>
    <w:p w14:paraId="49F6239D" w14:textId="51830A90" w:rsidR="00E97C1A" w:rsidRPr="00884510" w:rsidRDefault="00E97C1A" w:rsidP="00CA0CC1">
      <w:pPr>
        <w:pStyle w:val="Text2-1"/>
        <w:numPr>
          <w:ilvl w:val="0"/>
          <w:numId w:val="0"/>
        </w:numPr>
        <w:ind w:left="737" w:hanging="737"/>
        <w:rPr>
          <w:b/>
          <w:bCs/>
        </w:rPr>
      </w:pPr>
      <w:r w:rsidRPr="00884510">
        <w:rPr>
          <w:b/>
          <w:bCs/>
        </w:rPr>
        <w:t>NEOBSAZENO</w:t>
      </w:r>
    </w:p>
    <w:p w14:paraId="12B68DE4" w14:textId="77777777" w:rsidR="007F22CD" w:rsidRDefault="007F22CD" w:rsidP="006A67D6">
      <w:pPr>
        <w:pStyle w:val="Textbezodsazen"/>
      </w:pPr>
    </w:p>
    <w:sectPr w:rsidR="007F22CD" w:rsidSect="00417DF5">
      <w:headerReference w:type="default" r:id="rId44"/>
      <w:footerReference w:type="even" r:id="rId45"/>
      <w:footerReference w:type="default" r:id="rId46"/>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C83F2C" w14:textId="77777777" w:rsidR="00DB2028" w:rsidRDefault="00DB2028" w:rsidP="00962258">
      <w:pPr>
        <w:spacing w:after="0" w:line="240" w:lineRule="auto"/>
      </w:pPr>
      <w:r>
        <w:separator/>
      </w:r>
    </w:p>
  </w:endnote>
  <w:endnote w:type="continuationSeparator" w:id="0">
    <w:p w14:paraId="764FDE6D" w14:textId="77777777" w:rsidR="00DB2028" w:rsidRDefault="00DB2028"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A206D3" w:rsidRPr="003462EB" w14:paraId="06E096B2" w14:textId="77777777" w:rsidTr="009626C4">
      <w:tc>
        <w:tcPr>
          <w:tcW w:w="907" w:type="dxa"/>
          <w:tcMar>
            <w:left w:w="0" w:type="dxa"/>
            <w:right w:w="0" w:type="dxa"/>
          </w:tcMar>
          <w:vAlign w:val="bottom"/>
        </w:tcPr>
        <w:p w14:paraId="709C85F5" w14:textId="09179019" w:rsidR="00A206D3" w:rsidRPr="00B8518B" w:rsidRDefault="00A206D3"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C3942">
            <w:rPr>
              <w:rStyle w:val="slostrnky"/>
              <w:noProof/>
            </w:rPr>
            <w:t>8</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53CA1">
            <w:rPr>
              <w:rStyle w:val="slostrnky"/>
              <w:noProof/>
            </w:rPr>
            <w:t>9</w:t>
          </w:r>
          <w:r>
            <w:rPr>
              <w:rStyle w:val="slostrnky"/>
            </w:rPr>
            <w:fldChar w:fldCharType="end"/>
          </w:r>
        </w:p>
      </w:tc>
      <w:tc>
        <w:tcPr>
          <w:tcW w:w="0" w:type="auto"/>
          <w:vAlign w:val="bottom"/>
        </w:tcPr>
        <w:p w14:paraId="3FCBF579" w14:textId="5C221F3D" w:rsidR="00A206D3" w:rsidRPr="003462EB" w:rsidRDefault="00223CF0" w:rsidP="009626C4">
          <w:pPr>
            <w:pStyle w:val="Zpatvlevo"/>
          </w:pPr>
          <w:fldSimple w:instr=" STYLEREF  _Název_akce  \* MERGEFORMAT ">
            <w:r w:rsidR="00953CA1" w:rsidRPr="00953CA1">
              <w:rPr>
                <w:b/>
                <w:bCs/>
                <w:noProof/>
              </w:rPr>
              <w:t xml:space="preserve">„Rekonstrukce výpravní </w:t>
            </w:r>
            <w:r w:rsidR="00953CA1">
              <w:rPr>
                <w:noProof/>
              </w:rPr>
              <w:t>budovy v žst. Teplice v Čechách“ 2. etapa</w:t>
            </w:r>
          </w:fldSimple>
        </w:p>
        <w:p w14:paraId="0E950B56" w14:textId="77777777" w:rsidR="00A206D3" w:rsidRPr="003462EB" w:rsidRDefault="00A206D3" w:rsidP="005A2756">
          <w:pPr>
            <w:pStyle w:val="Zpatvlevo"/>
          </w:pPr>
          <w:r>
            <w:t>Smlouva o dílo na zhotovení Dokumentace + DP</w:t>
          </w:r>
        </w:p>
      </w:tc>
    </w:tr>
  </w:tbl>
  <w:p w14:paraId="7101E3D5" w14:textId="77777777" w:rsidR="00A206D3" w:rsidRPr="00402B45" w:rsidRDefault="00A206D3">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A206D3" w:rsidRPr="003462EB" w14:paraId="6557BEBD" w14:textId="77777777" w:rsidTr="009626C4">
      <w:tc>
        <w:tcPr>
          <w:tcW w:w="907" w:type="dxa"/>
          <w:tcMar>
            <w:left w:w="0" w:type="dxa"/>
            <w:right w:w="0" w:type="dxa"/>
          </w:tcMar>
          <w:vAlign w:val="bottom"/>
        </w:tcPr>
        <w:p w14:paraId="521F3050" w14:textId="0F279229" w:rsidR="00A206D3" w:rsidRPr="00B8518B" w:rsidRDefault="00A206D3"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C3942">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53CA1">
            <w:rPr>
              <w:rStyle w:val="slostrnky"/>
              <w:noProof/>
            </w:rPr>
            <w:t>4</w:t>
          </w:r>
          <w:r>
            <w:rPr>
              <w:rStyle w:val="slostrnky"/>
            </w:rPr>
            <w:fldChar w:fldCharType="end"/>
          </w:r>
        </w:p>
      </w:tc>
      <w:tc>
        <w:tcPr>
          <w:tcW w:w="0" w:type="auto"/>
          <w:vAlign w:val="bottom"/>
        </w:tcPr>
        <w:p w14:paraId="118D55E4" w14:textId="77777777" w:rsidR="00A206D3" w:rsidRPr="005328CA" w:rsidRDefault="00A206D3" w:rsidP="009626C4">
          <w:pPr>
            <w:pStyle w:val="Zpatvlevo"/>
            <w:rPr>
              <w:b/>
            </w:rPr>
          </w:pPr>
          <w:r w:rsidRPr="005328CA">
            <w:rPr>
              <w:b/>
            </w:rPr>
            <w:t xml:space="preserve">Příloha č. </w:t>
          </w:r>
          <w:r>
            <w:rPr>
              <w:b/>
            </w:rPr>
            <w:t>4</w:t>
          </w:r>
        </w:p>
        <w:p w14:paraId="7624C3B9" w14:textId="46161CBF" w:rsidR="00A206D3" w:rsidRPr="003462EB" w:rsidRDefault="00223CF0" w:rsidP="009626C4">
          <w:pPr>
            <w:pStyle w:val="Zpatvlevo"/>
          </w:pPr>
          <w:fldSimple w:instr=" STYLEREF  _Název_akce  \* MERGEFORMAT ">
            <w:r w:rsidR="00953CA1" w:rsidRPr="00953CA1">
              <w:rPr>
                <w:b/>
                <w:bCs/>
                <w:noProof/>
              </w:rPr>
              <w:t xml:space="preserve">„Rekonstrukce výpravní </w:t>
            </w:r>
            <w:r w:rsidR="00953CA1">
              <w:rPr>
                <w:noProof/>
              </w:rPr>
              <w:t>budovy v žst. Teplice v Čechách“ 2. etapa</w:t>
            </w:r>
          </w:fldSimple>
        </w:p>
        <w:p w14:paraId="7B757D60" w14:textId="338C4A91" w:rsidR="00A206D3" w:rsidRPr="003462EB" w:rsidRDefault="00A206D3" w:rsidP="00402B45">
          <w:pPr>
            <w:pStyle w:val="Zpatvlevo"/>
          </w:pPr>
          <w:r>
            <w:t>Smlouva o dílo na zhotovení Dokumentace + DP</w:t>
          </w:r>
        </w:p>
      </w:tc>
    </w:tr>
  </w:tbl>
  <w:p w14:paraId="723D4408" w14:textId="77777777" w:rsidR="00A206D3" w:rsidRPr="00402B45" w:rsidRDefault="00A206D3">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A206D3" w:rsidRPr="009E09BE" w14:paraId="4A4C9AE3" w14:textId="77777777" w:rsidTr="009626C4">
      <w:tc>
        <w:tcPr>
          <w:tcW w:w="0" w:type="auto"/>
          <w:tcMar>
            <w:left w:w="0" w:type="dxa"/>
            <w:right w:w="0" w:type="dxa"/>
          </w:tcMar>
          <w:vAlign w:val="bottom"/>
        </w:tcPr>
        <w:p w14:paraId="30067DCA" w14:textId="77777777" w:rsidR="00A206D3" w:rsidRPr="005328CA" w:rsidRDefault="00A206D3" w:rsidP="009626C4">
          <w:pPr>
            <w:pStyle w:val="Zpatvpravo"/>
            <w:rPr>
              <w:b/>
            </w:rPr>
          </w:pPr>
          <w:r w:rsidRPr="005328CA">
            <w:rPr>
              <w:b/>
            </w:rPr>
            <w:t xml:space="preserve">Příloha č. </w:t>
          </w:r>
          <w:r>
            <w:rPr>
              <w:b/>
            </w:rPr>
            <w:t>4</w:t>
          </w:r>
          <w:r w:rsidRPr="005328CA">
            <w:rPr>
              <w:b/>
            </w:rPr>
            <w:t xml:space="preserve">   </w:t>
          </w:r>
        </w:p>
        <w:p w14:paraId="0414878D" w14:textId="53341984" w:rsidR="00A206D3" w:rsidRDefault="00A206D3" w:rsidP="009626C4">
          <w:pPr>
            <w:pStyle w:val="Zpatvpravo"/>
          </w:pPr>
          <w:r>
            <w:t xml:space="preserve"> </w:t>
          </w:r>
          <w:fldSimple w:instr=" STYLEREF  _Název_akce  \* MERGEFORMAT ">
            <w:r w:rsidR="00953CA1" w:rsidRPr="00953CA1">
              <w:rPr>
                <w:b/>
                <w:bCs/>
                <w:noProof/>
              </w:rPr>
              <w:t xml:space="preserve">„Rekonstrukce výpravní </w:t>
            </w:r>
            <w:r w:rsidR="00953CA1">
              <w:rPr>
                <w:noProof/>
              </w:rPr>
              <w:t>budovy v žst. Teplice v Čechách“ 2. etapa</w:t>
            </w:r>
          </w:fldSimple>
        </w:p>
        <w:p w14:paraId="22A0E58B" w14:textId="44808E96" w:rsidR="00A206D3" w:rsidRPr="003462EB" w:rsidRDefault="00A206D3" w:rsidP="009626C4">
          <w:pPr>
            <w:pStyle w:val="Zpatvpravo"/>
            <w:rPr>
              <w:rStyle w:val="slostrnky"/>
              <w:b w:val="0"/>
              <w:color w:val="auto"/>
              <w:sz w:val="12"/>
            </w:rPr>
          </w:pPr>
          <w:r>
            <w:t>Smlouva o dílo na zhotovení Dokumentace + DP</w:t>
          </w:r>
        </w:p>
      </w:tc>
      <w:tc>
        <w:tcPr>
          <w:tcW w:w="907" w:type="dxa"/>
          <w:vAlign w:val="bottom"/>
        </w:tcPr>
        <w:p w14:paraId="1192DD9D" w14:textId="40DDA92F" w:rsidR="00A206D3" w:rsidRPr="009E09BE" w:rsidRDefault="00A206D3"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8C3942">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53CA1">
            <w:rPr>
              <w:rStyle w:val="slostrnky"/>
              <w:noProof/>
            </w:rPr>
            <w:t>4</w:t>
          </w:r>
          <w:r>
            <w:rPr>
              <w:rStyle w:val="slostrnky"/>
            </w:rPr>
            <w:fldChar w:fldCharType="end"/>
          </w:r>
        </w:p>
      </w:tc>
    </w:tr>
  </w:tbl>
  <w:p w14:paraId="77DEE1E9" w14:textId="77777777" w:rsidR="00A206D3" w:rsidRPr="00B8518B" w:rsidRDefault="00A206D3"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A206D3" w:rsidRPr="003462EB" w14:paraId="06674821" w14:textId="77777777" w:rsidTr="009626C4">
      <w:tc>
        <w:tcPr>
          <w:tcW w:w="907" w:type="dxa"/>
          <w:tcMar>
            <w:left w:w="0" w:type="dxa"/>
            <w:right w:w="0" w:type="dxa"/>
          </w:tcMar>
          <w:vAlign w:val="bottom"/>
        </w:tcPr>
        <w:p w14:paraId="27B7DDFC" w14:textId="3DB0C4DD" w:rsidR="00A206D3" w:rsidRPr="00B8518B" w:rsidRDefault="00A206D3"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C3942">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53CA1">
            <w:rPr>
              <w:rStyle w:val="slostrnky"/>
              <w:noProof/>
            </w:rPr>
            <w:t>2</w:t>
          </w:r>
          <w:r>
            <w:rPr>
              <w:rStyle w:val="slostrnky"/>
            </w:rPr>
            <w:fldChar w:fldCharType="end"/>
          </w:r>
        </w:p>
      </w:tc>
      <w:tc>
        <w:tcPr>
          <w:tcW w:w="0" w:type="auto"/>
          <w:vAlign w:val="bottom"/>
        </w:tcPr>
        <w:p w14:paraId="53CBD06E" w14:textId="77777777" w:rsidR="00A206D3" w:rsidRPr="005328CA" w:rsidRDefault="00A206D3" w:rsidP="009626C4">
          <w:pPr>
            <w:pStyle w:val="Zpatvlevo"/>
            <w:rPr>
              <w:b/>
            </w:rPr>
          </w:pPr>
          <w:r w:rsidRPr="005328CA">
            <w:rPr>
              <w:b/>
            </w:rPr>
            <w:t xml:space="preserve">Příloha č. </w:t>
          </w:r>
          <w:r>
            <w:rPr>
              <w:b/>
            </w:rPr>
            <w:t>5</w:t>
          </w:r>
        </w:p>
        <w:p w14:paraId="4D07FB87" w14:textId="76864229" w:rsidR="00A206D3" w:rsidRPr="003462EB" w:rsidRDefault="00223CF0" w:rsidP="009626C4">
          <w:pPr>
            <w:pStyle w:val="Zpatvlevo"/>
          </w:pPr>
          <w:fldSimple w:instr=" STYLEREF  _Název_akce  \* MERGEFORMAT ">
            <w:r w:rsidR="00953CA1" w:rsidRPr="00953CA1">
              <w:rPr>
                <w:b/>
                <w:bCs/>
                <w:noProof/>
              </w:rPr>
              <w:t xml:space="preserve">„Rekonstrukce výpravní </w:t>
            </w:r>
            <w:r w:rsidR="00953CA1">
              <w:rPr>
                <w:noProof/>
              </w:rPr>
              <w:t>budovy v žst. Teplice v Čechách“ 2. etapa</w:t>
            </w:r>
          </w:fldSimple>
        </w:p>
        <w:p w14:paraId="464955A4" w14:textId="461C9EFD" w:rsidR="00A206D3" w:rsidRPr="003462EB" w:rsidRDefault="00A206D3" w:rsidP="00402B45">
          <w:pPr>
            <w:pStyle w:val="Zpatvlevo"/>
          </w:pPr>
          <w:r>
            <w:t>Smlouva o dílo na zhotovení Dokumentace + DP</w:t>
          </w:r>
        </w:p>
      </w:tc>
    </w:tr>
  </w:tbl>
  <w:p w14:paraId="4346BB68" w14:textId="77777777" w:rsidR="00A206D3" w:rsidRPr="00402B45" w:rsidRDefault="00A206D3">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A206D3" w:rsidRPr="009E09BE" w14:paraId="78F7E3A4" w14:textId="77777777" w:rsidTr="00286AD1">
      <w:trPr>
        <w:jc w:val="right"/>
      </w:trPr>
      <w:tc>
        <w:tcPr>
          <w:tcW w:w="0" w:type="auto"/>
          <w:tcMar>
            <w:left w:w="0" w:type="dxa"/>
            <w:right w:w="0" w:type="dxa"/>
          </w:tcMar>
          <w:vAlign w:val="bottom"/>
        </w:tcPr>
        <w:p w14:paraId="3C9C0AA8" w14:textId="77777777" w:rsidR="00A206D3" w:rsidRPr="005328CA" w:rsidRDefault="00A206D3" w:rsidP="009626C4">
          <w:pPr>
            <w:pStyle w:val="Zpatvpravo"/>
            <w:rPr>
              <w:b/>
            </w:rPr>
          </w:pPr>
          <w:r w:rsidRPr="005328CA">
            <w:rPr>
              <w:b/>
            </w:rPr>
            <w:t xml:space="preserve">Příloha č. </w:t>
          </w:r>
          <w:r>
            <w:rPr>
              <w:b/>
            </w:rPr>
            <w:t>5</w:t>
          </w:r>
          <w:r w:rsidRPr="005328CA">
            <w:rPr>
              <w:b/>
            </w:rPr>
            <w:t xml:space="preserve">   </w:t>
          </w:r>
        </w:p>
        <w:p w14:paraId="4951B60F" w14:textId="4A7EE423" w:rsidR="00A206D3" w:rsidRDefault="00A206D3" w:rsidP="009626C4">
          <w:pPr>
            <w:pStyle w:val="Zpatvpravo"/>
          </w:pPr>
          <w:r>
            <w:t xml:space="preserve"> </w:t>
          </w:r>
          <w:fldSimple w:instr=" STYLEREF  _Název_akce  \* MERGEFORMAT ">
            <w:r w:rsidR="00953CA1" w:rsidRPr="00953CA1">
              <w:rPr>
                <w:b/>
                <w:bCs/>
                <w:noProof/>
              </w:rPr>
              <w:t xml:space="preserve">„Rekonstrukce výpravní </w:t>
            </w:r>
            <w:r w:rsidR="00953CA1">
              <w:rPr>
                <w:noProof/>
              </w:rPr>
              <w:t>budovy v žst. Teplice v Čechách“ 2. etapa</w:t>
            </w:r>
          </w:fldSimple>
        </w:p>
        <w:p w14:paraId="5EC22DEC" w14:textId="77777777" w:rsidR="00A206D3" w:rsidRPr="003462EB" w:rsidRDefault="00A206D3" w:rsidP="009626C4">
          <w:pPr>
            <w:pStyle w:val="Zpatvpravo"/>
            <w:rPr>
              <w:rStyle w:val="slostrnky"/>
              <w:b w:val="0"/>
              <w:color w:val="auto"/>
              <w:sz w:val="12"/>
            </w:rPr>
          </w:pPr>
          <w:r>
            <w:t>Smlouva o dílo na zhotovení Dokumentace+DP</w:t>
          </w:r>
        </w:p>
      </w:tc>
      <w:tc>
        <w:tcPr>
          <w:tcW w:w="907" w:type="dxa"/>
          <w:vAlign w:val="bottom"/>
        </w:tcPr>
        <w:p w14:paraId="5A6893B8" w14:textId="69F1A178" w:rsidR="00A206D3" w:rsidRPr="009E09BE" w:rsidRDefault="00A206D3"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8C3942">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53CA1">
            <w:rPr>
              <w:rStyle w:val="slostrnky"/>
              <w:noProof/>
            </w:rPr>
            <w:t>2</w:t>
          </w:r>
          <w:r>
            <w:rPr>
              <w:rStyle w:val="slostrnky"/>
            </w:rPr>
            <w:fldChar w:fldCharType="end"/>
          </w:r>
        </w:p>
      </w:tc>
    </w:tr>
  </w:tbl>
  <w:p w14:paraId="58E4F6B3" w14:textId="77777777" w:rsidR="00A206D3" w:rsidRPr="00B8518B" w:rsidRDefault="00A206D3"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A206D3" w:rsidRPr="003462EB" w14:paraId="5886674F" w14:textId="77777777" w:rsidTr="009626C4">
      <w:tc>
        <w:tcPr>
          <w:tcW w:w="907" w:type="dxa"/>
          <w:tcMar>
            <w:left w:w="0" w:type="dxa"/>
            <w:right w:w="0" w:type="dxa"/>
          </w:tcMar>
          <w:vAlign w:val="bottom"/>
        </w:tcPr>
        <w:p w14:paraId="6A936D4A" w14:textId="207DEC69" w:rsidR="00A206D3" w:rsidRPr="00B8518B" w:rsidRDefault="00A206D3"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C3942">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53CA1">
            <w:rPr>
              <w:rStyle w:val="slostrnky"/>
              <w:noProof/>
            </w:rPr>
            <w:t>4</w:t>
          </w:r>
          <w:r>
            <w:rPr>
              <w:rStyle w:val="slostrnky"/>
            </w:rPr>
            <w:fldChar w:fldCharType="end"/>
          </w:r>
        </w:p>
      </w:tc>
      <w:tc>
        <w:tcPr>
          <w:tcW w:w="0" w:type="auto"/>
          <w:vAlign w:val="bottom"/>
        </w:tcPr>
        <w:p w14:paraId="34D49C9B" w14:textId="77777777" w:rsidR="00A206D3" w:rsidRPr="005328CA" w:rsidRDefault="00A206D3" w:rsidP="009626C4">
          <w:pPr>
            <w:pStyle w:val="Zpatvlevo"/>
            <w:rPr>
              <w:b/>
            </w:rPr>
          </w:pPr>
          <w:r w:rsidRPr="005328CA">
            <w:rPr>
              <w:b/>
            </w:rPr>
            <w:t xml:space="preserve">Příloha č. </w:t>
          </w:r>
          <w:r>
            <w:rPr>
              <w:b/>
            </w:rPr>
            <w:t>6</w:t>
          </w:r>
        </w:p>
        <w:p w14:paraId="5B88AF4A" w14:textId="3BC25C49" w:rsidR="00A206D3" w:rsidRPr="003462EB" w:rsidRDefault="00223CF0" w:rsidP="009626C4">
          <w:pPr>
            <w:pStyle w:val="Zpatvlevo"/>
          </w:pPr>
          <w:fldSimple w:instr=" STYLEREF  _Název_akce  \* MERGEFORMAT ">
            <w:r w:rsidR="00953CA1" w:rsidRPr="00953CA1">
              <w:rPr>
                <w:b/>
                <w:bCs/>
                <w:noProof/>
              </w:rPr>
              <w:t xml:space="preserve">„Rekonstrukce výpravní </w:t>
            </w:r>
            <w:r w:rsidR="00953CA1">
              <w:rPr>
                <w:noProof/>
              </w:rPr>
              <w:t>budovy v žst. Teplice v Čechách“ 2. etapa</w:t>
            </w:r>
          </w:fldSimple>
        </w:p>
        <w:p w14:paraId="25B98094" w14:textId="62E2E357" w:rsidR="00A206D3" w:rsidRPr="003462EB" w:rsidRDefault="00A206D3" w:rsidP="00402B45">
          <w:pPr>
            <w:pStyle w:val="Zpatvlevo"/>
          </w:pPr>
          <w:r>
            <w:t>Smlouva o dílo na zhotovení Dokumentace + DP</w:t>
          </w:r>
        </w:p>
      </w:tc>
    </w:tr>
  </w:tbl>
  <w:p w14:paraId="37362EB9" w14:textId="77777777" w:rsidR="00A206D3" w:rsidRPr="00402B45" w:rsidRDefault="00A206D3">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A206D3" w:rsidRPr="009E09BE" w14:paraId="61EE0043" w14:textId="77777777" w:rsidTr="00286AD1">
      <w:trPr>
        <w:jc w:val="right"/>
      </w:trPr>
      <w:tc>
        <w:tcPr>
          <w:tcW w:w="0" w:type="auto"/>
          <w:tcMar>
            <w:left w:w="0" w:type="dxa"/>
            <w:right w:w="0" w:type="dxa"/>
          </w:tcMar>
          <w:vAlign w:val="bottom"/>
        </w:tcPr>
        <w:p w14:paraId="2604F23D" w14:textId="77777777" w:rsidR="00A206D3" w:rsidRPr="005328CA" w:rsidRDefault="00A206D3" w:rsidP="009626C4">
          <w:pPr>
            <w:pStyle w:val="Zpatvpravo"/>
            <w:rPr>
              <w:b/>
            </w:rPr>
          </w:pPr>
          <w:r w:rsidRPr="005328CA">
            <w:rPr>
              <w:b/>
            </w:rPr>
            <w:t xml:space="preserve">Příloha č. </w:t>
          </w:r>
          <w:r>
            <w:rPr>
              <w:b/>
            </w:rPr>
            <w:t>6</w:t>
          </w:r>
          <w:r w:rsidRPr="005328CA">
            <w:rPr>
              <w:b/>
            </w:rPr>
            <w:t xml:space="preserve">   </w:t>
          </w:r>
        </w:p>
        <w:p w14:paraId="26CDC935" w14:textId="09860A7C" w:rsidR="00A206D3" w:rsidRDefault="00A206D3" w:rsidP="009626C4">
          <w:pPr>
            <w:pStyle w:val="Zpatvpravo"/>
          </w:pPr>
          <w:r>
            <w:t xml:space="preserve"> </w:t>
          </w:r>
          <w:fldSimple w:instr=" STYLEREF  _Název_akce  \* MERGEFORMAT ">
            <w:r w:rsidR="00953CA1" w:rsidRPr="00953CA1">
              <w:rPr>
                <w:b/>
                <w:bCs/>
                <w:noProof/>
              </w:rPr>
              <w:t xml:space="preserve">„Rekonstrukce výpravní </w:t>
            </w:r>
            <w:r w:rsidR="00953CA1">
              <w:rPr>
                <w:noProof/>
              </w:rPr>
              <w:t>budovy v žst. Teplice v Čechách“ 2. etapa</w:t>
            </w:r>
          </w:fldSimple>
        </w:p>
        <w:p w14:paraId="3FACAED3" w14:textId="13535CB0" w:rsidR="00A206D3" w:rsidRPr="003462EB" w:rsidRDefault="00A206D3" w:rsidP="009626C4">
          <w:pPr>
            <w:pStyle w:val="Zpatvpravo"/>
            <w:rPr>
              <w:rStyle w:val="slostrnky"/>
              <w:b w:val="0"/>
              <w:color w:val="auto"/>
              <w:sz w:val="12"/>
            </w:rPr>
          </w:pPr>
          <w:r>
            <w:t>Smlouva o dílo na zhotovení Dokumentace + DP</w:t>
          </w:r>
        </w:p>
      </w:tc>
      <w:tc>
        <w:tcPr>
          <w:tcW w:w="907" w:type="dxa"/>
          <w:vAlign w:val="bottom"/>
        </w:tcPr>
        <w:p w14:paraId="5EBBB3CF" w14:textId="7EF0924E" w:rsidR="00A206D3" w:rsidRPr="009E09BE" w:rsidRDefault="00A206D3"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8C3942">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53CA1">
            <w:rPr>
              <w:rStyle w:val="slostrnky"/>
              <w:noProof/>
            </w:rPr>
            <w:t>4</w:t>
          </w:r>
          <w:r>
            <w:rPr>
              <w:rStyle w:val="slostrnky"/>
            </w:rPr>
            <w:fldChar w:fldCharType="end"/>
          </w:r>
        </w:p>
      </w:tc>
    </w:tr>
  </w:tbl>
  <w:p w14:paraId="028CF20B" w14:textId="77777777" w:rsidR="00A206D3" w:rsidRPr="00B8518B" w:rsidRDefault="00A206D3"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A206D3" w:rsidRPr="003462EB" w14:paraId="055B64E2" w14:textId="77777777" w:rsidTr="009626C4">
      <w:tc>
        <w:tcPr>
          <w:tcW w:w="907" w:type="dxa"/>
          <w:tcMar>
            <w:left w:w="0" w:type="dxa"/>
            <w:right w:w="0" w:type="dxa"/>
          </w:tcMar>
          <w:vAlign w:val="bottom"/>
        </w:tcPr>
        <w:p w14:paraId="1F9A15B0" w14:textId="77777777" w:rsidR="00A206D3" w:rsidRPr="00B8518B" w:rsidRDefault="00A206D3"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753EBB9A" w14:textId="77777777" w:rsidR="00A206D3" w:rsidRPr="005328CA" w:rsidRDefault="00A206D3" w:rsidP="009626C4">
          <w:pPr>
            <w:pStyle w:val="Zpatvlevo"/>
            <w:rPr>
              <w:b/>
            </w:rPr>
          </w:pPr>
          <w:r w:rsidRPr="005328CA">
            <w:rPr>
              <w:b/>
            </w:rPr>
            <w:t xml:space="preserve">Příloha č. </w:t>
          </w:r>
          <w:r>
            <w:rPr>
              <w:b/>
            </w:rPr>
            <w:t>7</w:t>
          </w:r>
        </w:p>
        <w:p w14:paraId="02B00BC5" w14:textId="6C821C56" w:rsidR="00A206D3" w:rsidRPr="003462EB" w:rsidRDefault="008C3942" w:rsidP="009626C4">
          <w:pPr>
            <w:pStyle w:val="Zpatvlevo"/>
          </w:pPr>
          <w:fldSimple w:instr=" STYLEREF  _Název_akce  \* MERGEFORMAT ">
            <w:r w:rsidRPr="008C3942">
              <w:rPr>
                <w:b/>
                <w:bCs/>
                <w:noProof/>
              </w:rPr>
              <w:t xml:space="preserve">„Rekonstrukce výpravní </w:t>
            </w:r>
            <w:r>
              <w:rPr>
                <w:noProof/>
              </w:rPr>
              <w:t>budovy v žst. Teplice v Čechách“ 2. etapa</w:t>
            </w:r>
          </w:fldSimple>
        </w:p>
        <w:p w14:paraId="36C02BC1" w14:textId="77777777" w:rsidR="00A206D3" w:rsidRPr="003462EB" w:rsidRDefault="00A206D3" w:rsidP="00402B45">
          <w:pPr>
            <w:pStyle w:val="Zpatvlevo"/>
          </w:pPr>
          <w:r>
            <w:t>Smlouva o dílo na zhotovení Dokumentace+AD</w:t>
          </w:r>
        </w:p>
      </w:tc>
    </w:tr>
  </w:tbl>
  <w:p w14:paraId="1E39ED72" w14:textId="77777777" w:rsidR="00A206D3" w:rsidRPr="00402B45" w:rsidRDefault="00A206D3">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A206D3" w:rsidRPr="009E09BE" w14:paraId="5B6983EA" w14:textId="77777777" w:rsidTr="00286AD1">
      <w:trPr>
        <w:jc w:val="right"/>
      </w:trPr>
      <w:tc>
        <w:tcPr>
          <w:tcW w:w="0" w:type="auto"/>
          <w:tcMar>
            <w:left w:w="0" w:type="dxa"/>
            <w:right w:w="0" w:type="dxa"/>
          </w:tcMar>
          <w:vAlign w:val="bottom"/>
        </w:tcPr>
        <w:p w14:paraId="38158099" w14:textId="77777777" w:rsidR="00A206D3" w:rsidRPr="005328CA" w:rsidRDefault="00A206D3" w:rsidP="009626C4">
          <w:pPr>
            <w:pStyle w:val="Zpatvpravo"/>
            <w:rPr>
              <w:b/>
            </w:rPr>
          </w:pPr>
          <w:r w:rsidRPr="005328CA">
            <w:rPr>
              <w:b/>
            </w:rPr>
            <w:t xml:space="preserve">Příloha č. </w:t>
          </w:r>
          <w:r>
            <w:rPr>
              <w:b/>
            </w:rPr>
            <w:t>7</w:t>
          </w:r>
          <w:r w:rsidRPr="005328CA">
            <w:rPr>
              <w:b/>
            </w:rPr>
            <w:t xml:space="preserve">   </w:t>
          </w:r>
        </w:p>
        <w:p w14:paraId="2BF33CC8" w14:textId="61B49582" w:rsidR="00A206D3" w:rsidRDefault="00A206D3" w:rsidP="009626C4">
          <w:pPr>
            <w:pStyle w:val="Zpatvpravo"/>
          </w:pPr>
          <w:r>
            <w:t xml:space="preserve"> </w:t>
          </w:r>
          <w:fldSimple w:instr=" STYLEREF  _Název_akce  \* MERGEFORMAT ">
            <w:r w:rsidR="00953CA1" w:rsidRPr="00953CA1">
              <w:rPr>
                <w:b/>
                <w:bCs/>
                <w:noProof/>
              </w:rPr>
              <w:t xml:space="preserve">„Rekonstrukce výpravní </w:t>
            </w:r>
            <w:r w:rsidR="00953CA1">
              <w:rPr>
                <w:noProof/>
              </w:rPr>
              <w:t>budovy v žst. Teplice v Čechách“ 2. etapa</w:t>
            </w:r>
          </w:fldSimple>
        </w:p>
        <w:p w14:paraId="2D6F9E46" w14:textId="472CC84A" w:rsidR="00A206D3" w:rsidRPr="003462EB" w:rsidRDefault="00A206D3" w:rsidP="009626C4">
          <w:pPr>
            <w:pStyle w:val="Zpatvpravo"/>
            <w:rPr>
              <w:rStyle w:val="slostrnky"/>
              <w:b w:val="0"/>
              <w:color w:val="auto"/>
              <w:sz w:val="12"/>
            </w:rPr>
          </w:pPr>
          <w:r>
            <w:t>Smlouva o dílo na zhotovení Dokumentace + DP</w:t>
          </w:r>
        </w:p>
      </w:tc>
      <w:tc>
        <w:tcPr>
          <w:tcW w:w="907" w:type="dxa"/>
          <w:vAlign w:val="bottom"/>
        </w:tcPr>
        <w:p w14:paraId="2E17A033" w14:textId="762ABC5D" w:rsidR="00A206D3" w:rsidRPr="009E09BE" w:rsidRDefault="00A206D3"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8C3942">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53CA1">
            <w:rPr>
              <w:rStyle w:val="slostrnky"/>
              <w:noProof/>
            </w:rPr>
            <w:t>1</w:t>
          </w:r>
          <w:r>
            <w:rPr>
              <w:rStyle w:val="slostrnky"/>
            </w:rPr>
            <w:fldChar w:fldCharType="end"/>
          </w:r>
        </w:p>
      </w:tc>
    </w:tr>
  </w:tbl>
  <w:p w14:paraId="79F69B78" w14:textId="77777777" w:rsidR="00A206D3" w:rsidRPr="00B8518B" w:rsidRDefault="00A206D3"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A206D3" w:rsidRPr="003462EB" w14:paraId="172D84C2" w14:textId="77777777" w:rsidTr="009626C4">
      <w:tc>
        <w:tcPr>
          <w:tcW w:w="907" w:type="dxa"/>
          <w:tcMar>
            <w:left w:w="0" w:type="dxa"/>
            <w:right w:w="0" w:type="dxa"/>
          </w:tcMar>
          <w:vAlign w:val="bottom"/>
        </w:tcPr>
        <w:p w14:paraId="3B52580E" w14:textId="77777777" w:rsidR="00A206D3" w:rsidRPr="00B8518B" w:rsidRDefault="00A206D3"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6108E8E6" w14:textId="77777777" w:rsidR="00A206D3" w:rsidRPr="005328CA" w:rsidRDefault="00A206D3" w:rsidP="009626C4">
          <w:pPr>
            <w:pStyle w:val="Zpatvlevo"/>
            <w:rPr>
              <w:b/>
            </w:rPr>
          </w:pPr>
          <w:r w:rsidRPr="005328CA">
            <w:rPr>
              <w:b/>
            </w:rPr>
            <w:t xml:space="preserve">Příloha č. </w:t>
          </w:r>
          <w:r>
            <w:rPr>
              <w:b/>
            </w:rPr>
            <w:t>8</w:t>
          </w:r>
        </w:p>
        <w:p w14:paraId="2DDBBB43" w14:textId="7BB0EC59" w:rsidR="00A206D3" w:rsidRPr="003462EB" w:rsidRDefault="008C3942" w:rsidP="009626C4">
          <w:pPr>
            <w:pStyle w:val="Zpatvlevo"/>
          </w:pPr>
          <w:fldSimple w:instr=" STYLEREF  _Název_akce  \* MERGEFORMAT ">
            <w:r w:rsidRPr="008C3942">
              <w:rPr>
                <w:b/>
                <w:bCs/>
                <w:noProof/>
              </w:rPr>
              <w:t xml:space="preserve">„Rekonstrukce výpravní </w:t>
            </w:r>
            <w:r>
              <w:rPr>
                <w:noProof/>
              </w:rPr>
              <w:t>budovy v žst. Teplice v Čechách“ 2. etapa</w:t>
            </w:r>
          </w:fldSimple>
        </w:p>
        <w:p w14:paraId="61ABCEE8" w14:textId="77777777" w:rsidR="00A206D3" w:rsidRPr="003462EB" w:rsidRDefault="00A206D3" w:rsidP="00402B45">
          <w:pPr>
            <w:pStyle w:val="Zpatvlevo"/>
          </w:pPr>
          <w:r>
            <w:t>Smlouva o dílo na zhotovení Dokumentace+AD</w:t>
          </w:r>
        </w:p>
      </w:tc>
    </w:tr>
  </w:tbl>
  <w:p w14:paraId="484ABE39" w14:textId="77777777" w:rsidR="00A206D3" w:rsidRPr="00402B45" w:rsidRDefault="00A206D3">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A206D3" w:rsidRPr="009E09BE" w14:paraId="6C30DA48" w14:textId="77777777" w:rsidTr="00286AD1">
      <w:trPr>
        <w:jc w:val="right"/>
      </w:trPr>
      <w:tc>
        <w:tcPr>
          <w:tcW w:w="0" w:type="auto"/>
          <w:tcMar>
            <w:left w:w="0" w:type="dxa"/>
            <w:right w:w="0" w:type="dxa"/>
          </w:tcMar>
          <w:vAlign w:val="bottom"/>
        </w:tcPr>
        <w:p w14:paraId="52834538" w14:textId="77777777" w:rsidR="00A206D3" w:rsidRPr="005328CA" w:rsidRDefault="00A206D3" w:rsidP="009626C4">
          <w:pPr>
            <w:pStyle w:val="Zpatvpravo"/>
            <w:rPr>
              <w:b/>
            </w:rPr>
          </w:pPr>
          <w:r w:rsidRPr="005328CA">
            <w:rPr>
              <w:b/>
            </w:rPr>
            <w:t xml:space="preserve">Příloha č. </w:t>
          </w:r>
          <w:r>
            <w:rPr>
              <w:b/>
            </w:rPr>
            <w:t>8</w:t>
          </w:r>
          <w:r w:rsidRPr="005328CA">
            <w:rPr>
              <w:b/>
            </w:rPr>
            <w:t xml:space="preserve">   </w:t>
          </w:r>
        </w:p>
        <w:p w14:paraId="11035914" w14:textId="08769133" w:rsidR="00A206D3" w:rsidRDefault="00A206D3" w:rsidP="009626C4">
          <w:pPr>
            <w:pStyle w:val="Zpatvpravo"/>
          </w:pPr>
          <w:r>
            <w:t xml:space="preserve"> </w:t>
          </w:r>
          <w:fldSimple w:instr=" STYLEREF  _Název_akce  \* MERGEFORMAT ">
            <w:r w:rsidR="00953CA1" w:rsidRPr="00953CA1">
              <w:rPr>
                <w:b/>
                <w:bCs/>
                <w:noProof/>
              </w:rPr>
              <w:t xml:space="preserve">„Rekonstrukce výpravní </w:t>
            </w:r>
            <w:r w:rsidR="00953CA1">
              <w:rPr>
                <w:noProof/>
              </w:rPr>
              <w:t>budovy v žst. Teplice v Čechách“ 2. etapa</w:t>
            </w:r>
          </w:fldSimple>
        </w:p>
        <w:p w14:paraId="487CFEAD" w14:textId="11D62B13" w:rsidR="00A206D3" w:rsidRPr="003462EB" w:rsidRDefault="00A206D3" w:rsidP="009626C4">
          <w:pPr>
            <w:pStyle w:val="Zpatvpravo"/>
            <w:rPr>
              <w:rStyle w:val="slostrnky"/>
              <w:b w:val="0"/>
              <w:color w:val="auto"/>
              <w:sz w:val="12"/>
            </w:rPr>
          </w:pPr>
          <w:r>
            <w:t>Smlouva o dílo na zhotovení Dokumentace + DP</w:t>
          </w:r>
        </w:p>
      </w:tc>
      <w:tc>
        <w:tcPr>
          <w:tcW w:w="907" w:type="dxa"/>
          <w:vAlign w:val="bottom"/>
        </w:tcPr>
        <w:p w14:paraId="7E430557" w14:textId="54B11D02" w:rsidR="00A206D3" w:rsidRPr="009E09BE" w:rsidRDefault="00A206D3"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8C3942">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53CA1">
            <w:rPr>
              <w:rStyle w:val="slostrnky"/>
              <w:noProof/>
            </w:rPr>
            <w:t>1</w:t>
          </w:r>
          <w:r>
            <w:rPr>
              <w:rStyle w:val="slostrnky"/>
            </w:rPr>
            <w:fldChar w:fldCharType="end"/>
          </w:r>
        </w:p>
      </w:tc>
    </w:tr>
  </w:tbl>
  <w:p w14:paraId="2932E9C7" w14:textId="77777777" w:rsidR="00A206D3" w:rsidRPr="00B8518B" w:rsidRDefault="00A206D3"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A206D3" w:rsidRPr="009E09BE" w14:paraId="6EEBF384" w14:textId="77777777" w:rsidTr="009626C4">
      <w:tc>
        <w:tcPr>
          <w:tcW w:w="0" w:type="auto"/>
          <w:tcMar>
            <w:left w:w="0" w:type="dxa"/>
            <w:right w:w="0" w:type="dxa"/>
          </w:tcMar>
          <w:vAlign w:val="bottom"/>
        </w:tcPr>
        <w:p w14:paraId="1F0FFAFB" w14:textId="6E53A6AB" w:rsidR="00A206D3" w:rsidRDefault="00223CF0" w:rsidP="009626C4">
          <w:pPr>
            <w:pStyle w:val="Zpatvpravo"/>
          </w:pPr>
          <w:fldSimple w:instr=" STYLEREF  _Název_akce  \* MERGEFORMAT ">
            <w:r w:rsidR="00953CA1" w:rsidRPr="00953CA1">
              <w:rPr>
                <w:b/>
                <w:bCs/>
                <w:noProof/>
              </w:rPr>
              <w:t xml:space="preserve">„Rekonstrukce výpravní </w:t>
            </w:r>
            <w:r w:rsidR="00953CA1">
              <w:rPr>
                <w:noProof/>
              </w:rPr>
              <w:t>budovy v žst. Teplice v Čechách“ 2. etapa</w:t>
            </w:r>
          </w:fldSimple>
        </w:p>
        <w:p w14:paraId="431C4188" w14:textId="77777777" w:rsidR="00A206D3" w:rsidRPr="003462EB" w:rsidRDefault="00A206D3" w:rsidP="009626C4">
          <w:pPr>
            <w:pStyle w:val="Zpatvpravo"/>
            <w:rPr>
              <w:rStyle w:val="slostrnky"/>
              <w:b w:val="0"/>
              <w:color w:val="auto"/>
              <w:sz w:val="12"/>
            </w:rPr>
          </w:pPr>
          <w:r>
            <w:t>Smlouva o dílo na zhotovení Dokumentace + DP</w:t>
          </w:r>
        </w:p>
      </w:tc>
      <w:tc>
        <w:tcPr>
          <w:tcW w:w="907" w:type="dxa"/>
          <w:vAlign w:val="bottom"/>
        </w:tcPr>
        <w:p w14:paraId="2E0AC9C9" w14:textId="6B56E35A" w:rsidR="00A206D3" w:rsidRPr="009E09BE" w:rsidRDefault="00A206D3"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8C3942">
            <w:rPr>
              <w:rStyle w:val="slostrnky"/>
              <w:noProof/>
            </w:rPr>
            <w:t>9</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53CA1">
            <w:rPr>
              <w:rStyle w:val="slostrnky"/>
              <w:noProof/>
            </w:rPr>
            <w:t>9</w:t>
          </w:r>
          <w:r>
            <w:rPr>
              <w:rStyle w:val="slostrnky"/>
            </w:rPr>
            <w:fldChar w:fldCharType="end"/>
          </w:r>
        </w:p>
      </w:tc>
    </w:tr>
  </w:tbl>
  <w:p w14:paraId="6CEA0470" w14:textId="77777777" w:rsidR="00A206D3" w:rsidRPr="00B8518B" w:rsidRDefault="00A206D3"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A206D3" w:rsidRPr="003462EB" w14:paraId="6D162958" w14:textId="77777777" w:rsidTr="009626C4">
      <w:tc>
        <w:tcPr>
          <w:tcW w:w="907" w:type="dxa"/>
          <w:tcMar>
            <w:left w:w="0" w:type="dxa"/>
            <w:right w:w="0" w:type="dxa"/>
          </w:tcMar>
          <w:vAlign w:val="bottom"/>
        </w:tcPr>
        <w:p w14:paraId="37790680" w14:textId="77777777" w:rsidR="00A206D3" w:rsidRPr="00B8518B" w:rsidRDefault="00A206D3"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38FB2CC0" w14:textId="77777777" w:rsidR="00A206D3" w:rsidRPr="005328CA" w:rsidRDefault="00A206D3" w:rsidP="009626C4">
          <w:pPr>
            <w:pStyle w:val="Zpatvlevo"/>
            <w:rPr>
              <w:b/>
            </w:rPr>
          </w:pPr>
          <w:r w:rsidRPr="005328CA">
            <w:rPr>
              <w:b/>
            </w:rPr>
            <w:t xml:space="preserve">Příloha č. </w:t>
          </w:r>
          <w:r>
            <w:rPr>
              <w:b/>
            </w:rPr>
            <w:t>9</w:t>
          </w:r>
        </w:p>
        <w:p w14:paraId="16F089D5" w14:textId="0B332A46" w:rsidR="00A206D3" w:rsidRPr="003462EB" w:rsidRDefault="008C3942" w:rsidP="009626C4">
          <w:pPr>
            <w:pStyle w:val="Zpatvlevo"/>
          </w:pPr>
          <w:fldSimple w:instr=" STYLEREF  _Název_akce  \* MERGEFORMAT ">
            <w:r w:rsidRPr="008C3942">
              <w:rPr>
                <w:b/>
                <w:bCs/>
                <w:noProof/>
              </w:rPr>
              <w:t xml:space="preserve">„Rekonstrukce výpravní </w:t>
            </w:r>
            <w:r>
              <w:rPr>
                <w:noProof/>
              </w:rPr>
              <w:t>budovy v žst. Teplice v Čechách“ 2. etapa</w:t>
            </w:r>
          </w:fldSimple>
        </w:p>
        <w:p w14:paraId="24E4802E" w14:textId="77777777" w:rsidR="00A206D3" w:rsidRPr="003462EB" w:rsidRDefault="00A206D3" w:rsidP="00402B45">
          <w:pPr>
            <w:pStyle w:val="Zpatvlevo"/>
          </w:pPr>
          <w:r>
            <w:t>Smlouva o dílo na zhotovení Dokumentace+AD</w:t>
          </w:r>
        </w:p>
      </w:tc>
    </w:tr>
  </w:tbl>
  <w:p w14:paraId="063CFD7F" w14:textId="77777777" w:rsidR="00A206D3" w:rsidRPr="00402B45" w:rsidRDefault="00A206D3">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A206D3" w:rsidRPr="009E09BE" w14:paraId="5A3B8C1F" w14:textId="77777777" w:rsidTr="00286AD1">
      <w:trPr>
        <w:jc w:val="right"/>
      </w:trPr>
      <w:tc>
        <w:tcPr>
          <w:tcW w:w="0" w:type="auto"/>
          <w:tcMar>
            <w:left w:w="0" w:type="dxa"/>
            <w:right w:w="0" w:type="dxa"/>
          </w:tcMar>
          <w:vAlign w:val="bottom"/>
        </w:tcPr>
        <w:p w14:paraId="5D57D2D7" w14:textId="77777777" w:rsidR="00A206D3" w:rsidRPr="005328CA" w:rsidRDefault="00A206D3" w:rsidP="009626C4">
          <w:pPr>
            <w:pStyle w:val="Zpatvpravo"/>
            <w:rPr>
              <w:b/>
            </w:rPr>
          </w:pPr>
          <w:r w:rsidRPr="005328CA">
            <w:rPr>
              <w:b/>
            </w:rPr>
            <w:t xml:space="preserve">Příloha č. </w:t>
          </w:r>
          <w:r>
            <w:rPr>
              <w:b/>
            </w:rPr>
            <w:t>9</w:t>
          </w:r>
          <w:r w:rsidRPr="005328CA">
            <w:rPr>
              <w:b/>
            </w:rPr>
            <w:t xml:space="preserve">   </w:t>
          </w:r>
        </w:p>
        <w:p w14:paraId="0D406F6E" w14:textId="14A70F48" w:rsidR="00A206D3" w:rsidRDefault="00A206D3" w:rsidP="009626C4">
          <w:pPr>
            <w:pStyle w:val="Zpatvpravo"/>
          </w:pPr>
          <w:r>
            <w:t xml:space="preserve"> </w:t>
          </w:r>
          <w:fldSimple w:instr=" STYLEREF  _Název_akce  \* MERGEFORMAT ">
            <w:r w:rsidR="00953CA1" w:rsidRPr="00953CA1">
              <w:rPr>
                <w:b/>
                <w:bCs/>
                <w:noProof/>
              </w:rPr>
              <w:t xml:space="preserve">„Rekonstrukce výpravní </w:t>
            </w:r>
            <w:r w:rsidR="00953CA1">
              <w:rPr>
                <w:noProof/>
              </w:rPr>
              <w:t>budovy v žst. Teplice v Čechách“ 2. etapa</w:t>
            </w:r>
          </w:fldSimple>
        </w:p>
        <w:p w14:paraId="7BFF82F5" w14:textId="647C234A" w:rsidR="00A206D3" w:rsidRPr="003462EB" w:rsidRDefault="00A206D3" w:rsidP="009626C4">
          <w:pPr>
            <w:pStyle w:val="Zpatvpravo"/>
            <w:rPr>
              <w:rStyle w:val="slostrnky"/>
              <w:b w:val="0"/>
              <w:color w:val="auto"/>
              <w:sz w:val="12"/>
            </w:rPr>
          </w:pPr>
          <w:r>
            <w:t>Smlouva o dílo na zhotovení Dokumentace + DP</w:t>
          </w:r>
        </w:p>
      </w:tc>
      <w:tc>
        <w:tcPr>
          <w:tcW w:w="907" w:type="dxa"/>
          <w:vAlign w:val="bottom"/>
        </w:tcPr>
        <w:p w14:paraId="144FF375" w14:textId="2E53BEB2" w:rsidR="00A206D3" w:rsidRPr="009E09BE" w:rsidRDefault="00A206D3"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8C3942">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53CA1">
            <w:rPr>
              <w:rStyle w:val="slostrnky"/>
              <w:noProof/>
            </w:rPr>
            <w:t>1</w:t>
          </w:r>
          <w:r>
            <w:rPr>
              <w:rStyle w:val="slostrnky"/>
            </w:rPr>
            <w:fldChar w:fldCharType="end"/>
          </w:r>
        </w:p>
      </w:tc>
    </w:tr>
  </w:tbl>
  <w:p w14:paraId="397B5914" w14:textId="77777777" w:rsidR="00A206D3" w:rsidRPr="00B8518B" w:rsidRDefault="00A206D3" w:rsidP="00B8518B">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A206D3" w:rsidRPr="003462EB" w14:paraId="69BAC33B" w14:textId="77777777" w:rsidTr="009626C4">
      <w:tc>
        <w:tcPr>
          <w:tcW w:w="907" w:type="dxa"/>
          <w:tcMar>
            <w:left w:w="0" w:type="dxa"/>
            <w:right w:w="0" w:type="dxa"/>
          </w:tcMar>
          <w:vAlign w:val="bottom"/>
        </w:tcPr>
        <w:p w14:paraId="5CFA6DF6" w14:textId="63A8C1E0" w:rsidR="00A206D3" w:rsidRPr="00B8518B" w:rsidRDefault="00A206D3"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C3942">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A51D7">
            <w:rPr>
              <w:rStyle w:val="slostrnky"/>
              <w:noProof/>
            </w:rPr>
            <w:t>2</w:t>
          </w:r>
          <w:r>
            <w:rPr>
              <w:rStyle w:val="slostrnky"/>
            </w:rPr>
            <w:fldChar w:fldCharType="end"/>
          </w:r>
        </w:p>
      </w:tc>
      <w:tc>
        <w:tcPr>
          <w:tcW w:w="0" w:type="auto"/>
          <w:vAlign w:val="bottom"/>
        </w:tcPr>
        <w:p w14:paraId="0E59559B" w14:textId="7120A2C7" w:rsidR="00A206D3" w:rsidRPr="005328CA" w:rsidRDefault="00A206D3" w:rsidP="009626C4">
          <w:pPr>
            <w:pStyle w:val="Zpatvlevo"/>
            <w:rPr>
              <w:b/>
            </w:rPr>
          </w:pPr>
          <w:r w:rsidRPr="005328CA">
            <w:rPr>
              <w:b/>
            </w:rPr>
            <w:t xml:space="preserve">Příloha č. </w:t>
          </w:r>
          <w:r>
            <w:rPr>
              <w:b/>
            </w:rPr>
            <w:t>11</w:t>
          </w:r>
        </w:p>
        <w:p w14:paraId="1435C99E" w14:textId="3953D827" w:rsidR="00A206D3" w:rsidRPr="003462EB" w:rsidRDefault="00223CF0" w:rsidP="009626C4">
          <w:pPr>
            <w:pStyle w:val="Zpatvlevo"/>
          </w:pPr>
          <w:fldSimple w:instr=" STYLEREF  _Název_akce  \* MERGEFORMAT ">
            <w:r w:rsidR="00DA51D7" w:rsidRPr="00DA51D7">
              <w:rPr>
                <w:b/>
                <w:bCs/>
                <w:noProof/>
              </w:rPr>
              <w:t xml:space="preserve">„Rekonstrukce výpravní </w:t>
            </w:r>
            <w:r w:rsidR="00DA51D7">
              <w:rPr>
                <w:noProof/>
              </w:rPr>
              <w:t>budovy v žst. Teplice v Čechách“ 2. etapa</w:t>
            </w:r>
          </w:fldSimple>
        </w:p>
        <w:p w14:paraId="6E846F9D" w14:textId="16BE0078" w:rsidR="00A206D3" w:rsidRPr="003462EB" w:rsidRDefault="00A206D3" w:rsidP="00402B45">
          <w:pPr>
            <w:pStyle w:val="Zpatvlevo"/>
          </w:pPr>
          <w:r>
            <w:t>Smlouva o dílo na zhotovení Dokumentace + AD</w:t>
          </w:r>
        </w:p>
      </w:tc>
    </w:tr>
  </w:tbl>
  <w:p w14:paraId="3CE0AF89" w14:textId="77777777" w:rsidR="00A206D3" w:rsidRPr="00402B45" w:rsidRDefault="00A206D3">
    <w:pPr>
      <w:pStyle w:val="Zpat"/>
      <w:rPr>
        <w:sz w:val="2"/>
        <w:szCs w:val="2"/>
      </w:rPr>
    </w:pPr>
  </w:p>
</w:ftr>
</file>

<file path=word/footer2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A206D3" w:rsidRPr="009E09BE" w14:paraId="0F50882C" w14:textId="77777777" w:rsidTr="00286AD1">
      <w:trPr>
        <w:jc w:val="right"/>
      </w:trPr>
      <w:tc>
        <w:tcPr>
          <w:tcW w:w="0" w:type="auto"/>
          <w:tcMar>
            <w:left w:w="0" w:type="dxa"/>
            <w:right w:w="0" w:type="dxa"/>
          </w:tcMar>
          <w:vAlign w:val="bottom"/>
        </w:tcPr>
        <w:p w14:paraId="2915F88B" w14:textId="77777777" w:rsidR="00A206D3" w:rsidRPr="005328CA" w:rsidRDefault="00A206D3" w:rsidP="009626C4">
          <w:pPr>
            <w:pStyle w:val="Zpatvpravo"/>
            <w:rPr>
              <w:b/>
            </w:rPr>
          </w:pPr>
          <w:r w:rsidRPr="005328CA">
            <w:rPr>
              <w:b/>
            </w:rPr>
            <w:t>Příloha č.</w:t>
          </w:r>
          <w:r>
            <w:rPr>
              <w:b/>
            </w:rPr>
            <w:t xml:space="preserve"> 10</w:t>
          </w:r>
          <w:r w:rsidRPr="005328CA">
            <w:rPr>
              <w:b/>
            </w:rPr>
            <w:t xml:space="preserve">   </w:t>
          </w:r>
        </w:p>
        <w:p w14:paraId="4AECBF37" w14:textId="2578A9D0" w:rsidR="00A206D3" w:rsidRDefault="00A206D3" w:rsidP="009626C4">
          <w:pPr>
            <w:pStyle w:val="Zpatvpravo"/>
          </w:pPr>
          <w:r>
            <w:t xml:space="preserve"> </w:t>
          </w:r>
          <w:fldSimple w:instr=" STYLEREF  _Název_akce  \* MERGEFORMAT ">
            <w:r w:rsidR="00DA51D7" w:rsidRPr="00DA51D7">
              <w:rPr>
                <w:b/>
                <w:bCs/>
                <w:noProof/>
              </w:rPr>
              <w:t xml:space="preserve">„Rekonstrukce výpravní </w:t>
            </w:r>
            <w:r w:rsidR="00DA51D7">
              <w:rPr>
                <w:noProof/>
              </w:rPr>
              <w:t>budovy v žst. Teplice v Čechách“ 2. etapa</w:t>
            </w:r>
          </w:fldSimple>
        </w:p>
        <w:p w14:paraId="77708F32" w14:textId="44DDB7A5" w:rsidR="00A206D3" w:rsidRPr="003462EB" w:rsidRDefault="00A206D3" w:rsidP="0007452F">
          <w:pPr>
            <w:pStyle w:val="Zpatvpravo"/>
            <w:rPr>
              <w:rStyle w:val="slostrnky"/>
              <w:b w:val="0"/>
              <w:color w:val="auto"/>
              <w:sz w:val="12"/>
            </w:rPr>
          </w:pPr>
          <w:r>
            <w:t>Smlouva o dílo na zhotovení Dokumentace + DP</w:t>
          </w:r>
        </w:p>
      </w:tc>
      <w:tc>
        <w:tcPr>
          <w:tcW w:w="907" w:type="dxa"/>
          <w:vAlign w:val="bottom"/>
        </w:tcPr>
        <w:p w14:paraId="343278C9" w14:textId="1760055D" w:rsidR="00A206D3" w:rsidRPr="009E09BE" w:rsidRDefault="00A206D3"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8C3942">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A51D7">
            <w:rPr>
              <w:rStyle w:val="slostrnky"/>
              <w:noProof/>
            </w:rPr>
            <w:t>2</w:t>
          </w:r>
          <w:r>
            <w:rPr>
              <w:rStyle w:val="slostrnky"/>
            </w:rPr>
            <w:fldChar w:fldCharType="end"/>
          </w:r>
        </w:p>
      </w:tc>
    </w:tr>
  </w:tbl>
  <w:p w14:paraId="1F84A899" w14:textId="77777777" w:rsidR="00A206D3" w:rsidRPr="00B8518B" w:rsidRDefault="00A206D3"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AC1C11" w14:textId="77777777" w:rsidR="00A206D3" w:rsidRPr="00B8518B" w:rsidRDefault="00A206D3" w:rsidP="00460660">
    <w:pPr>
      <w:pStyle w:val="Zpat"/>
      <w:rPr>
        <w:sz w:val="2"/>
        <w:szCs w:val="2"/>
      </w:rPr>
    </w:pPr>
  </w:p>
  <w:p w14:paraId="1EB0138E" w14:textId="77777777" w:rsidR="00DA51D7" w:rsidRDefault="00A206D3" w:rsidP="00162BC0">
    <w:pPr>
      <w:tabs>
        <w:tab w:val="left" w:pos="3912"/>
      </w:tabs>
      <w:spacing w:after="0" w:line="240" w:lineRule="auto"/>
      <w:rPr>
        <w:sz w:val="4"/>
        <w:szCs w:val="4"/>
      </w:rPr>
    </w:pPr>
    <w:r w:rsidRPr="004C7962">
      <w:rPr>
        <w:noProof/>
        <w:lang w:eastAsia="cs-CZ"/>
      </w:rPr>
      <w:drawing>
        <wp:inline distT="0" distB="0" distL="0" distR="0" wp14:anchorId="6D48DBCF" wp14:editId="1F259860">
          <wp:extent cx="1098000" cy="630000"/>
          <wp:effectExtent l="0" t="0" r="6985" b="0"/>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1098000" cy="630000"/>
                  </a:xfrm>
                  <a:prstGeom prst="rect">
                    <a:avLst/>
                  </a:prstGeom>
                  <a:noFill/>
                  <a:ln>
                    <a:noFill/>
                  </a:ln>
                </pic:spPr>
              </pic:pic>
            </a:graphicData>
          </a:graphic>
        </wp:inline>
      </w:drawing>
    </w:r>
  </w:p>
  <w:p w14:paraId="3C18E895" w14:textId="07CB49A3" w:rsidR="00A206D3" w:rsidRPr="00B3350F" w:rsidRDefault="00DA51D7" w:rsidP="00162BC0">
    <w:pPr>
      <w:tabs>
        <w:tab w:val="left" w:pos="3912"/>
      </w:tabs>
      <w:spacing w:after="0" w:line="240" w:lineRule="auto"/>
      <w:rPr>
        <w:sz w:val="4"/>
        <w:szCs w:val="4"/>
      </w:rPr>
    </w:pPr>
    <w:r w:rsidRPr="00FD7140">
      <w:rPr>
        <w:noProof/>
        <w:lang w:eastAsia="cs-CZ"/>
      </w:rPr>
      <w:drawing>
        <wp:inline distT="0" distB="0" distL="0" distR="0" wp14:anchorId="1CD4A1A6" wp14:editId="244A0FF5">
          <wp:extent cx="3009900" cy="631798"/>
          <wp:effectExtent l="0" t="0" r="0" b="0"/>
          <wp:docPr id="9" name="Obrázek 9" descr="\\SZDC000PHANT041.d01.uadf.cz\dokumenty\Fondy EU\CEF 2014 -2020\Metodika CEF\Publicita CEF\Pravidla publicity projektů spolufinancovaných z programu CEF\Loga 2021\Horizontal\PNG\CS Spolufinancováno Evropskou unií_PO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ZDC000PHANT041.d01.uadf.cz\dokumenty\Fondy EU\CEF 2014 -2020\Metodika CEF\Publicita CEF\Pravidla publicity projektů spolufinancovaných z programu CEF\Loga 2021\Horizontal\PNG\CS Spolufinancováno Evropskou unií_POS.png"/>
                  <pic:cNvPicPr>
                    <a:picLocks noChangeAspect="1" noChangeArrowheads="1"/>
                  </pic:cNvPicPr>
                </pic:nvPicPr>
                <pic:blipFill>
                  <a:blip r:embed="rId2" cstate="hqprint">
                    <a:extLst>
                      <a:ext uri="{28A0092B-C50C-407E-A947-70E740481C1C}">
                        <a14:useLocalDpi xmlns:a14="http://schemas.microsoft.com/office/drawing/2010/main" val="0"/>
                      </a:ext>
                    </a:extLst>
                  </a:blip>
                  <a:srcRect/>
                  <a:stretch>
                    <a:fillRect/>
                  </a:stretch>
                </pic:blipFill>
                <pic:spPr bwMode="auto">
                  <a:xfrm>
                    <a:off x="0" y="0"/>
                    <a:ext cx="3100971" cy="650914"/>
                  </a:xfrm>
                  <a:prstGeom prst="rect">
                    <a:avLst/>
                  </a:prstGeom>
                  <a:noFill/>
                  <a:ln>
                    <a:noFill/>
                  </a:ln>
                </pic:spPr>
              </pic:pic>
            </a:graphicData>
          </a:graphic>
        </wp:inline>
      </w:drawing>
    </w:r>
    <w:r w:rsidR="00A206D3">
      <w:rPr>
        <w:sz w:val="4"/>
        <w:szCs w:val="4"/>
      </w:rPr>
      <w:tab/>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A206D3" w:rsidRPr="003462EB" w14:paraId="15B1E4BE" w14:textId="77777777" w:rsidTr="009626C4">
      <w:tc>
        <w:tcPr>
          <w:tcW w:w="907" w:type="dxa"/>
          <w:tcMar>
            <w:left w:w="0" w:type="dxa"/>
            <w:right w:w="0" w:type="dxa"/>
          </w:tcMar>
          <w:vAlign w:val="bottom"/>
        </w:tcPr>
        <w:p w14:paraId="77238F0B" w14:textId="77777777" w:rsidR="00A206D3" w:rsidRPr="00B8518B" w:rsidRDefault="00A206D3"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2A3384F8" w14:textId="77777777" w:rsidR="00A206D3" w:rsidRPr="005328CA" w:rsidRDefault="00A206D3" w:rsidP="009626C4">
          <w:pPr>
            <w:pStyle w:val="Zpatvlevo"/>
            <w:rPr>
              <w:b/>
            </w:rPr>
          </w:pPr>
          <w:r w:rsidRPr="005328CA">
            <w:rPr>
              <w:b/>
            </w:rPr>
            <w:t>Příloha č. 1</w:t>
          </w:r>
        </w:p>
        <w:p w14:paraId="1580EE32" w14:textId="42FD3857" w:rsidR="00A206D3" w:rsidRPr="003462EB" w:rsidRDefault="008C3942" w:rsidP="009626C4">
          <w:pPr>
            <w:pStyle w:val="Zpatvlevo"/>
          </w:pPr>
          <w:fldSimple w:instr=" STYLEREF  _Název_akce  \* MERGEFORMAT ">
            <w:r w:rsidRPr="008C3942">
              <w:rPr>
                <w:b/>
                <w:bCs/>
                <w:noProof/>
              </w:rPr>
              <w:t xml:space="preserve">„Rekonstrukce výpravní </w:t>
            </w:r>
            <w:r>
              <w:rPr>
                <w:noProof/>
              </w:rPr>
              <w:t>budovy v žst. Teplice v Čechách“ 2. etapa</w:t>
            </w:r>
          </w:fldSimple>
        </w:p>
        <w:p w14:paraId="0E3EAE50" w14:textId="77777777" w:rsidR="00A206D3" w:rsidRPr="003462EB" w:rsidRDefault="00A206D3" w:rsidP="00402B45">
          <w:pPr>
            <w:pStyle w:val="Zpatvlevo"/>
          </w:pPr>
          <w:r>
            <w:t>Smlouva o dílo na zhotovení Dokumentace+AD</w:t>
          </w:r>
        </w:p>
      </w:tc>
    </w:tr>
  </w:tbl>
  <w:p w14:paraId="64A110E8" w14:textId="77777777" w:rsidR="00A206D3" w:rsidRPr="00402B45" w:rsidRDefault="00A206D3">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A206D3" w:rsidRPr="009E09BE" w14:paraId="4B7AE076" w14:textId="77777777" w:rsidTr="009626C4">
      <w:tc>
        <w:tcPr>
          <w:tcW w:w="0" w:type="auto"/>
          <w:tcMar>
            <w:left w:w="0" w:type="dxa"/>
            <w:right w:w="0" w:type="dxa"/>
          </w:tcMar>
          <w:vAlign w:val="bottom"/>
        </w:tcPr>
        <w:p w14:paraId="6B59076D" w14:textId="77777777" w:rsidR="00A206D3" w:rsidRPr="005328CA" w:rsidRDefault="00A206D3" w:rsidP="009626C4">
          <w:pPr>
            <w:pStyle w:val="Zpatvpravo"/>
            <w:rPr>
              <w:b/>
            </w:rPr>
          </w:pPr>
          <w:r w:rsidRPr="005328CA">
            <w:rPr>
              <w:b/>
            </w:rPr>
            <w:t xml:space="preserve">Příloha č. 1   </w:t>
          </w:r>
        </w:p>
        <w:p w14:paraId="517EDA81" w14:textId="6F5D589E" w:rsidR="00A206D3" w:rsidRDefault="00A206D3" w:rsidP="009626C4">
          <w:pPr>
            <w:pStyle w:val="Zpatvpravo"/>
          </w:pPr>
          <w:r>
            <w:t xml:space="preserve"> </w:t>
          </w:r>
          <w:fldSimple w:instr=" STYLEREF  _Název_akce  \* MERGEFORMAT ">
            <w:r w:rsidR="00953CA1" w:rsidRPr="00953CA1">
              <w:rPr>
                <w:b/>
                <w:bCs/>
                <w:noProof/>
              </w:rPr>
              <w:t xml:space="preserve">„Rekonstrukce výpravní </w:t>
            </w:r>
            <w:r w:rsidR="00953CA1">
              <w:rPr>
                <w:noProof/>
              </w:rPr>
              <w:t>budovy v žst. Teplice v Čechách“ 2. etapa</w:t>
            </w:r>
          </w:fldSimple>
        </w:p>
        <w:p w14:paraId="0A917516" w14:textId="068F5C4B" w:rsidR="00A206D3" w:rsidRPr="003462EB" w:rsidRDefault="00A206D3" w:rsidP="009626C4">
          <w:pPr>
            <w:pStyle w:val="Zpatvpravo"/>
            <w:rPr>
              <w:rStyle w:val="slostrnky"/>
              <w:b w:val="0"/>
              <w:color w:val="auto"/>
              <w:sz w:val="12"/>
            </w:rPr>
          </w:pPr>
          <w:r>
            <w:t>Smlouva o dílo na zhotovení Dokumentace + DP</w:t>
          </w:r>
        </w:p>
      </w:tc>
      <w:tc>
        <w:tcPr>
          <w:tcW w:w="907" w:type="dxa"/>
          <w:vAlign w:val="bottom"/>
        </w:tcPr>
        <w:p w14:paraId="094587E4" w14:textId="69616DF8" w:rsidR="00A206D3" w:rsidRPr="009E09BE" w:rsidRDefault="00A206D3"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8C3942">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53CA1">
            <w:rPr>
              <w:rStyle w:val="slostrnky"/>
              <w:noProof/>
            </w:rPr>
            <w:t>1</w:t>
          </w:r>
          <w:r>
            <w:rPr>
              <w:rStyle w:val="slostrnky"/>
            </w:rPr>
            <w:fldChar w:fldCharType="end"/>
          </w:r>
        </w:p>
      </w:tc>
    </w:tr>
  </w:tbl>
  <w:p w14:paraId="4401F645" w14:textId="77777777" w:rsidR="00A206D3" w:rsidRPr="00B8518B" w:rsidRDefault="00A206D3"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A206D3" w:rsidRPr="003462EB" w14:paraId="5B324FA9" w14:textId="77777777" w:rsidTr="009626C4">
      <w:tc>
        <w:tcPr>
          <w:tcW w:w="907" w:type="dxa"/>
          <w:tcMar>
            <w:left w:w="0" w:type="dxa"/>
            <w:right w:w="0" w:type="dxa"/>
          </w:tcMar>
          <w:vAlign w:val="bottom"/>
        </w:tcPr>
        <w:p w14:paraId="035C6342" w14:textId="77777777" w:rsidR="00A206D3" w:rsidRPr="00B8518B" w:rsidRDefault="00A206D3"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0A589EA4" w14:textId="77777777" w:rsidR="00A206D3" w:rsidRPr="005328CA" w:rsidRDefault="00A206D3" w:rsidP="009626C4">
          <w:pPr>
            <w:pStyle w:val="Zpatvlevo"/>
            <w:rPr>
              <w:b/>
            </w:rPr>
          </w:pPr>
          <w:r w:rsidRPr="005328CA">
            <w:rPr>
              <w:b/>
            </w:rPr>
            <w:t xml:space="preserve">Příloha č. </w:t>
          </w:r>
          <w:r>
            <w:rPr>
              <w:b/>
            </w:rPr>
            <w:t>2</w:t>
          </w:r>
        </w:p>
        <w:p w14:paraId="04CAADE2" w14:textId="26249FC2" w:rsidR="00A206D3" w:rsidRPr="003462EB" w:rsidRDefault="008C3942" w:rsidP="009626C4">
          <w:pPr>
            <w:pStyle w:val="Zpatvlevo"/>
          </w:pPr>
          <w:fldSimple w:instr=" STYLEREF  _Název_akce  \* MERGEFORMAT ">
            <w:r w:rsidRPr="008C3942">
              <w:rPr>
                <w:b/>
                <w:bCs/>
                <w:noProof/>
              </w:rPr>
              <w:t xml:space="preserve">„Rekonstrukce výpravní </w:t>
            </w:r>
            <w:r>
              <w:rPr>
                <w:noProof/>
              </w:rPr>
              <w:t>budovy v žst. Teplice v Čechách“ 2. etapa</w:t>
            </w:r>
          </w:fldSimple>
        </w:p>
        <w:p w14:paraId="6E7D6255" w14:textId="77777777" w:rsidR="00A206D3" w:rsidRPr="003462EB" w:rsidRDefault="00A206D3" w:rsidP="0007452F">
          <w:pPr>
            <w:pStyle w:val="Zpatvlevo"/>
          </w:pPr>
          <w:r>
            <w:t>Smlouva o dílo na zhotovení Dokumentace+AD</w:t>
          </w:r>
        </w:p>
      </w:tc>
    </w:tr>
  </w:tbl>
  <w:p w14:paraId="3426FF1B" w14:textId="77777777" w:rsidR="00A206D3" w:rsidRPr="00402B45" w:rsidRDefault="00A206D3">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A206D3" w:rsidRPr="009E09BE" w14:paraId="3E60EDBE" w14:textId="77777777" w:rsidTr="009626C4">
      <w:tc>
        <w:tcPr>
          <w:tcW w:w="0" w:type="auto"/>
          <w:tcMar>
            <w:left w:w="0" w:type="dxa"/>
            <w:right w:w="0" w:type="dxa"/>
          </w:tcMar>
          <w:vAlign w:val="bottom"/>
        </w:tcPr>
        <w:p w14:paraId="6DFD52EF" w14:textId="77777777" w:rsidR="00A206D3" w:rsidRPr="005328CA" w:rsidRDefault="00A206D3" w:rsidP="009626C4">
          <w:pPr>
            <w:pStyle w:val="Zpatvpravo"/>
            <w:rPr>
              <w:b/>
            </w:rPr>
          </w:pPr>
          <w:r w:rsidRPr="005328CA">
            <w:rPr>
              <w:b/>
            </w:rPr>
            <w:t xml:space="preserve">Příloha č. </w:t>
          </w:r>
          <w:r>
            <w:rPr>
              <w:b/>
            </w:rPr>
            <w:t>2</w:t>
          </w:r>
          <w:r w:rsidRPr="005328CA">
            <w:rPr>
              <w:b/>
            </w:rPr>
            <w:t xml:space="preserve">   </w:t>
          </w:r>
        </w:p>
        <w:p w14:paraId="2A639050" w14:textId="69B0ACDE" w:rsidR="00A206D3" w:rsidRDefault="00A206D3" w:rsidP="009626C4">
          <w:pPr>
            <w:pStyle w:val="Zpatvpravo"/>
          </w:pPr>
          <w:r>
            <w:t xml:space="preserve"> </w:t>
          </w:r>
          <w:fldSimple w:instr=" STYLEREF  _Název_akce  \* MERGEFORMAT ">
            <w:r w:rsidR="00953CA1" w:rsidRPr="00953CA1">
              <w:rPr>
                <w:b/>
                <w:bCs/>
                <w:noProof/>
              </w:rPr>
              <w:t xml:space="preserve">„Rekonstrukce výpravní </w:t>
            </w:r>
            <w:r w:rsidR="00953CA1">
              <w:rPr>
                <w:noProof/>
              </w:rPr>
              <w:t>budovy v žst. Teplice v Čechách“ 2. etapa</w:t>
            </w:r>
          </w:fldSimple>
        </w:p>
        <w:p w14:paraId="48A41FB5" w14:textId="5BDB2D2B" w:rsidR="00A206D3" w:rsidRPr="003462EB" w:rsidRDefault="00A206D3" w:rsidP="009626C4">
          <w:pPr>
            <w:pStyle w:val="Zpatvpravo"/>
            <w:rPr>
              <w:rStyle w:val="slostrnky"/>
              <w:b w:val="0"/>
              <w:color w:val="auto"/>
              <w:sz w:val="12"/>
            </w:rPr>
          </w:pPr>
          <w:r>
            <w:t>Smlouva o dílo na zhotovení Dokumentace + DP</w:t>
          </w:r>
        </w:p>
      </w:tc>
      <w:tc>
        <w:tcPr>
          <w:tcW w:w="907" w:type="dxa"/>
          <w:vAlign w:val="bottom"/>
        </w:tcPr>
        <w:p w14:paraId="5B614A01" w14:textId="181D78FD" w:rsidR="00A206D3" w:rsidRPr="009E09BE" w:rsidRDefault="00A206D3"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8C3942">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53CA1">
            <w:rPr>
              <w:rStyle w:val="slostrnky"/>
              <w:noProof/>
            </w:rPr>
            <w:t>1</w:t>
          </w:r>
          <w:r>
            <w:rPr>
              <w:rStyle w:val="slostrnky"/>
            </w:rPr>
            <w:fldChar w:fldCharType="end"/>
          </w:r>
        </w:p>
      </w:tc>
    </w:tr>
  </w:tbl>
  <w:p w14:paraId="278D62A6" w14:textId="77777777" w:rsidR="00A206D3" w:rsidRPr="00B8518B" w:rsidRDefault="00A206D3"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A206D3" w:rsidRPr="003462EB" w14:paraId="3FFD2F2B" w14:textId="77777777" w:rsidTr="009626C4">
      <w:tc>
        <w:tcPr>
          <w:tcW w:w="907" w:type="dxa"/>
          <w:tcMar>
            <w:left w:w="0" w:type="dxa"/>
            <w:right w:w="0" w:type="dxa"/>
          </w:tcMar>
          <w:vAlign w:val="bottom"/>
        </w:tcPr>
        <w:p w14:paraId="440D8E7B" w14:textId="77777777" w:rsidR="00A206D3" w:rsidRPr="00B8518B" w:rsidRDefault="00A206D3"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571FCAE4" w14:textId="77777777" w:rsidR="00A206D3" w:rsidRPr="005328CA" w:rsidRDefault="00A206D3" w:rsidP="009626C4">
          <w:pPr>
            <w:pStyle w:val="Zpatvlevo"/>
            <w:rPr>
              <w:b/>
            </w:rPr>
          </w:pPr>
          <w:r w:rsidRPr="005328CA">
            <w:rPr>
              <w:b/>
            </w:rPr>
            <w:t xml:space="preserve">Příloha č. </w:t>
          </w:r>
          <w:r>
            <w:rPr>
              <w:b/>
            </w:rPr>
            <w:t>3</w:t>
          </w:r>
        </w:p>
        <w:p w14:paraId="79B76E3B" w14:textId="773858AD" w:rsidR="00A206D3" w:rsidRPr="003462EB" w:rsidRDefault="008C3942" w:rsidP="009626C4">
          <w:pPr>
            <w:pStyle w:val="Zpatvlevo"/>
          </w:pPr>
          <w:fldSimple w:instr=" STYLEREF  _Název_akce  \* MERGEFORMAT ">
            <w:r w:rsidRPr="008C3942">
              <w:rPr>
                <w:b/>
                <w:bCs/>
                <w:noProof/>
              </w:rPr>
              <w:t xml:space="preserve">„Rekonstrukce výpravní </w:t>
            </w:r>
            <w:r>
              <w:rPr>
                <w:noProof/>
              </w:rPr>
              <w:t>budovy v žst. Teplice v Čechách“ 2. etapa</w:t>
            </w:r>
          </w:fldSimple>
        </w:p>
        <w:p w14:paraId="0D0CD2BC" w14:textId="77777777" w:rsidR="00A206D3" w:rsidRPr="003462EB" w:rsidRDefault="00A206D3" w:rsidP="00402B45">
          <w:pPr>
            <w:pStyle w:val="Zpatvlevo"/>
          </w:pPr>
          <w:r>
            <w:t>Smlouva o dílo na zhotovení Dokumentace+AD</w:t>
          </w:r>
        </w:p>
      </w:tc>
    </w:tr>
  </w:tbl>
  <w:p w14:paraId="6F07594A" w14:textId="77777777" w:rsidR="00A206D3" w:rsidRPr="00402B45" w:rsidRDefault="00A206D3">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A206D3" w:rsidRPr="009E09BE" w14:paraId="7914A6D9" w14:textId="77777777" w:rsidTr="009626C4">
      <w:tc>
        <w:tcPr>
          <w:tcW w:w="0" w:type="auto"/>
          <w:tcMar>
            <w:left w:w="0" w:type="dxa"/>
            <w:right w:w="0" w:type="dxa"/>
          </w:tcMar>
          <w:vAlign w:val="bottom"/>
        </w:tcPr>
        <w:p w14:paraId="026A4B25" w14:textId="77777777" w:rsidR="00A206D3" w:rsidRPr="005328CA" w:rsidRDefault="00A206D3" w:rsidP="009626C4">
          <w:pPr>
            <w:pStyle w:val="Zpatvpravo"/>
            <w:rPr>
              <w:b/>
            </w:rPr>
          </w:pPr>
          <w:r w:rsidRPr="005328CA">
            <w:rPr>
              <w:b/>
            </w:rPr>
            <w:t xml:space="preserve">Příloha č. </w:t>
          </w:r>
          <w:r>
            <w:rPr>
              <w:b/>
            </w:rPr>
            <w:t>3</w:t>
          </w:r>
          <w:r w:rsidRPr="005328CA">
            <w:rPr>
              <w:b/>
            </w:rPr>
            <w:t xml:space="preserve">   </w:t>
          </w:r>
        </w:p>
        <w:p w14:paraId="42D185C9" w14:textId="3CEEB5F1" w:rsidR="00A206D3" w:rsidRDefault="00A206D3" w:rsidP="009626C4">
          <w:pPr>
            <w:pStyle w:val="Zpatvpravo"/>
          </w:pPr>
          <w:r>
            <w:t xml:space="preserve"> </w:t>
          </w:r>
          <w:fldSimple w:instr=" STYLEREF  _Název_akce  \* MERGEFORMAT ">
            <w:r w:rsidR="00953CA1" w:rsidRPr="00953CA1">
              <w:rPr>
                <w:b/>
                <w:bCs/>
                <w:noProof/>
              </w:rPr>
              <w:t xml:space="preserve">„Rekonstrukce výpravní </w:t>
            </w:r>
            <w:r w:rsidR="00953CA1">
              <w:rPr>
                <w:noProof/>
              </w:rPr>
              <w:t>budovy v žst. Teplice v Čechách“ 2. etapa</w:t>
            </w:r>
          </w:fldSimple>
        </w:p>
        <w:p w14:paraId="7B064476" w14:textId="63C71B22" w:rsidR="00A206D3" w:rsidRPr="003462EB" w:rsidRDefault="00A206D3" w:rsidP="009626C4">
          <w:pPr>
            <w:pStyle w:val="Zpatvpravo"/>
            <w:rPr>
              <w:rStyle w:val="slostrnky"/>
              <w:b w:val="0"/>
              <w:color w:val="auto"/>
              <w:sz w:val="12"/>
            </w:rPr>
          </w:pPr>
          <w:r>
            <w:t>Smlouva o dílo na zhotovení Dokumentace + DP</w:t>
          </w:r>
        </w:p>
      </w:tc>
      <w:tc>
        <w:tcPr>
          <w:tcW w:w="907" w:type="dxa"/>
          <w:vAlign w:val="bottom"/>
        </w:tcPr>
        <w:p w14:paraId="3A7D6EE9" w14:textId="5DEA6E04" w:rsidR="00A206D3" w:rsidRPr="009E09BE" w:rsidRDefault="00A206D3"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8C3942">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53CA1">
            <w:rPr>
              <w:rStyle w:val="slostrnky"/>
              <w:noProof/>
            </w:rPr>
            <w:t>1</w:t>
          </w:r>
          <w:r>
            <w:rPr>
              <w:rStyle w:val="slostrnky"/>
            </w:rPr>
            <w:fldChar w:fldCharType="end"/>
          </w:r>
        </w:p>
      </w:tc>
    </w:tr>
  </w:tbl>
  <w:p w14:paraId="2851DA9B" w14:textId="77777777" w:rsidR="00A206D3" w:rsidRPr="00B8518B" w:rsidRDefault="00A206D3"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0EDCCA1" w14:textId="77777777" w:rsidR="00DB2028" w:rsidRDefault="00DB2028" w:rsidP="00962258">
      <w:pPr>
        <w:spacing w:after="0" w:line="240" w:lineRule="auto"/>
      </w:pPr>
      <w:r>
        <w:separator/>
      </w:r>
    </w:p>
  </w:footnote>
  <w:footnote w:type="continuationSeparator" w:id="0">
    <w:p w14:paraId="46B85ADD" w14:textId="77777777" w:rsidR="00DB2028" w:rsidRDefault="00DB2028"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A206D3" w14:paraId="1C8A4D9F" w14:textId="77777777" w:rsidTr="00B22106">
      <w:trPr>
        <w:trHeight w:hRule="exact" w:val="936"/>
      </w:trPr>
      <w:tc>
        <w:tcPr>
          <w:tcW w:w="1361" w:type="dxa"/>
          <w:tcMar>
            <w:left w:w="0" w:type="dxa"/>
            <w:right w:w="0" w:type="dxa"/>
          </w:tcMar>
        </w:tcPr>
        <w:p w14:paraId="244DD4FE" w14:textId="77777777" w:rsidR="00A206D3" w:rsidRPr="00B8518B" w:rsidRDefault="00A206D3" w:rsidP="00FC6389">
          <w:pPr>
            <w:pStyle w:val="Zpat"/>
            <w:rPr>
              <w:rStyle w:val="slostrnky"/>
            </w:rPr>
          </w:pPr>
        </w:p>
      </w:tc>
      <w:tc>
        <w:tcPr>
          <w:tcW w:w="3458" w:type="dxa"/>
          <w:shd w:val="clear" w:color="auto" w:fill="auto"/>
          <w:tcMar>
            <w:left w:w="0" w:type="dxa"/>
            <w:right w:w="0" w:type="dxa"/>
          </w:tcMar>
        </w:tcPr>
        <w:p w14:paraId="58F0DA41" w14:textId="77777777" w:rsidR="00A206D3" w:rsidRDefault="00A206D3" w:rsidP="00FC6389">
          <w:pPr>
            <w:pStyle w:val="Zpat"/>
          </w:pPr>
          <w:r>
            <w:rPr>
              <w:noProof/>
              <w:lang w:eastAsia="cs-CZ"/>
            </w:rPr>
            <w:drawing>
              <wp:anchor distT="0" distB="0" distL="114300" distR="114300" simplePos="0" relativeHeight="251673600" behindDoc="0" locked="1" layoutInCell="1" allowOverlap="1" wp14:anchorId="34017F81" wp14:editId="38854F88">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2AF1E27B" w14:textId="77777777" w:rsidR="00A206D3" w:rsidRPr="00D6163D" w:rsidRDefault="00A206D3" w:rsidP="00FC6389">
          <w:pPr>
            <w:pStyle w:val="Druhdokumentu"/>
          </w:pPr>
        </w:p>
      </w:tc>
    </w:tr>
    <w:tr w:rsidR="00A206D3" w14:paraId="0567FB9D" w14:textId="77777777" w:rsidTr="00B22106">
      <w:trPr>
        <w:trHeight w:hRule="exact" w:val="936"/>
      </w:trPr>
      <w:tc>
        <w:tcPr>
          <w:tcW w:w="1361" w:type="dxa"/>
          <w:tcMar>
            <w:left w:w="0" w:type="dxa"/>
            <w:right w:w="0" w:type="dxa"/>
          </w:tcMar>
        </w:tcPr>
        <w:p w14:paraId="00D08470" w14:textId="77777777" w:rsidR="00A206D3" w:rsidRPr="00B8518B" w:rsidRDefault="00A206D3" w:rsidP="00FC6389">
          <w:pPr>
            <w:pStyle w:val="Zpat"/>
            <w:rPr>
              <w:rStyle w:val="slostrnky"/>
            </w:rPr>
          </w:pPr>
        </w:p>
      </w:tc>
      <w:tc>
        <w:tcPr>
          <w:tcW w:w="3458" w:type="dxa"/>
          <w:shd w:val="clear" w:color="auto" w:fill="auto"/>
          <w:tcMar>
            <w:left w:w="0" w:type="dxa"/>
            <w:right w:w="0" w:type="dxa"/>
          </w:tcMar>
        </w:tcPr>
        <w:p w14:paraId="5A756E97" w14:textId="77777777" w:rsidR="00A206D3" w:rsidRDefault="00A206D3" w:rsidP="00FC6389">
          <w:pPr>
            <w:pStyle w:val="Zpat"/>
          </w:pPr>
        </w:p>
      </w:tc>
      <w:tc>
        <w:tcPr>
          <w:tcW w:w="5756" w:type="dxa"/>
          <w:shd w:val="clear" w:color="auto" w:fill="auto"/>
          <w:tcMar>
            <w:left w:w="0" w:type="dxa"/>
            <w:right w:w="0" w:type="dxa"/>
          </w:tcMar>
        </w:tcPr>
        <w:p w14:paraId="66206FA5" w14:textId="77777777" w:rsidR="00A206D3" w:rsidRPr="00D6163D" w:rsidRDefault="00A206D3" w:rsidP="00FC6389">
          <w:pPr>
            <w:pStyle w:val="Druhdokumentu"/>
          </w:pPr>
        </w:p>
      </w:tc>
    </w:tr>
  </w:tbl>
  <w:p w14:paraId="012C7461" w14:textId="77777777" w:rsidR="00A206D3" w:rsidRPr="00D6163D" w:rsidRDefault="00A206D3" w:rsidP="00FC6389">
    <w:pPr>
      <w:pStyle w:val="Zhlav"/>
      <w:rPr>
        <w:sz w:val="8"/>
        <w:szCs w:val="8"/>
      </w:rPr>
    </w:pPr>
  </w:p>
  <w:p w14:paraId="21796583" w14:textId="77777777" w:rsidR="00A206D3" w:rsidRPr="00460660" w:rsidRDefault="00A206D3">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362BDD" w14:textId="77777777" w:rsidR="00A206D3" w:rsidRPr="00D6163D" w:rsidRDefault="00A206D3">
    <w:pPr>
      <w:pStyle w:val="Zhlav"/>
      <w:rPr>
        <w:sz w:val="8"/>
        <w:szCs w:val="8"/>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9CE819" w14:textId="77777777" w:rsidR="00A206D3" w:rsidRPr="00D6163D" w:rsidRDefault="00A206D3">
    <w:pPr>
      <w:pStyle w:val="Zhlav"/>
      <w:rPr>
        <w:sz w:val="8"/>
        <w:szCs w:val="8"/>
      </w:rP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EA1B3D" w14:textId="77777777" w:rsidR="00A206D3" w:rsidRPr="00D6163D" w:rsidRDefault="00A206D3">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676D0E" w14:textId="77777777" w:rsidR="00A206D3" w:rsidRDefault="00A206D3">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180AB0" w14:textId="77777777" w:rsidR="00A206D3" w:rsidRPr="00D6163D" w:rsidRDefault="00A206D3">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F5C232" w14:textId="77777777" w:rsidR="00A206D3" w:rsidRPr="00D6163D" w:rsidRDefault="00A206D3">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8E85D8" w14:textId="77777777" w:rsidR="00A206D3" w:rsidRPr="00D6163D" w:rsidRDefault="00A206D3">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5FAAE7" w14:textId="77777777" w:rsidR="00A206D3" w:rsidRPr="00D6163D" w:rsidRDefault="00A206D3">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64E480" w14:textId="77777777" w:rsidR="00A206D3" w:rsidRPr="00D6163D" w:rsidRDefault="00A206D3">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23B114" w14:textId="77777777" w:rsidR="00A206D3" w:rsidRPr="00D6163D" w:rsidRDefault="00A206D3">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1E30C4" w14:textId="77777777" w:rsidR="00A206D3" w:rsidRPr="00D6163D" w:rsidRDefault="00A206D3">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11375"/>
    <w:multiLevelType w:val="multilevel"/>
    <w:tmpl w:val="B59A89D6"/>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i w:val="0"/>
        <w:color w:val="auto"/>
        <w:sz w:val="18"/>
        <w:szCs w:val="18"/>
      </w:rPr>
    </w:lvl>
    <w:lvl w:ilvl="2">
      <w:start w:val="1"/>
      <w:numFmt w:val="decimal"/>
      <w:pStyle w:val="Text1-2"/>
      <w:lvlText w:val="%1.%2.%3"/>
      <w:lvlJc w:val="left"/>
      <w:pPr>
        <w:tabs>
          <w:tab w:val="num" w:pos="1474"/>
        </w:tabs>
        <w:ind w:left="1474" w:hanging="737"/>
      </w:pPr>
      <w:rPr>
        <w:rFonts w:asciiTheme="minorHAnsi" w:hAnsiTheme="minorHAnsi" w:hint="default"/>
        <w:b w:val="0"/>
        <w:i w:val="0"/>
        <w:strike w:val="0"/>
        <w:color w:val="auto"/>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AE470AA"/>
    <w:multiLevelType w:val="hybridMultilevel"/>
    <w:tmpl w:val="FBC42CA8"/>
    <w:lvl w:ilvl="0" w:tplc="68AACFF8">
      <w:start w:val="1"/>
      <w:numFmt w:val="lowerLetter"/>
      <w:lvlText w:val="%1)"/>
      <w:lvlJc w:val="left"/>
      <w:pPr>
        <w:ind w:left="360" w:hanging="360"/>
      </w:pPr>
      <w:rPr>
        <w:rFonts w:hint="default"/>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 w15:restartNumberingAfterBreak="0">
    <w:nsid w:val="1582512B"/>
    <w:multiLevelType w:val="multilevel"/>
    <w:tmpl w:val="F88256E4"/>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6" w15:restartNumberingAfterBreak="0">
    <w:nsid w:val="349D2144"/>
    <w:multiLevelType w:val="multilevel"/>
    <w:tmpl w:val="6E5AE9E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1814"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36336F35"/>
    <w:multiLevelType w:val="hybridMultilevel"/>
    <w:tmpl w:val="6C766C66"/>
    <w:lvl w:ilvl="0" w:tplc="6F348352">
      <w:start w:val="1"/>
      <w:numFmt w:val="bullet"/>
      <w:lvlText w:val="-"/>
      <w:lvlJc w:val="left"/>
      <w:pPr>
        <w:ind w:left="930" w:hanging="360"/>
      </w:pPr>
      <w:rPr>
        <w:rFonts w:ascii="Verdana" w:eastAsiaTheme="minorHAnsi" w:hAnsi="Verdana" w:cstheme="minorBidi" w:hint="default"/>
      </w:rPr>
    </w:lvl>
    <w:lvl w:ilvl="1" w:tplc="04050003" w:tentative="1">
      <w:start w:val="1"/>
      <w:numFmt w:val="bullet"/>
      <w:lvlText w:val="o"/>
      <w:lvlJc w:val="left"/>
      <w:pPr>
        <w:ind w:left="1650" w:hanging="360"/>
      </w:pPr>
      <w:rPr>
        <w:rFonts w:ascii="Courier New" w:hAnsi="Courier New" w:cs="Courier New" w:hint="default"/>
      </w:rPr>
    </w:lvl>
    <w:lvl w:ilvl="2" w:tplc="04050005" w:tentative="1">
      <w:start w:val="1"/>
      <w:numFmt w:val="bullet"/>
      <w:lvlText w:val=""/>
      <w:lvlJc w:val="left"/>
      <w:pPr>
        <w:ind w:left="2370" w:hanging="360"/>
      </w:pPr>
      <w:rPr>
        <w:rFonts w:ascii="Wingdings" w:hAnsi="Wingdings" w:hint="default"/>
      </w:rPr>
    </w:lvl>
    <w:lvl w:ilvl="3" w:tplc="04050001" w:tentative="1">
      <w:start w:val="1"/>
      <w:numFmt w:val="bullet"/>
      <w:lvlText w:val=""/>
      <w:lvlJc w:val="left"/>
      <w:pPr>
        <w:ind w:left="3090" w:hanging="360"/>
      </w:pPr>
      <w:rPr>
        <w:rFonts w:ascii="Symbol" w:hAnsi="Symbol" w:hint="default"/>
      </w:rPr>
    </w:lvl>
    <w:lvl w:ilvl="4" w:tplc="04050003" w:tentative="1">
      <w:start w:val="1"/>
      <w:numFmt w:val="bullet"/>
      <w:lvlText w:val="o"/>
      <w:lvlJc w:val="left"/>
      <w:pPr>
        <w:ind w:left="3810" w:hanging="360"/>
      </w:pPr>
      <w:rPr>
        <w:rFonts w:ascii="Courier New" w:hAnsi="Courier New" w:cs="Courier New" w:hint="default"/>
      </w:rPr>
    </w:lvl>
    <w:lvl w:ilvl="5" w:tplc="04050005" w:tentative="1">
      <w:start w:val="1"/>
      <w:numFmt w:val="bullet"/>
      <w:lvlText w:val=""/>
      <w:lvlJc w:val="left"/>
      <w:pPr>
        <w:ind w:left="4530" w:hanging="360"/>
      </w:pPr>
      <w:rPr>
        <w:rFonts w:ascii="Wingdings" w:hAnsi="Wingdings" w:hint="default"/>
      </w:rPr>
    </w:lvl>
    <w:lvl w:ilvl="6" w:tplc="04050001" w:tentative="1">
      <w:start w:val="1"/>
      <w:numFmt w:val="bullet"/>
      <w:lvlText w:val=""/>
      <w:lvlJc w:val="left"/>
      <w:pPr>
        <w:ind w:left="5250" w:hanging="360"/>
      </w:pPr>
      <w:rPr>
        <w:rFonts w:ascii="Symbol" w:hAnsi="Symbol" w:hint="default"/>
      </w:rPr>
    </w:lvl>
    <w:lvl w:ilvl="7" w:tplc="04050003" w:tentative="1">
      <w:start w:val="1"/>
      <w:numFmt w:val="bullet"/>
      <w:lvlText w:val="o"/>
      <w:lvlJc w:val="left"/>
      <w:pPr>
        <w:ind w:left="5970" w:hanging="360"/>
      </w:pPr>
      <w:rPr>
        <w:rFonts w:ascii="Courier New" w:hAnsi="Courier New" w:cs="Courier New" w:hint="default"/>
      </w:rPr>
    </w:lvl>
    <w:lvl w:ilvl="8" w:tplc="04050005" w:tentative="1">
      <w:start w:val="1"/>
      <w:numFmt w:val="bullet"/>
      <w:lvlText w:val=""/>
      <w:lvlJc w:val="left"/>
      <w:pPr>
        <w:ind w:left="6690" w:hanging="360"/>
      </w:pPr>
      <w:rPr>
        <w:rFonts w:ascii="Wingdings" w:hAnsi="Wingdings" w:hint="default"/>
      </w:rPr>
    </w:lvl>
  </w:abstractNum>
  <w:abstractNum w:abstractNumId="8" w15:restartNumberingAfterBreak="0">
    <w:nsid w:val="3C75169A"/>
    <w:multiLevelType w:val="hybridMultilevel"/>
    <w:tmpl w:val="12328902"/>
    <w:lvl w:ilvl="0" w:tplc="410278CE">
      <w:start w:val="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4B757A66"/>
    <w:multiLevelType w:val="hybridMultilevel"/>
    <w:tmpl w:val="D5268E16"/>
    <w:lvl w:ilvl="0" w:tplc="04050017">
      <w:start w:val="1"/>
      <w:numFmt w:val="lowerLetter"/>
      <w:lvlText w:val="%1)"/>
      <w:lvlJc w:val="left"/>
      <w:pPr>
        <w:ind w:left="1097" w:hanging="360"/>
      </w:p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0" w15:restartNumberingAfterBreak="0">
    <w:nsid w:val="50D96BA2"/>
    <w:multiLevelType w:val="hybridMultilevel"/>
    <w:tmpl w:val="40EE6232"/>
    <w:lvl w:ilvl="0" w:tplc="9EAE078E">
      <w:start w:val="1"/>
      <w:numFmt w:val="lowerLetter"/>
      <w:lvlText w:val="%1)"/>
      <w:lvlJc w:val="left"/>
      <w:pPr>
        <w:ind w:left="1097" w:hanging="360"/>
      </w:pPr>
      <w:rPr>
        <w:rFonts w:eastAsia="Times New Roman"/>
        <w:sz w:val="20"/>
      </w:rPr>
    </w:lvl>
    <w:lvl w:ilvl="1" w:tplc="04050019">
      <w:start w:val="1"/>
      <w:numFmt w:val="lowerLetter"/>
      <w:lvlText w:val="%2."/>
      <w:lvlJc w:val="left"/>
      <w:pPr>
        <w:ind w:left="1817" w:hanging="360"/>
      </w:pPr>
    </w:lvl>
    <w:lvl w:ilvl="2" w:tplc="0405001B">
      <w:start w:val="1"/>
      <w:numFmt w:val="lowerRoman"/>
      <w:lvlText w:val="%3."/>
      <w:lvlJc w:val="right"/>
      <w:pPr>
        <w:ind w:left="2537" w:hanging="180"/>
      </w:pPr>
    </w:lvl>
    <w:lvl w:ilvl="3" w:tplc="0405000F">
      <w:start w:val="1"/>
      <w:numFmt w:val="decimal"/>
      <w:lvlText w:val="%4."/>
      <w:lvlJc w:val="left"/>
      <w:pPr>
        <w:ind w:left="3257" w:hanging="360"/>
      </w:pPr>
    </w:lvl>
    <w:lvl w:ilvl="4" w:tplc="04050019">
      <w:start w:val="1"/>
      <w:numFmt w:val="lowerLetter"/>
      <w:lvlText w:val="%5."/>
      <w:lvlJc w:val="left"/>
      <w:pPr>
        <w:ind w:left="3977" w:hanging="360"/>
      </w:pPr>
    </w:lvl>
    <w:lvl w:ilvl="5" w:tplc="0405001B">
      <w:start w:val="1"/>
      <w:numFmt w:val="lowerRoman"/>
      <w:lvlText w:val="%6."/>
      <w:lvlJc w:val="right"/>
      <w:pPr>
        <w:ind w:left="4697" w:hanging="180"/>
      </w:pPr>
    </w:lvl>
    <w:lvl w:ilvl="6" w:tplc="0405000F">
      <w:start w:val="1"/>
      <w:numFmt w:val="decimal"/>
      <w:lvlText w:val="%7."/>
      <w:lvlJc w:val="left"/>
      <w:pPr>
        <w:ind w:left="5417" w:hanging="360"/>
      </w:pPr>
    </w:lvl>
    <w:lvl w:ilvl="7" w:tplc="04050019">
      <w:start w:val="1"/>
      <w:numFmt w:val="lowerLetter"/>
      <w:lvlText w:val="%8."/>
      <w:lvlJc w:val="left"/>
      <w:pPr>
        <w:ind w:left="6137" w:hanging="360"/>
      </w:pPr>
    </w:lvl>
    <w:lvl w:ilvl="8" w:tplc="0405001B">
      <w:start w:val="1"/>
      <w:numFmt w:val="lowerRoman"/>
      <w:lvlText w:val="%9."/>
      <w:lvlJc w:val="right"/>
      <w:pPr>
        <w:ind w:left="6857" w:hanging="180"/>
      </w:pPr>
    </w:lvl>
  </w:abstractNum>
  <w:abstractNum w:abstractNumId="11" w15:restartNumberingAfterBreak="0">
    <w:nsid w:val="54AE6858"/>
    <w:multiLevelType w:val="multilevel"/>
    <w:tmpl w:val="20BAE7C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lvlText w:val="(%4)"/>
      <w:lvlJc w:val="left"/>
      <w:pPr>
        <w:tabs>
          <w:tab w:val="num" w:pos="2041"/>
        </w:tabs>
        <w:ind w:left="2041" w:hanging="340"/>
      </w:pPr>
      <w:rPr>
        <w:rFonts w:hint="default"/>
      </w:rPr>
    </w:lvl>
    <w:lvl w:ilvl="4">
      <w:start w:val="1"/>
      <w:numFmt w:val="lowerRoman"/>
      <w:pStyle w:val="Odstavec1-4i"/>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67E622F5"/>
    <w:multiLevelType w:val="hybridMultilevel"/>
    <w:tmpl w:val="6F78D668"/>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4"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79532ECE"/>
    <w:multiLevelType w:val="hybridMultilevel"/>
    <w:tmpl w:val="737267FC"/>
    <w:lvl w:ilvl="0" w:tplc="252ED9F0">
      <w:start w:val="1"/>
      <w:numFmt w:val="lowerLetter"/>
      <w:pStyle w:val="Odstavec1-4a"/>
      <w:lvlText w:val="%1)"/>
      <w:lvlJc w:val="left"/>
      <w:pPr>
        <w:ind w:left="1814" w:hanging="340"/>
      </w:pPr>
      <w:rPr>
        <w:rFonts w:hint="default"/>
      </w:rPr>
    </w:lvl>
    <w:lvl w:ilvl="1" w:tplc="04050019" w:tentative="1">
      <w:start w:val="1"/>
      <w:numFmt w:val="lowerLetter"/>
      <w:lvlText w:val="%2."/>
      <w:lvlJc w:val="left"/>
      <w:pPr>
        <w:ind w:left="3141" w:hanging="360"/>
      </w:pPr>
    </w:lvl>
    <w:lvl w:ilvl="2" w:tplc="0405001B" w:tentative="1">
      <w:start w:val="1"/>
      <w:numFmt w:val="lowerRoman"/>
      <w:lvlText w:val="%3."/>
      <w:lvlJc w:val="right"/>
      <w:pPr>
        <w:ind w:left="3861" w:hanging="180"/>
      </w:pPr>
    </w:lvl>
    <w:lvl w:ilvl="3" w:tplc="0405000F" w:tentative="1">
      <w:start w:val="1"/>
      <w:numFmt w:val="decimal"/>
      <w:lvlText w:val="%4."/>
      <w:lvlJc w:val="left"/>
      <w:pPr>
        <w:ind w:left="4581" w:hanging="360"/>
      </w:pPr>
    </w:lvl>
    <w:lvl w:ilvl="4" w:tplc="04050019" w:tentative="1">
      <w:start w:val="1"/>
      <w:numFmt w:val="lowerLetter"/>
      <w:lvlText w:val="%5."/>
      <w:lvlJc w:val="left"/>
      <w:pPr>
        <w:ind w:left="5301" w:hanging="360"/>
      </w:pPr>
    </w:lvl>
    <w:lvl w:ilvl="5" w:tplc="0405001B" w:tentative="1">
      <w:start w:val="1"/>
      <w:numFmt w:val="lowerRoman"/>
      <w:lvlText w:val="%6."/>
      <w:lvlJc w:val="right"/>
      <w:pPr>
        <w:ind w:left="6021" w:hanging="180"/>
      </w:pPr>
    </w:lvl>
    <w:lvl w:ilvl="6" w:tplc="0405000F" w:tentative="1">
      <w:start w:val="1"/>
      <w:numFmt w:val="decimal"/>
      <w:lvlText w:val="%7."/>
      <w:lvlJc w:val="left"/>
      <w:pPr>
        <w:ind w:left="6741" w:hanging="360"/>
      </w:pPr>
    </w:lvl>
    <w:lvl w:ilvl="7" w:tplc="04050019" w:tentative="1">
      <w:start w:val="1"/>
      <w:numFmt w:val="lowerLetter"/>
      <w:lvlText w:val="%8."/>
      <w:lvlJc w:val="left"/>
      <w:pPr>
        <w:ind w:left="7461" w:hanging="360"/>
      </w:pPr>
    </w:lvl>
    <w:lvl w:ilvl="8" w:tplc="0405001B" w:tentative="1">
      <w:start w:val="1"/>
      <w:numFmt w:val="lowerRoman"/>
      <w:lvlText w:val="%9."/>
      <w:lvlJc w:val="right"/>
      <w:pPr>
        <w:ind w:left="8181" w:hanging="180"/>
      </w:pPr>
    </w:lvl>
  </w:abstractNum>
  <w:abstractNum w:abstractNumId="16" w15:restartNumberingAfterBreak="0">
    <w:nsid w:val="7BEA04B0"/>
    <w:multiLevelType w:val="hybridMultilevel"/>
    <w:tmpl w:val="7494B26C"/>
    <w:lvl w:ilvl="0" w:tplc="5A0875FE">
      <w:start w:val="1"/>
      <w:numFmt w:val="lowerLetter"/>
      <w:lvlText w:val="%1)"/>
      <w:lvlJc w:val="left"/>
      <w:pPr>
        <w:ind w:left="1814" w:hanging="340"/>
      </w:pPr>
      <w:rPr>
        <w:rFonts w:asciiTheme="minorHAnsi" w:hAnsiTheme="minorHAnsi" w:hint="default"/>
        <w:b w:val="0"/>
        <w:sz w:val="18"/>
        <w:szCs w:val="18"/>
      </w:rPr>
    </w:lvl>
    <w:lvl w:ilvl="1" w:tplc="04050019" w:tentative="1">
      <w:start w:val="1"/>
      <w:numFmt w:val="lowerLetter"/>
      <w:lvlText w:val="%2."/>
      <w:lvlJc w:val="left"/>
      <w:pPr>
        <w:ind w:left="2781" w:hanging="360"/>
      </w:pPr>
    </w:lvl>
    <w:lvl w:ilvl="2" w:tplc="0405001B" w:tentative="1">
      <w:start w:val="1"/>
      <w:numFmt w:val="lowerRoman"/>
      <w:lvlText w:val="%3."/>
      <w:lvlJc w:val="right"/>
      <w:pPr>
        <w:ind w:left="3501" w:hanging="180"/>
      </w:pPr>
    </w:lvl>
    <w:lvl w:ilvl="3" w:tplc="0405000F" w:tentative="1">
      <w:start w:val="1"/>
      <w:numFmt w:val="decimal"/>
      <w:lvlText w:val="%4."/>
      <w:lvlJc w:val="left"/>
      <w:pPr>
        <w:ind w:left="4221" w:hanging="360"/>
      </w:pPr>
    </w:lvl>
    <w:lvl w:ilvl="4" w:tplc="04050019" w:tentative="1">
      <w:start w:val="1"/>
      <w:numFmt w:val="lowerLetter"/>
      <w:lvlText w:val="%5."/>
      <w:lvlJc w:val="left"/>
      <w:pPr>
        <w:ind w:left="4941" w:hanging="360"/>
      </w:pPr>
    </w:lvl>
    <w:lvl w:ilvl="5" w:tplc="0405001B" w:tentative="1">
      <w:start w:val="1"/>
      <w:numFmt w:val="lowerRoman"/>
      <w:lvlText w:val="%6."/>
      <w:lvlJc w:val="right"/>
      <w:pPr>
        <w:ind w:left="5661" w:hanging="180"/>
      </w:pPr>
    </w:lvl>
    <w:lvl w:ilvl="6" w:tplc="0405000F" w:tentative="1">
      <w:start w:val="1"/>
      <w:numFmt w:val="decimal"/>
      <w:lvlText w:val="%7."/>
      <w:lvlJc w:val="left"/>
      <w:pPr>
        <w:ind w:left="6381" w:hanging="360"/>
      </w:pPr>
    </w:lvl>
    <w:lvl w:ilvl="7" w:tplc="04050019" w:tentative="1">
      <w:start w:val="1"/>
      <w:numFmt w:val="lowerLetter"/>
      <w:lvlText w:val="%8."/>
      <w:lvlJc w:val="left"/>
      <w:pPr>
        <w:ind w:left="7101" w:hanging="360"/>
      </w:pPr>
    </w:lvl>
    <w:lvl w:ilvl="8" w:tplc="0405001B" w:tentative="1">
      <w:start w:val="1"/>
      <w:numFmt w:val="lowerRoman"/>
      <w:lvlText w:val="%9."/>
      <w:lvlJc w:val="right"/>
      <w:pPr>
        <w:ind w:left="7821" w:hanging="180"/>
      </w:pPr>
    </w:lvl>
  </w:abstractNum>
  <w:num w:numId="1" w16cid:durableId="2112818623">
    <w:abstractNumId w:val="4"/>
  </w:num>
  <w:num w:numId="2" w16cid:durableId="1744907330">
    <w:abstractNumId w:val="1"/>
  </w:num>
  <w:num w:numId="3" w16cid:durableId="118227658">
    <w:abstractNumId w:val="13"/>
  </w:num>
  <w:num w:numId="4" w16cid:durableId="65613310">
    <w:abstractNumId w:val="5"/>
  </w:num>
  <w:num w:numId="5" w16cid:durableId="1847555692">
    <w:abstractNumId w:val="0"/>
  </w:num>
  <w:num w:numId="6" w16cid:durableId="648286686">
    <w:abstractNumId w:val="6"/>
  </w:num>
  <w:num w:numId="7" w16cid:durableId="418990382">
    <w:abstractNumId w:val="11"/>
  </w:num>
  <w:num w:numId="8" w16cid:durableId="1500660390">
    <w:abstractNumId w:val="12"/>
  </w:num>
  <w:num w:numId="9" w16cid:durableId="962348580">
    <w:abstractNumId w:val="0"/>
  </w:num>
  <w:num w:numId="10" w16cid:durableId="1341079373">
    <w:abstractNumId w:val="3"/>
  </w:num>
  <w:num w:numId="11" w16cid:durableId="37433316">
    <w:abstractNumId w:val="14"/>
  </w:num>
  <w:num w:numId="12" w16cid:durableId="123928936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11190215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61882947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312516253">
    <w:abstractNumId w:val="7"/>
  </w:num>
  <w:num w:numId="16" w16cid:durableId="913126986">
    <w:abstractNumId w:val="0"/>
  </w:num>
  <w:num w:numId="17" w16cid:durableId="361326671">
    <w:abstractNumId w:val="10"/>
  </w:num>
  <w:num w:numId="18" w16cid:durableId="1265764500">
    <w:abstractNumId w:val="15"/>
  </w:num>
  <w:num w:numId="19" w16cid:durableId="194788465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346201699">
    <w:abstractNumId w:val="16"/>
  </w:num>
  <w:num w:numId="21" w16cid:durableId="2119257793">
    <w:abstractNumId w:val="16"/>
    <w:lvlOverride w:ilvl="0">
      <w:startOverride w:val="1"/>
    </w:lvlOverride>
  </w:num>
  <w:num w:numId="22" w16cid:durableId="1122500636">
    <w:abstractNumId w:val="8"/>
  </w:num>
  <w:num w:numId="23" w16cid:durableId="1334996129">
    <w:abstractNumId w:val="9"/>
  </w:num>
  <w:num w:numId="24" w16cid:durableId="433794245">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0C01"/>
    <w:rsid w:val="0000450D"/>
    <w:rsid w:val="000048BC"/>
    <w:rsid w:val="00017F3C"/>
    <w:rsid w:val="00020257"/>
    <w:rsid w:val="00031538"/>
    <w:rsid w:val="000352AE"/>
    <w:rsid w:val="00036CED"/>
    <w:rsid w:val="000419BD"/>
    <w:rsid w:val="00041EC8"/>
    <w:rsid w:val="00042A7E"/>
    <w:rsid w:val="00060C31"/>
    <w:rsid w:val="000620A4"/>
    <w:rsid w:val="0006588D"/>
    <w:rsid w:val="00067A5E"/>
    <w:rsid w:val="000719BB"/>
    <w:rsid w:val="00072A65"/>
    <w:rsid w:val="00072C1E"/>
    <w:rsid w:val="000740F6"/>
    <w:rsid w:val="0007452F"/>
    <w:rsid w:val="0008410C"/>
    <w:rsid w:val="000841E0"/>
    <w:rsid w:val="00086EA4"/>
    <w:rsid w:val="000B0C01"/>
    <w:rsid w:val="000B4EB8"/>
    <w:rsid w:val="000B7860"/>
    <w:rsid w:val="000C1CDF"/>
    <w:rsid w:val="000C41F2"/>
    <w:rsid w:val="000D22C4"/>
    <w:rsid w:val="000D27D1"/>
    <w:rsid w:val="000E1A7F"/>
    <w:rsid w:val="000E1C44"/>
    <w:rsid w:val="000E2ED0"/>
    <w:rsid w:val="000E7A7F"/>
    <w:rsid w:val="000F18F2"/>
    <w:rsid w:val="00112864"/>
    <w:rsid w:val="00114472"/>
    <w:rsid w:val="00114988"/>
    <w:rsid w:val="00115069"/>
    <w:rsid w:val="001150F2"/>
    <w:rsid w:val="00124751"/>
    <w:rsid w:val="00130470"/>
    <w:rsid w:val="00130C53"/>
    <w:rsid w:val="00134C6D"/>
    <w:rsid w:val="0013670D"/>
    <w:rsid w:val="00143EC0"/>
    <w:rsid w:val="00153D4D"/>
    <w:rsid w:val="00160F0B"/>
    <w:rsid w:val="00162BC0"/>
    <w:rsid w:val="001656A2"/>
    <w:rsid w:val="00165977"/>
    <w:rsid w:val="00170EC5"/>
    <w:rsid w:val="0017152F"/>
    <w:rsid w:val="0017282C"/>
    <w:rsid w:val="00174755"/>
    <w:rsid w:val="001747C1"/>
    <w:rsid w:val="00176567"/>
    <w:rsid w:val="00177D6B"/>
    <w:rsid w:val="0018771B"/>
    <w:rsid w:val="00190C8D"/>
    <w:rsid w:val="00191AFC"/>
    <w:rsid w:val="00191F90"/>
    <w:rsid w:val="0019301D"/>
    <w:rsid w:val="001977A2"/>
    <w:rsid w:val="001A2701"/>
    <w:rsid w:val="001A5B98"/>
    <w:rsid w:val="001B4800"/>
    <w:rsid w:val="001B4E74"/>
    <w:rsid w:val="001C61BC"/>
    <w:rsid w:val="001C645F"/>
    <w:rsid w:val="001D22D7"/>
    <w:rsid w:val="001D60FF"/>
    <w:rsid w:val="001E1D91"/>
    <w:rsid w:val="001E678E"/>
    <w:rsid w:val="001E7175"/>
    <w:rsid w:val="001F1C35"/>
    <w:rsid w:val="002038D5"/>
    <w:rsid w:val="002071BB"/>
    <w:rsid w:val="00207DF5"/>
    <w:rsid w:val="002168B7"/>
    <w:rsid w:val="00223CF0"/>
    <w:rsid w:val="0022584E"/>
    <w:rsid w:val="00236D4F"/>
    <w:rsid w:val="00236DCC"/>
    <w:rsid w:val="00240B81"/>
    <w:rsid w:val="002423E1"/>
    <w:rsid w:val="00247CC4"/>
    <w:rsid w:val="00247D01"/>
    <w:rsid w:val="002516BE"/>
    <w:rsid w:val="00253646"/>
    <w:rsid w:val="00253CBA"/>
    <w:rsid w:val="00254815"/>
    <w:rsid w:val="0026080D"/>
    <w:rsid w:val="00261A5B"/>
    <w:rsid w:val="00262E5B"/>
    <w:rsid w:val="00264215"/>
    <w:rsid w:val="00276AFE"/>
    <w:rsid w:val="00277C7C"/>
    <w:rsid w:val="00280028"/>
    <w:rsid w:val="00286AD1"/>
    <w:rsid w:val="0029222F"/>
    <w:rsid w:val="002A3B57"/>
    <w:rsid w:val="002A5468"/>
    <w:rsid w:val="002B4506"/>
    <w:rsid w:val="002B6114"/>
    <w:rsid w:val="002C31BF"/>
    <w:rsid w:val="002D29F2"/>
    <w:rsid w:val="002D648A"/>
    <w:rsid w:val="002D7FD6"/>
    <w:rsid w:val="002E0CD7"/>
    <w:rsid w:val="002E0CFB"/>
    <w:rsid w:val="002E1771"/>
    <w:rsid w:val="002E325D"/>
    <w:rsid w:val="002E3C62"/>
    <w:rsid w:val="002E5C7B"/>
    <w:rsid w:val="002E6478"/>
    <w:rsid w:val="002F4333"/>
    <w:rsid w:val="0030059C"/>
    <w:rsid w:val="00301B36"/>
    <w:rsid w:val="003139F9"/>
    <w:rsid w:val="00315C27"/>
    <w:rsid w:val="00327EEF"/>
    <w:rsid w:val="0033239F"/>
    <w:rsid w:val="0033304E"/>
    <w:rsid w:val="00335223"/>
    <w:rsid w:val="0034274B"/>
    <w:rsid w:val="00347085"/>
    <w:rsid w:val="0034719F"/>
    <w:rsid w:val="00350A35"/>
    <w:rsid w:val="003571D8"/>
    <w:rsid w:val="00357BC6"/>
    <w:rsid w:val="00361422"/>
    <w:rsid w:val="00361C17"/>
    <w:rsid w:val="0036325E"/>
    <w:rsid w:val="00370364"/>
    <w:rsid w:val="003739DD"/>
    <w:rsid w:val="0037545D"/>
    <w:rsid w:val="00376B87"/>
    <w:rsid w:val="00377DAB"/>
    <w:rsid w:val="00381EFC"/>
    <w:rsid w:val="003823C7"/>
    <w:rsid w:val="00392910"/>
    <w:rsid w:val="00392EB6"/>
    <w:rsid w:val="003956C6"/>
    <w:rsid w:val="003A0802"/>
    <w:rsid w:val="003A197F"/>
    <w:rsid w:val="003B13EE"/>
    <w:rsid w:val="003B5E09"/>
    <w:rsid w:val="003C0F2C"/>
    <w:rsid w:val="003C1345"/>
    <w:rsid w:val="003C33F2"/>
    <w:rsid w:val="003D178E"/>
    <w:rsid w:val="003D3B3E"/>
    <w:rsid w:val="003D439E"/>
    <w:rsid w:val="003D733B"/>
    <w:rsid w:val="003D7408"/>
    <w:rsid w:val="003D756E"/>
    <w:rsid w:val="003E34BE"/>
    <w:rsid w:val="003E420D"/>
    <w:rsid w:val="003E4C13"/>
    <w:rsid w:val="003E63D8"/>
    <w:rsid w:val="003F5723"/>
    <w:rsid w:val="00401D2F"/>
    <w:rsid w:val="00402B45"/>
    <w:rsid w:val="0040482B"/>
    <w:rsid w:val="00406C51"/>
    <w:rsid w:val="004078F3"/>
    <w:rsid w:val="00417DF5"/>
    <w:rsid w:val="00427596"/>
    <w:rsid w:val="00427794"/>
    <w:rsid w:val="00433CD6"/>
    <w:rsid w:val="00437993"/>
    <w:rsid w:val="00440684"/>
    <w:rsid w:val="00443525"/>
    <w:rsid w:val="004436EE"/>
    <w:rsid w:val="004500D2"/>
    <w:rsid w:val="00450F07"/>
    <w:rsid w:val="00453CD3"/>
    <w:rsid w:val="0046002F"/>
    <w:rsid w:val="00460660"/>
    <w:rsid w:val="00460964"/>
    <w:rsid w:val="00461526"/>
    <w:rsid w:val="00464BA9"/>
    <w:rsid w:val="00467000"/>
    <w:rsid w:val="0047019B"/>
    <w:rsid w:val="00473848"/>
    <w:rsid w:val="004806B8"/>
    <w:rsid w:val="00483969"/>
    <w:rsid w:val="00486107"/>
    <w:rsid w:val="00490358"/>
    <w:rsid w:val="00490561"/>
    <w:rsid w:val="00491827"/>
    <w:rsid w:val="004A2564"/>
    <w:rsid w:val="004B05A9"/>
    <w:rsid w:val="004C2138"/>
    <w:rsid w:val="004C4399"/>
    <w:rsid w:val="004C5F36"/>
    <w:rsid w:val="004C787C"/>
    <w:rsid w:val="004D09FB"/>
    <w:rsid w:val="004D7138"/>
    <w:rsid w:val="004D796D"/>
    <w:rsid w:val="004E1D1A"/>
    <w:rsid w:val="004E62E9"/>
    <w:rsid w:val="004E7A1F"/>
    <w:rsid w:val="004F4B9B"/>
    <w:rsid w:val="004F5564"/>
    <w:rsid w:val="004F703B"/>
    <w:rsid w:val="00502690"/>
    <w:rsid w:val="0050508B"/>
    <w:rsid w:val="005060E6"/>
    <w:rsid w:val="0050666E"/>
    <w:rsid w:val="00506DE0"/>
    <w:rsid w:val="00511AB9"/>
    <w:rsid w:val="00515521"/>
    <w:rsid w:val="00517090"/>
    <w:rsid w:val="00523BB5"/>
    <w:rsid w:val="00523EA7"/>
    <w:rsid w:val="005328CA"/>
    <w:rsid w:val="00533541"/>
    <w:rsid w:val="00535F7C"/>
    <w:rsid w:val="005406EB"/>
    <w:rsid w:val="00541324"/>
    <w:rsid w:val="00551AB5"/>
    <w:rsid w:val="00553375"/>
    <w:rsid w:val="005535F8"/>
    <w:rsid w:val="00555884"/>
    <w:rsid w:val="00570648"/>
    <w:rsid w:val="00571513"/>
    <w:rsid w:val="005720B0"/>
    <w:rsid w:val="005736B7"/>
    <w:rsid w:val="00575E5A"/>
    <w:rsid w:val="00580245"/>
    <w:rsid w:val="00581F15"/>
    <w:rsid w:val="005871F2"/>
    <w:rsid w:val="005877A3"/>
    <w:rsid w:val="005923F7"/>
    <w:rsid w:val="005A150D"/>
    <w:rsid w:val="005A1F44"/>
    <w:rsid w:val="005A2756"/>
    <w:rsid w:val="005A3013"/>
    <w:rsid w:val="005B116E"/>
    <w:rsid w:val="005B21D4"/>
    <w:rsid w:val="005D3A62"/>
    <w:rsid w:val="005D3C39"/>
    <w:rsid w:val="005D3D1B"/>
    <w:rsid w:val="005F4C6E"/>
    <w:rsid w:val="005F772B"/>
    <w:rsid w:val="005F7A77"/>
    <w:rsid w:val="00601A8C"/>
    <w:rsid w:val="00602DAE"/>
    <w:rsid w:val="0061068E"/>
    <w:rsid w:val="006115D3"/>
    <w:rsid w:val="00611DDF"/>
    <w:rsid w:val="00612107"/>
    <w:rsid w:val="00617572"/>
    <w:rsid w:val="006217CD"/>
    <w:rsid w:val="006301A3"/>
    <w:rsid w:val="00635032"/>
    <w:rsid w:val="00643F79"/>
    <w:rsid w:val="00644B90"/>
    <w:rsid w:val="00644E0F"/>
    <w:rsid w:val="0065600E"/>
    <w:rsid w:val="0065610E"/>
    <w:rsid w:val="006576AF"/>
    <w:rsid w:val="00660AD3"/>
    <w:rsid w:val="006768B3"/>
    <w:rsid w:val="006776B6"/>
    <w:rsid w:val="00683C2A"/>
    <w:rsid w:val="00684568"/>
    <w:rsid w:val="006904DA"/>
    <w:rsid w:val="006923FD"/>
    <w:rsid w:val="00693150"/>
    <w:rsid w:val="006961DD"/>
    <w:rsid w:val="006A5570"/>
    <w:rsid w:val="006A57A4"/>
    <w:rsid w:val="006A67D6"/>
    <w:rsid w:val="006A689C"/>
    <w:rsid w:val="006A720F"/>
    <w:rsid w:val="006B0921"/>
    <w:rsid w:val="006B1FA1"/>
    <w:rsid w:val="006B27CC"/>
    <w:rsid w:val="006B3D79"/>
    <w:rsid w:val="006B6FE4"/>
    <w:rsid w:val="006C2343"/>
    <w:rsid w:val="006C442A"/>
    <w:rsid w:val="006C5357"/>
    <w:rsid w:val="006D3D66"/>
    <w:rsid w:val="006E0578"/>
    <w:rsid w:val="006E0B06"/>
    <w:rsid w:val="006E314D"/>
    <w:rsid w:val="006F56B7"/>
    <w:rsid w:val="006F6E10"/>
    <w:rsid w:val="00707200"/>
    <w:rsid w:val="00710723"/>
    <w:rsid w:val="007145F3"/>
    <w:rsid w:val="00723ED1"/>
    <w:rsid w:val="007271F6"/>
    <w:rsid w:val="00737342"/>
    <w:rsid w:val="00740AF5"/>
    <w:rsid w:val="00743525"/>
    <w:rsid w:val="00744076"/>
    <w:rsid w:val="007500E5"/>
    <w:rsid w:val="0075096D"/>
    <w:rsid w:val="007541A2"/>
    <w:rsid w:val="00755818"/>
    <w:rsid w:val="00760192"/>
    <w:rsid w:val="007616C2"/>
    <w:rsid w:val="0076286B"/>
    <w:rsid w:val="00762873"/>
    <w:rsid w:val="00763A7D"/>
    <w:rsid w:val="007657D8"/>
    <w:rsid w:val="00766846"/>
    <w:rsid w:val="00767E38"/>
    <w:rsid w:val="00772956"/>
    <w:rsid w:val="0077673A"/>
    <w:rsid w:val="007778CF"/>
    <w:rsid w:val="007846E1"/>
    <w:rsid w:val="007847D6"/>
    <w:rsid w:val="00786062"/>
    <w:rsid w:val="007A36FA"/>
    <w:rsid w:val="007A5172"/>
    <w:rsid w:val="007A567D"/>
    <w:rsid w:val="007A67A0"/>
    <w:rsid w:val="007A6974"/>
    <w:rsid w:val="007B02C9"/>
    <w:rsid w:val="007B1D50"/>
    <w:rsid w:val="007B570C"/>
    <w:rsid w:val="007B6EFE"/>
    <w:rsid w:val="007C2915"/>
    <w:rsid w:val="007C7C99"/>
    <w:rsid w:val="007D35BF"/>
    <w:rsid w:val="007E4A6E"/>
    <w:rsid w:val="007F22CD"/>
    <w:rsid w:val="007F56A7"/>
    <w:rsid w:val="00800851"/>
    <w:rsid w:val="008063CD"/>
    <w:rsid w:val="00807DD0"/>
    <w:rsid w:val="00820A67"/>
    <w:rsid w:val="00821D01"/>
    <w:rsid w:val="00826B7B"/>
    <w:rsid w:val="00843652"/>
    <w:rsid w:val="008460BC"/>
    <w:rsid w:val="00846413"/>
    <w:rsid w:val="00846789"/>
    <w:rsid w:val="0085130B"/>
    <w:rsid w:val="008615CC"/>
    <w:rsid w:val="00866994"/>
    <w:rsid w:val="00871624"/>
    <w:rsid w:val="00884510"/>
    <w:rsid w:val="00885005"/>
    <w:rsid w:val="0088733A"/>
    <w:rsid w:val="00891E0A"/>
    <w:rsid w:val="00897796"/>
    <w:rsid w:val="008A3568"/>
    <w:rsid w:val="008A469E"/>
    <w:rsid w:val="008A4D1B"/>
    <w:rsid w:val="008B64CA"/>
    <w:rsid w:val="008C3942"/>
    <w:rsid w:val="008C50F3"/>
    <w:rsid w:val="008C5A2E"/>
    <w:rsid w:val="008C7AC3"/>
    <w:rsid w:val="008C7EFE"/>
    <w:rsid w:val="008D03B9"/>
    <w:rsid w:val="008D30C7"/>
    <w:rsid w:val="008D7E3C"/>
    <w:rsid w:val="008E14BE"/>
    <w:rsid w:val="008E1AFC"/>
    <w:rsid w:val="008F18D6"/>
    <w:rsid w:val="008F2C9B"/>
    <w:rsid w:val="008F649D"/>
    <w:rsid w:val="008F797B"/>
    <w:rsid w:val="009004A2"/>
    <w:rsid w:val="009014C3"/>
    <w:rsid w:val="00904780"/>
    <w:rsid w:val="0090635B"/>
    <w:rsid w:val="009150E7"/>
    <w:rsid w:val="00916F55"/>
    <w:rsid w:val="00922385"/>
    <w:rsid w:val="009223DF"/>
    <w:rsid w:val="009227F1"/>
    <w:rsid w:val="00922F15"/>
    <w:rsid w:val="00926437"/>
    <w:rsid w:val="009265EE"/>
    <w:rsid w:val="009318A0"/>
    <w:rsid w:val="00936091"/>
    <w:rsid w:val="00940D8A"/>
    <w:rsid w:val="0094122D"/>
    <w:rsid w:val="0094164F"/>
    <w:rsid w:val="00945856"/>
    <w:rsid w:val="00953CA1"/>
    <w:rsid w:val="009576F5"/>
    <w:rsid w:val="00960E25"/>
    <w:rsid w:val="00962258"/>
    <w:rsid w:val="009626C4"/>
    <w:rsid w:val="00964369"/>
    <w:rsid w:val="009678B7"/>
    <w:rsid w:val="00974329"/>
    <w:rsid w:val="0099122E"/>
    <w:rsid w:val="00992D9C"/>
    <w:rsid w:val="00996CB8"/>
    <w:rsid w:val="009A1B92"/>
    <w:rsid w:val="009A4867"/>
    <w:rsid w:val="009B2E97"/>
    <w:rsid w:val="009B30A2"/>
    <w:rsid w:val="009B4201"/>
    <w:rsid w:val="009B5146"/>
    <w:rsid w:val="009C325E"/>
    <w:rsid w:val="009C418E"/>
    <w:rsid w:val="009C442C"/>
    <w:rsid w:val="009C4CC6"/>
    <w:rsid w:val="009D1FF9"/>
    <w:rsid w:val="009E07F4"/>
    <w:rsid w:val="009F0867"/>
    <w:rsid w:val="009F309B"/>
    <w:rsid w:val="009F33C6"/>
    <w:rsid w:val="009F392E"/>
    <w:rsid w:val="009F53C5"/>
    <w:rsid w:val="009F638B"/>
    <w:rsid w:val="00A0740E"/>
    <w:rsid w:val="00A1053E"/>
    <w:rsid w:val="00A12290"/>
    <w:rsid w:val="00A1360B"/>
    <w:rsid w:val="00A206D3"/>
    <w:rsid w:val="00A21A01"/>
    <w:rsid w:val="00A21D8B"/>
    <w:rsid w:val="00A339F8"/>
    <w:rsid w:val="00A417CE"/>
    <w:rsid w:val="00A4687A"/>
    <w:rsid w:val="00A50641"/>
    <w:rsid w:val="00A51DBE"/>
    <w:rsid w:val="00A530BF"/>
    <w:rsid w:val="00A54282"/>
    <w:rsid w:val="00A573DD"/>
    <w:rsid w:val="00A60156"/>
    <w:rsid w:val="00A60801"/>
    <w:rsid w:val="00A6177B"/>
    <w:rsid w:val="00A66136"/>
    <w:rsid w:val="00A71189"/>
    <w:rsid w:val="00A7364A"/>
    <w:rsid w:val="00A747C5"/>
    <w:rsid w:val="00A74DCC"/>
    <w:rsid w:val="00A753ED"/>
    <w:rsid w:val="00A75BED"/>
    <w:rsid w:val="00A77512"/>
    <w:rsid w:val="00A802FD"/>
    <w:rsid w:val="00A83A77"/>
    <w:rsid w:val="00A84D0E"/>
    <w:rsid w:val="00A93682"/>
    <w:rsid w:val="00A94351"/>
    <w:rsid w:val="00A94C2F"/>
    <w:rsid w:val="00A95777"/>
    <w:rsid w:val="00AA09CD"/>
    <w:rsid w:val="00AA4CBB"/>
    <w:rsid w:val="00AA58FF"/>
    <w:rsid w:val="00AA65FA"/>
    <w:rsid w:val="00AA7351"/>
    <w:rsid w:val="00AA7AB8"/>
    <w:rsid w:val="00AB4CA4"/>
    <w:rsid w:val="00AC42A5"/>
    <w:rsid w:val="00AC5D68"/>
    <w:rsid w:val="00AD056F"/>
    <w:rsid w:val="00AD0C7B"/>
    <w:rsid w:val="00AD5F1A"/>
    <w:rsid w:val="00AD6731"/>
    <w:rsid w:val="00AE0304"/>
    <w:rsid w:val="00AE0EB4"/>
    <w:rsid w:val="00AE2FF8"/>
    <w:rsid w:val="00AE3F77"/>
    <w:rsid w:val="00AF4393"/>
    <w:rsid w:val="00AF6A69"/>
    <w:rsid w:val="00B008D5"/>
    <w:rsid w:val="00B02F73"/>
    <w:rsid w:val="00B05B31"/>
    <w:rsid w:val="00B0619F"/>
    <w:rsid w:val="00B06D17"/>
    <w:rsid w:val="00B07D57"/>
    <w:rsid w:val="00B13A26"/>
    <w:rsid w:val="00B15D0D"/>
    <w:rsid w:val="00B16327"/>
    <w:rsid w:val="00B1772C"/>
    <w:rsid w:val="00B20201"/>
    <w:rsid w:val="00B20682"/>
    <w:rsid w:val="00B22106"/>
    <w:rsid w:val="00B2423B"/>
    <w:rsid w:val="00B3241B"/>
    <w:rsid w:val="00B32638"/>
    <w:rsid w:val="00B3350F"/>
    <w:rsid w:val="00B340C1"/>
    <w:rsid w:val="00B42F40"/>
    <w:rsid w:val="00B4362E"/>
    <w:rsid w:val="00B46B5C"/>
    <w:rsid w:val="00B46CA0"/>
    <w:rsid w:val="00B473C2"/>
    <w:rsid w:val="00B5171E"/>
    <w:rsid w:val="00B5431A"/>
    <w:rsid w:val="00B5547E"/>
    <w:rsid w:val="00B56001"/>
    <w:rsid w:val="00B56004"/>
    <w:rsid w:val="00B6272D"/>
    <w:rsid w:val="00B628A9"/>
    <w:rsid w:val="00B63F52"/>
    <w:rsid w:val="00B6658C"/>
    <w:rsid w:val="00B67A51"/>
    <w:rsid w:val="00B67AA0"/>
    <w:rsid w:val="00B72613"/>
    <w:rsid w:val="00B75EE1"/>
    <w:rsid w:val="00B77481"/>
    <w:rsid w:val="00B8518B"/>
    <w:rsid w:val="00B92ABC"/>
    <w:rsid w:val="00B96655"/>
    <w:rsid w:val="00B97CC3"/>
    <w:rsid w:val="00BA4547"/>
    <w:rsid w:val="00BA4C88"/>
    <w:rsid w:val="00BA5CBC"/>
    <w:rsid w:val="00BA5D63"/>
    <w:rsid w:val="00BB59BA"/>
    <w:rsid w:val="00BC06C4"/>
    <w:rsid w:val="00BC0A82"/>
    <w:rsid w:val="00BC322B"/>
    <w:rsid w:val="00BC36F2"/>
    <w:rsid w:val="00BC6927"/>
    <w:rsid w:val="00BD2689"/>
    <w:rsid w:val="00BD3773"/>
    <w:rsid w:val="00BD4B75"/>
    <w:rsid w:val="00BD6F42"/>
    <w:rsid w:val="00BD77D2"/>
    <w:rsid w:val="00BD7E91"/>
    <w:rsid w:val="00BD7F0D"/>
    <w:rsid w:val="00BE148C"/>
    <w:rsid w:val="00BE23C1"/>
    <w:rsid w:val="00BF78BD"/>
    <w:rsid w:val="00C01397"/>
    <w:rsid w:val="00C02D0A"/>
    <w:rsid w:val="00C03A6E"/>
    <w:rsid w:val="00C06EFF"/>
    <w:rsid w:val="00C11B44"/>
    <w:rsid w:val="00C22047"/>
    <w:rsid w:val="00C226C0"/>
    <w:rsid w:val="00C32027"/>
    <w:rsid w:val="00C37459"/>
    <w:rsid w:val="00C41F26"/>
    <w:rsid w:val="00C42FE6"/>
    <w:rsid w:val="00C44853"/>
    <w:rsid w:val="00C44F6A"/>
    <w:rsid w:val="00C45470"/>
    <w:rsid w:val="00C6198E"/>
    <w:rsid w:val="00C638C4"/>
    <w:rsid w:val="00C708EA"/>
    <w:rsid w:val="00C778A5"/>
    <w:rsid w:val="00C95162"/>
    <w:rsid w:val="00C95774"/>
    <w:rsid w:val="00C95FD4"/>
    <w:rsid w:val="00C97592"/>
    <w:rsid w:val="00CA0CC1"/>
    <w:rsid w:val="00CA4018"/>
    <w:rsid w:val="00CB0959"/>
    <w:rsid w:val="00CB4F6D"/>
    <w:rsid w:val="00CB5436"/>
    <w:rsid w:val="00CB6A37"/>
    <w:rsid w:val="00CB7684"/>
    <w:rsid w:val="00CB7C7D"/>
    <w:rsid w:val="00CC1B50"/>
    <w:rsid w:val="00CC7C8F"/>
    <w:rsid w:val="00CD1FC4"/>
    <w:rsid w:val="00CD7AE7"/>
    <w:rsid w:val="00CE079B"/>
    <w:rsid w:val="00CE6822"/>
    <w:rsid w:val="00D01608"/>
    <w:rsid w:val="00D034A0"/>
    <w:rsid w:val="00D0544F"/>
    <w:rsid w:val="00D0635A"/>
    <w:rsid w:val="00D108D9"/>
    <w:rsid w:val="00D136AB"/>
    <w:rsid w:val="00D16CD8"/>
    <w:rsid w:val="00D21061"/>
    <w:rsid w:val="00D4108E"/>
    <w:rsid w:val="00D4328E"/>
    <w:rsid w:val="00D5069C"/>
    <w:rsid w:val="00D540AD"/>
    <w:rsid w:val="00D54111"/>
    <w:rsid w:val="00D6163D"/>
    <w:rsid w:val="00D831A3"/>
    <w:rsid w:val="00D86E09"/>
    <w:rsid w:val="00D92B40"/>
    <w:rsid w:val="00D966CE"/>
    <w:rsid w:val="00D97BE3"/>
    <w:rsid w:val="00DA291A"/>
    <w:rsid w:val="00DA3711"/>
    <w:rsid w:val="00DA3B4C"/>
    <w:rsid w:val="00DA51D7"/>
    <w:rsid w:val="00DB2028"/>
    <w:rsid w:val="00DB3294"/>
    <w:rsid w:val="00DC46BC"/>
    <w:rsid w:val="00DD34D8"/>
    <w:rsid w:val="00DD37B7"/>
    <w:rsid w:val="00DD46F3"/>
    <w:rsid w:val="00DE05B9"/>
    <w:rsid w:val="00DE56F2"/>
    <w:rsid w:val="00DF0CB6"/>
    <w:rsid w:val="00DF116D"/>
    <w:rsid w:val="00DF2759"/>
    <w:rsid w:val="00E00BFB"/>
    <w:rsid w:val="00E05654"/>
    <w:rsid w:val="00E06576"/>
    <w:rsid w:val="00E10FF2"/>
    <w:rsid w:val="00E134B7"/>
    <w:rsid w:val="00E13D3A"/>
    <w:rsid w:val="00E14CAF"/>
    <w:rsid w:val="00E16FF7"/>
    <w:rsid w:val="00E21BED"/>
    <w:rsid w:val="00E26D68"/>
    <w:rsid w:val="00E32466"/>
    <w:rsid w:val="00E32F3B"/>
    <w:rsid w:val="00E35301"/>
    <w:rsid w:val="00E40E66"/>
    <w:rsid w:val="00E435EA"/>
    <w:rsid w:val="00E43F26"/>
    <w:rsid w:val="00E44045"/>
    <w:rsid w:val="00E454C8"/>
    <w:rsid w:val="00E54AD9"/>
    <w:rsid w:val="00E618C4"/>
    <w:rsid w:val="00E63A40"/>
    <w:rsid w:val="00E65433"/>
    <w:rsid w:val="00E7415D"/>
    <w:rsid w:val="00E82B86"/>
    <w:rsid w:val="00E84AF1"/>
    <w:rsid w:val="00E878EE"/>
    <w:rsid w:val="00E901A3"/>
    <w:rsid w:val="00E90890"/>
    <w:rsid w:val="00E91A89"/>
    <w:rsid w:val="00E97C1A"/>
    <w:rsid w:val="00EA0343"/>
    <w:rsid w:val="00EA585B"/>
    <w:rsid w:val="00EA6EC7"/>
    <w:rsid w:val="00EB104F"/>
    <w:rsid w:val="00EB46E5"/>
    <w:rsid w:val="00EC707C"/>
    <w:rsid w:val="00ED0187"/>
    <w:rsid w:val="00ED14BD"/>
    <w:rsid w:val="00ED5FDD"/>
    <w:rsid w:val="00EE0351"/>
    <w:rsid w:val="00EE0DE1"/>
    <w:rsid w:val="00EE42F2"/>
    <w:rsid w:val="00EF529C"/>
    <w:rsid w:val="00EF59BC"/>
    <w:rsid w:val="00EF7679"/>
    <w:rsid w:val="00F016C7"/>
    <w:rsid w:val="00F035CE"/>
    <w:rsid w:val="00F060B5"/>
    <w:rsid w:val="00F0665B"/>
    <w:rsid w:val="00F068E6"/>
    <w:rsid w:val="00F12DEC"/>
    <w:rsid w:val="00F1715C"/>
    <w:rsid w:val="00F178DF"/>
    <w:rsid w:val="00F20694"/>
    <w:rsid w:val="00F23E4D"/>
    <w:rsid w:val="00F25BB4"/>
    <w:rsid w:val="00F27CF8"/>
    <w:rsid w:val="00F302A1"/>
    <w:rsid w:val="00F310F8"/>
    <w:rsid w:val="00F3277F"/>
    <w:rsid w:val="00F35939"/>
    <w:rsid w:val="00F40DDA"/>
    <w:rsid w:val="00F422D3"/>
    <w:rsid w:val="00F42DAB"/>
    <w:rsid w:val="00F45607"/>
    <w:rsid w:val="00F4634A"/>
    <w:rsid w:val="00F46BF6"/>
    <w:rsid w:val="00F4722B"/>
    <w:rsid w:val="00F54432"/>
    <w:rsid w:val="00F568F9"/>
    <w:rsid w:val="00F579D3"/>
    <w:rsid w:val="00F659EB"/>
    <w:rsid w:val="00F66CA1"/>
    <w:rsid w:val="00F72657"/>
    <w:rsid w:val="00F746C8"/>
    <w:rsid w:val="00F762A8"/>
    <w:rsid w:val="00F811FE"/>
    <w:rsid w:val="00F85888"/>
    <w:rsid w:val="00F86BA6"/>
    <w:rsid w:val="00F905B1"/>
    <w:rsid w:val="00F95FBD"/>
    <w:rsid w:val="00F9740F"/>
    <w:rsid w:val="00FA6380"/>
    <w:rsid w:val="00FB1561"/>
    <w:rsid w:val="00FB17B9"/>
    <w:rsid w:val="00FB3523"/>
    <w:rsid w:val="00FB4272"/>
    <w:rsid w:val="00FB6342"/>
    <w:rsid w:val="00FC4E6E"/>
    <w:rsid w:val="00FC6389"/>
    <w:rsid w:val="00FD09CC"/>
    <w:rsid w:val="00FD36B8"/>
    <w:rsid w:val="00FD4C93"/>
    <w:rsid w:val="00FD6EBB"/>
    <w:rsid w:val="00FE6AEC"/>
    <w:rsid w:val="00FF2013"/>
    <w:rsid w:val="00FF32E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90426D1"/>
  <w14:defaultImageDpi w14:val="32767"/>
  <w15:docId w15:val="{3F5DBE7F-CFB9-4799-B02B-7E1C3C2863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C7C99"/>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253CB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253CB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253CB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253CB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253CB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253CB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253CB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253CB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253CB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53CBA"/>
    <w:pPr>
      <w:tabs>
        <w:tab w:val="center" w:pos="4536"/>
        <w:tab w:val="right" w:pos="9072"/>
      </w:tabs>
      <w:spacing w:after="0" w:line="240" w:lineRule="auto"/>
    </w:pPr>
  </w:style>
  <w:style w:type="character" w:customStyle="1" w:styleId="ZpatChar">
    <w:name w:val="Zápatí Char"/>
    <w:basedOn w:val="Standardnpsmoodstavce"/>
    <w:link w:val="Zpat"/>
    <w:uiPriority w:val="99"/>
    <w:rsid w:val="00253CBA"/>
    <w:rPr>
      <w:rFonts w:ascii="Verdana" w:hAnsi="Verdana"/>
      <w:sz w:val="20"/>
      <w:szCs w:val="20"/>
    </w:rPr>
  </w:style>
  <w:style w:type="character" w:customStyle="1" w:styleId="Nadpis1Char">
    <w:name w:val="Nadpis 1 Char"/>
    <w:basedOn w:val="Standardnpsmoodstavce"/>
    <w:link w:val="Nadpis1"/>
    <w:uiPriority w:val="9"/>
    <w:rsid w:val="00253CB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253CB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253CB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253CB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253CB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253CB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253CB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253CB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253CB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253CBA"/>
    <w:pPr>
      <w:spacing w:after="0" w:line="240" w:lineRule="auto"/>
    </w:pPr>
    <w:rPr>
      <w:rFonts w:ascii="Verdana" w:hAnsi="Verdana"/>
      <w:sz w:val="20"/>
      <w:szCs w:val="20"/>
    </w:rPr>
  </w:style>
  <w:style w:type="paragraph" w:styleId="Citt">
    <w:name w:val="Quote"/>
    <w:basedOn w:val="Normln"/>
    <w:next w:val="Normln"/>
    <w:link w:val="CittChar"/>
    <w:uiPriority w:val="29"/>
    <w:qFormat/>
    <w:rsid w:val="00253CBA"/>
    <w:rPr>
      <w:i/>
      <w:iCs/>
      <w:color w:val="000000" w:themeColor="text1"/>
    </w:rPr>
  </w:style>
  <w:style w:type="character" w:customStyle="1" w:styleId="CittChar">
    <w:name w:val="Citát Char"/>
    <w:basedOn w:val="Standardnpsmoodstavce"/>
    <w:link w:val="Citt"/>
    <w:uiPriority w:val="29"/>
    <w:rsid w:val="00253CB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253CB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53CB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253CB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253CB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253CB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253CB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253CB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253CB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253CB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253CB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253CB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ormln"/>
    <w:link w:val="Nadpis2-1Char"/>
    <w:qFormat/>
    <w:rsid w:val="009227F1"/>
    <w:pPr>
      <w:keepNext/>
      <w:numPr>
        <w:numId w:val="10"/>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9227F1"/>
    <w:pPr>
      <w:numPr>
        <w:ilvl w:val="1"/>
      </w:numPr>
      <w:spacing w:before="200"/>
      <w:outlineLvl w:val="1"/>
    </w:pPr>
    <w:rPr>
      <w:caps w:val="0"/>
      <w:sz w:val="20"/>
    </w:rPr>
  </w:style>
  <w:style w:type="character" w:customStyle="1" w:styleId="Nadpis2-1Char">
    <w:name w:val="_Nadpis_2-1 Char"/>
    <w:basedOn w:val="Standardnpsmoodstavce"/>
    <w:link w:val="Nadpis2-1"/>
    <w:rsid w:val="009227F1"/>
    <w:rPr>
      <w:rFonts w:ascii="Verdana" w:hAnsi="Verdana"/>
      <w:b/>
      <w:caps/>
      <w:sz w:val="22"/>
    </w:rPr>
  </w:style>
  <w:style w:type="paragraph" w:customStyle="1" w:styleId="Text2-1">
    <w:name w:val="_Text_2-1"/>
    <w:basedOn w:val="Odstavecseseznamem"/>
    <w:link w:val="Text2-1Char"/>
    <w:qFormat/>
    <w:rsid w:val="009227F1"/>
    <w:pPr>
      <w:numPr>
        <w:ilvl w:val="2"/>
        <w:numId w:val="10"/>
      </w:numPr>
      <w:spacing w:after="120" w:line="264" w:lineRule="auto"/>
      <w:contextualSpacing w:val="0"/>
      <w:jc w:val="both"/>
    </w:pPr>
    <w:rPr>
      <w:sz w:val="18"/>
      <w:szCs w:val="18"/>
    </w:rPr>
  </w:style>
  <w:style w:type="character" w:customStyle="1" w:styleId="Nadpis2-2Char">
    <w:name w:val="_Nadpis_2-2 Char"/>
    <w:basedOn w:val="Nadpis2-1Char"/>
    <w:link w:val="Nadpis2-2"/>
    <w:rsid w:val="00253CBA"/>
    <w:rPr>
      <w:rFonts w:ascii="Verdana" w:hAnsi="Verdana"/>
      <w:b/>
      <w:caps w:val="0"/>
      <w:sz w:val="20"/>
    </w:rPr>
  </w:style>
  <w:style w:type="paragraph" w:customStyle="1" w:styleId="Titul2">
    <w:name w:val="_Titul_2"/>
    <w:basedOn w:val="Normln"/>
    <w:qFormat/>
    <w:rsid w:val="009227F1"/>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9227F1"/>
    <w:rPr>
      <w:rFonts w:ascii="Verdana" w:hAnsi="Verdana"/>
    </w:rPr>
  </w:style>
  <w:style w:type="paragraph" w:customStyle="1" w:styleId="Titul1">
    <w:name w:val="_Titul_1"/>
    <w:basedOn w:val="Normln"/>
    <w:qFormat/>
    <w:rsid w:val="009227F1"/>
    <w:pPr>
      <w:spacing w:after="240" w:line="264" w:lineRule="auto"/>
    </w:pPr>
    <w:rPr>
      <w:b/>
      <w:sz w:val="48"/>
      <w:szCs w:val="44"/>
    </w:rPr>
  </w:style>
  <w:style w:type="paragraph" w:customStyle="1" w:styleId="Tituldatum">
    <w:name w:val="_Titul_datum"/>
    <w:basedOn w:val="Normln"/>
    <w:link w:val="TituldatumChar"/>
    <w:qFormat/>
    <w:rsid w:val="009227F1"/>
    <w:pPr>
      <w:spacing w:after="240" w:line="264" w:lineRule="auto"/>
    </w:pPr>
    <w:rPr>
      <w:sz w:val="24"/>
      <w:szCs w:val="24"/>
    </w:rPr>
  </w:style>
  <w:style w:type="character" w:customStyle="1" w:styleId="TituldatumChar">
    <w:name w:val="_Titul_datum Char"/>
    <w:basedOn w:val="Standardnpsmoodstavce"/>
    <w:link w:val="Tituldatum"/>
    <w:rsid w:val="009227F1"/>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227F1"/>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B16327"/>
    <w:pPr>
      <w:numPr>
        <w:ilvl w:val="2"/>
      </w:numPr>
    </w:pPr>
  </w:style>
  <w:style w:type="paragraph" w:customStyle="1" w:styleId="Text1-1">
    <w:name w:val="_Text_1-1"/>
    <w:basedOn w:val="Normln"/>
    <w:link w:val="Text1-1Char"/>
    <w:rsid w:val="009227F1"/>
    <w:pPr>
      <w:numPr>
        <w:ilvl w:val="1"/>
        <w:numId w:val="9"/>
      </w:numPr>
      <w:spacing w:after="120" w:line="264" w:lineRule="auto"/>
      <w:jc w:val="both"/>
    </w:pPr>
    <w:rPr>
      <w:sz w:val="18"/>
      <w:szCs w:val="18"/>
    </w:rPr>
  </w:style>
  <w:style w:type="paragraph" w:customStyle="1" w:styleId="Nadpis1-1">
    <w:name w:val="_Nadpis_1-1"/>
    <w:basedOn w:val="Odstavecseseznamem"/>
    <w:next w:val="Normln"/>
    <w:link w:val="Nadpis1-1Char"/>
    <w:qFormat/>
    <w:rsid w:val="009227F1"/>
    <w:pPr>
      <w:keepNext/>
      <w:numPr>
        <w:numId w:val="9"/>
      </w:numPr>
      <w:spacing w:before="280" w:after="120" w:line="264" w:lineRule="auto"/>
      <w:outlineLvl w:val="0"/>
    </w:pPr>
    <w:rPr>
      <w:b/>
      <w:caps/>
      <w:sz w:val="22"/>
      <w:szCs w:val="18"/>
    </w:rPr>
  </w:style>
  <w:style w:type="paragraph" w:customStyle="1" w:styleId="Odrka1-1">
    <w:name w:val="_Odrážka_1-1_•"/>
    <w:basedOn w:val="Normln"/>
    <w:link w:val="Odrka1-1Char"/>
    <w:qFormat/>
    <w:rsid w:val="009227F1"/>
    <w:pPr>
      <w:numPr>
        <w:numId w:val="6"/>
      </w:numPr>
      <w:spacing w:after="80" w:line="264" w:lineRule="auto"/>
      <w:jc w:val="both"/>
    </w:pPr>
    <w:rPr>
      <w:sz w:val="18"/>
      <w:szCs w:val="18"/>
    </w:rPr>
  </w:style>
  <w:style w:type="character" w:customStyle="1" w:styleId="Text1-1Char">
    <w:name w:val="_Text_1-1 Char"/>
    <w:basedOn w:val="Standardnpsmoodstavce"/>
    <w:link w:val="Text1-1"/>
    <w:rsid w:val="009227F1"/>
    <w:rPr>
      <w:rFonts w:ascii="Verdana" w:hAnsi="Verdana"/>
    </w:rPr>
  </w:style>
  <w:style w:type="character" w:customStyle="1" w:styleId="Nadpis1-1Char">
    <w:name w:val="_Nadpis_1-1 Char"/>
    <w:basedOn w:val="Standardnpsmoodstavce"/>
    <w:link w:val="Nadpis1-1"/>
    <w:rsid w:val="009227F1"/>
    <w:rPr>
      <w:rFonts w:ascii="Verdana" w:hAnsi="Verdana"/>
      <w:b/>
      <w:caps/>
      <w:sz w:val="22"/>
    </w:rPr>
  </w:style>
  <w:style w:type="character" w:customStyle="1" w:styleId="Text1-2Char">
    <w:name w:val="_Text_1-2 Char"/>
    <w:basedOn w:val="Text1-1Char"/>
    <w:link w:val="Text1-2"/>
    <w:rsid w:val="00B16327"/>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9227F1"/>
    <w:rPr>
      <w:rFonts w:ascii="Verdana" w:hAnsi="Verdana"/>
    </w:rPr>
  </w:style>
  <w:style w:type="paragraph" w:customStyle="1" w:styleId="Odrka1-2-">
    <w:name w:val="_Odrážka_1-2_-"/>
    <w:basedOn w:val="Odrka1-1"/>
    <w:qFormat/>
    <w:rsid w:val="009227F1"/>
    <w:pPr>
      <w:numPr>
        <w:ilvl w:val="1"/>
      </w:numPr>
    </w:pPr>
  </w:style>
  <w:style w:type="paragraph" w:customStyle="1" w:styleId="Odrka1-3">
    <w:name w:val="_Odrážka_1-3_·"/>
    <w:basedOn w:val="Odrka1-2-"/>
    <w:qFormat/>
    <w:rsid w:val="009227F1"/>
    <w:pPr>
      <w:numPr>
        <w:ilvl w:val="2"/>
      </w:numPr>
    </w:pPr>
  </w:style>
  <w:style w:type="paragraph" w:customStyle="1" w:styleId="Odstavec1-1a">
    <w:name w:val="_Odstavec_1-1_a)"/>
    <w:basedOn w:val="Normln"/>
    <w:link w:val="Odstavec1-1aChar"/>
    <w:qFormat/>
    <w:rsid w:val="009227F1"/>
    <w:pPr>
      <w:numPr>
        <w:numId w:val="7"/>
      </w:numPr>
      <w:spacing w:after="80" w:line="264" w:lineRule="auto"/>
      <w:jc w:val="both"/>
    </w:pPr>
    <w:rPr>
      <w:sz w:val="18"/>
      <w:szCs w:val="18"/>
    </w:rPr>
  </w:style>
  <w:style w:type="paragraph" w:customStyle="1" w:styleId="Odstavec1-2i">
    <w:name w:val="_Odstavec_1-2_(i)"/>
    <w:basedOn w:val="Odstavec1-1a"/>
    <w:qFormat/>
    <w:rsid w:val="009227F1"/>
    <w:pPr>
      <w:numPr>
        <w:ilvl w:val="1"/>
      </w:numPr>
    </w:pPr>
  </w:style>
  <w:style w:type="paragraph" w:customStyle="1" w:styleId="Odstavec1-31">
    <w:name w:val="_Odstavec_1-3_1)"/>
    <w:basedOn w:val="Odstavec1-2i"/>
    <w:qFormat/>
    <w:rsid w:val="009227F1"/>
    <w:pPr>
      <w:numPr>
        <w:ilvl w:val="2"/>
      </w:numPr>
    </w:pPr>
  </w:style>
  <w:style w:type="paragraph" w:customStyle="1" w:styleId="Textbezslovn">
    <w:name w:val="_Text_bez_číslování"/>
    <w:basedOn w:val="Normln"/>
    <w:link w:val="TextbezslovnChar"/>
    <w:qFormat/>
    <w:rsid w:val="009227F1"/>
    <w:pPr>
      <w:spacing w:after="120" w:line="264" w:lineRule="auto"/>
      <w:ind w:left="737"/>
      <w:jc w:val="both"/>
    </w:pPr>
    <w:rPr>
      <w:sz w:val="18"/>
      <w:szCs w:val="18"/>
    </w:r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9227F1"/>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9227F1"/>
    <w:pPr>
      <w:numPr>
        <w:ilvl w:val="3"/>
      </w:numPr>
    </w:pPr>
  </w:style>
  <w:style w:type="character" w:customStyle="1" w:styleId="Text2-2Char">
    <w:name w:val="_Text_2-2 Char"/>
    <w:basedOn w:val="Text2-1Char"/>
    <w:link w:val="Text2-2"/>
    <w:rsid w:val="009227F1"/>
    <w:rPr>
      <w:rFonts w:ascii="Verdana" w:hAnsi="Verdana"/>
    </w:rPr>
  </w:style>
  <w:style w:type="paragraph" w:customStyle="1" w:styleId="Zkratky1">
    <w:name w:val="_Zkratky_1"/>
    <w:basedOn w:val="Normln"/>
    <w:qFormat/>
    <w:rsid w:val="009227F1"/>
    <w:pPr>
      <w:tabs>
        <w:tab w:val="right" w:leader="dot" w:pos="1134"/>
      </w:tabs>
      <w:spacing w:after="0" w:line="240" w:lineRule="auto"/>
    </w:pPr>
    <w:rPr>
      <w:b/>
      <w:sz w:val="16"/>
      <w:szCs w:val="18"/>
    </w:rPr>
  </w:style>
  <w:style w:type="paragraph" w:customStyle="1" w:styleId="Seznam1">
    <w:name w:val="_Seznam_[1]"/>
    <w:basedOn w:val="Normln"/>
    <w:qFormat/>
    <w:rsid w:val="009227F1"/>
    <w:pPr>
      <w:numPr>
        <w:numId w:val="8"/>
      </w:numPr>
      <w:spacing w:after="60" w:line="264" w:lineRule="auto"/>
      <w:jc w:val="both"/>
    </w:pPr>
    <w:rPr>
      <w:sz w:val="16"/>
      <w:szCs w:val="18"/>
    </w:rPr>
  </w:style>
  <w:style w:type="paragraph" w:customStyle="1" w:styleId="Nadpisbezsl1-1">
    <w:name w:val="_Nadpis_bez_čísl_1-1"/>
    <w:next w:val="Nadpisbezsl1-2"/>
    <w:qFormat/>
    <w:rsid w:val="009227F1"/>
    <w:pPr>
      <w:keepNext/>
      <w:spacing w:before="280" w:after="120"/>
      <w:outlineLvl w:val="0"/>
    </w:pPr>
    <w:rPr>
      <w:rFonts w:ascii="Verdana" w:hAnsi="Verdana"/>
      <w:b/>
      <w:caps/>
      <w:sz w:val="22"/>
    </w:rPr>
  </w:style>
  <w:style w:type="paragraph" w:customStyle="1" w:styleId="Nadpisbezsl1-2">
    <w:name w:val="_Nadpis_bez_čísl_1-2"/>
    <w:next w:val="Text2-1"/>
    <w:qFormat/>
    <w:rsid w:val="009227F1"/>
    <w:pPr>
      <w:keepNext/>
      <w:spacing w:before="200" w:after="120"/>
    </w:pPr>
    <w:rPr>
      <w:rFonts w:ascii="Verdana" w:hAnsi="Verdana"/>
      <w:b/>
      <w:sz w:val="20"/>
      <w:szCs w:val="20"/>
    </w:rPr>
  </w:style>
  <w:style w:type="paragraph" w:customStyle="1" w:styleId="Tabulka">
    <w:name w:val="_Tabulka"/>
    <w:basedOn w:val="Normln"/>
    <w:qFormat/>
    <w:rsid w:val="009227F1"/>
    <w:pPr>
      <w:spacing w:before="40" w:after="40" w:line="240" w:lineRule="auto"/>
    </w:pPr>
    <w:rPr>
      <w:sz w:val="18"/>
      <w:szCs w:val="18"/>
    </w:rPr>
  </w:style>
  <w:style w:type="character" w:customStyle="1" w:styleId="TextbezslovnChar">
    <w:name w:val="_Text_bez_číslování Char"/>
    <w:basedOn w:val="Standardnpsmoodstavce"/>
    <w:link w:val="Textbezslovn"/>
    <w:rsid w:val="009227F1"/>
    <w:rPr>
      <w:rFonts w:ascii="Verdana" w:hAnsi="Verdana"/>
    </w:rPr>
  </w:style>
  <w:style w:type="paragraph" w:customStyle="1" w:styleId="Textbezodsazen">
    <w:name w:val="_Text_bez_odsazení"/>
    <w:basedOn w:val="Normln"/>
    <w:link w:val="TextbezodsazenChar"/>
    <w:qFormat/>
    <w:rsid w:val="009227F1"/>
    <w:pPr>
      <w:spacing w:after="120" w:line="264" w:lineRule="auto"/>
      <w:jc w:val="both"/>
    </w:pPr>
    <w:rPr>
      <w:sz w:val="18"/>
      <w:szCs w:val="18"/>
    </w:rPr>
  </w:style>
  <w:style w:type="character" w:customStyle="1" w:styleId="TextbezodsazenChar">
    <w:name w:val="_Text_bez_odsazení Char"/>
    <w:basedOn w:val="Standardnpsmoodstavce"/>
    <w:link w:val="Textbezodsazen"/>
    <w:rsid w:val="009227F1"/>
    <w:rPr>
      <w:rFonts w:ascii="Verdana" w:hAnsi="Verdana"/>
    </w:rPr>
  </w:style>
  <w:style w:type="character" w:customStyle="1" w:styleId="Tun-ZRUIT">
    <w:name w:val="_Tučně-ZRUŠIT"/>
    <w:basedOn w:val="Standardnpsmoodstavce"/>
    <w:qFormat/>
    <w:rsid w:val="009227F1"/>
    <w:rPr>
      <w:b w:val="0"/>
      <w:i w:val="0"/>
    </w:rPr>
  </w:style>
  <w:style w:type="paragraph" w:customStyle="1" w:styleId="Zkratky2">
    <w:name w:val="_Zkratky_2"/>
    <w:basedOn w:val="Normln"/>
    <w:qFormat/>
    <w:rsid w:val="009227F1"/>
    <w:pPr>
      <w:spacing w:after="0" w:line="240" w:lineRule="auto"/>
    </w:pPr>
    <w:rPr>
      <w:sz w:val="16"/>
      <w:szCs w:val="16"/>
    </w:rPr>
  </w:style>
  <w:style w:type="paragraph" w:customStyle="1" w:styleId="ZTPinfo-text">
    <w:name w:val="_ZTP_info-text"/>
    <w:basedOn w:val="Textbezslovn"/>
    <w:link w:val="ZTPinfo-textChar"/>
    <w:qFormat/>
    <w:rsid w:val="009227F1"/>
    <w:pPr>
      <w:ind w:left="0"/>
    </w:pPr>
    <w:rPr>
      <w:i/>
      <w:color w:val="00A1E0"/>
    </w:rPr>
  </w:style>
  <w:style w:type="character" w:customStyle="1" w:styleId="ZTPinfo-textChar">
    <w:name w:val="_ZTP_info-text Char"/>
    <w:basedOn w:val="Standardnpsmoodstavce"/>
    <w:link w:val="ZTPinfo-text"/>
    <w:rsid w:val="009227F1"/>
    <w:rPr>
      <w:rFonts w:ascii="Verdana" w:hAnsi="Verdana"/>
      <w:i/>
      <w:color w:val="00A1E0"/>
    </w:rPr>
  </w:style>
  <w:style w:type="paragraph" w:customStyle="1" w:styleId="ZTPinfo-text-odr">
    <w:name w:val="_ZTP_info-text-odr"/>
    <w:basedOn w:val="ZTPinfo-text"/>
    <w:link w:val="ZTPinfo-text-odrChar"/>
    <w:qFormat/>
    <w:rsid w:val="009227F1"/>
    <w:pPr>
      <w:numPr>
        <w:numId w:val="11"/>
      </w:numPr>
    </w:pPr>
  </w:style>
  <w:style w:type="character" w:customStyle="1" w:styleId="ZTPinfo-text-odrChar">
    <w:name w:val="_ZTP_info-text-odr Char"/>
    <w:basedOn w:val="ZTPinfo-textChar"/>
    <w:link w:val="ZTPinfo-text-odr"/>
    <w:rsid w:val="009227F1"/>
    <w:rPr>
      <w:rFonts w:ascii="Verdana" w:hAnsi="Verdana"/>
      <w:i/>
      <w:color w:val="00A1E0"/>
    </w:rPr>
  </w:style>
  <w:style w:type="character" w:customStyle="1" w:styleId="Nzevakce">
    <w:name w:val="_Název_akce"/>
    <w:basedOn w:val="Standardnpsmoodstavce"/>
    <w:qFormat/>
    <w:rsid w:val="009227F1"/>
    <w:rPr>
      <w:rFonts w:ascii="Verdana" w:hAnsi="Verdana"/>
      <w:b/>
      <w:sz w:val="36"/>
    </w:rPr>
  </w:style>
  <w:style w:type="paragraph" w:customStyle="1" w:styleId="Odrka1-4">
    <w:name w:val="_Odrážka_1-4_•"/>
    <w:basedOn w:val="Odrka1-1"/>
    <w:qFormat/>
    <w:rsid w:val="007A36FA"/>
    <w:pPr>
      <w:numPr>
        <w:ilvl w:val="3"/>
      </w:numPr>
    </w:pPr>
  </w:style>
  <w:style w:type="character" w:customStyle="1" w:styleId="Odstavec1-1aChar">
    <w:name w:val="_Odstavec_1-1_a) Char"/>
    <w:basedOn w:val="Standardnpsmoodstavce"/>
    <w:link w:val="Odstavec1-1a"/>
    <w:rsid w:val="009227F1"/>
    <w:rPr>
      <w:rFonts w:ascii="Verdana" w:hAnsi="Verdana"/>
    </w:rPr>
  </w:style>
  <w:style w:type="paragraph" w:customStyle="1" w:styleId="Odstavec1-41">
    <w:name w:val="_Odstavec_1-4_1."/>
    <w:basedOn w:val="Odstavec1-1a"/>
    <w:link w:val="Odstavec1-41Char"/>
    <w:qFormat/>
    <w:rsid w:val="00253CBA"/>
    <w:pPr>
      <w:numPr>
        <w:numId w:val="0"/>
      </w:numPr>
      <w:tabs>
        <w:tab w:val="num" w:pos="2041"/>
      </w:tabs>
      <w:ind w:left="2041" w:hanging="340"/>
    </w:pPr>
  </w:style>
  <w:style w:type="character" w:customStyle="1" w:styleId="Odstavec1-41Char">
    <w:name w:val="_Odstavec_1-4_1. Char"/>
    <w:basedOn w:val="Odstavec1-1aChar"/>
    <w:link w:val="Odstavec1-41"/>
    <w:rsid w:val="00253CBA"/>
    <w:rPr>
      <w:rFonts w:ascii="Verdana" w:hAnsi="Verdana"/>
    </w:rPr>
  </w:style>
  <w:style w:type="paragraph" w:customStyle="1" w:styleId="Zpatvpravo">
    <w:name w:val="_Zápatí_vpravo"/>
    <w:qFormat/>
    <w:rsid w:val="009227F1"/>
    <w:pPr>
      <w:spacing w:after="0" w:line="240" w:lineRule="auto"/>
      <w:jc w:val="right"/>
    </w:pPr>
    <w:rPr>
      <w:rFonts w:ascii="Verdana" w:hAnsi="Verdana"/>
      <w:sz w:val="12"/>
    </w:rPr>
  </w:style>
  <w:style w:type="paragraph" w:customStyle="1" w:styleId="Zpatvlevo">
    <w:name w:val="_Zápatí_vlevo"/>
    <w:basedOn w:val="Zpatvpravo"/>
    <w:qFormat/>
    <w:rsid w:val="009227F1"/>
    <w:pPr>
      <w:jc w:val="left"/>
    </w:pPr>
  </w:style>
  <w:style w:type="character" w:customStyle="1" w:styleId="Znaka">
    <w:name w:val="_Značka"/>
    <w:basedOn w:val="Standardnpsmoodstavce"/>
    <w:rsid w:val="009227F1"/>
    <w:rPr>
      <w:rFonts w:ascii="Verdana" w:hAnsi="Verdana"/>
      <w:b/>
      <w:sz w:val="36"/>
    </w:rPr>
  </w:style>
  <w:style w:type="paragraph" w:customStyle="1" w:styleId="ZTPinfo-text-odr0">
    <w:name w:val="_ZTP_info-text-odr_•"/>
    <w:basedOn w:val="ZTPinfo-text-odr"/>
    <w:link w:val="ZTPinfo-text-odrChar0"/>
    <w:qFormat/>
    <w:rsid w:val="009227F1"/>
    <w:pPr>
      <w:numPr>
        <w:ilvl w:val="1"/>
      </w:numPr>
      <w:spacing w:after="80"/>
      <w:contextualSpacing/>
    </w:pPr>
  </w:style>
  <w:style w:type="character" w:customStyle="1" w:styleId="ZTPinfo-text-odrChar0">
    <w:name w:val="_ZTP_info-text-odr_• Char"/>
    <w:basedOn w:val="ZTPinfo-text-odrChar"/>
    <w:link w:val="ZTPinfo-text-odr0"/>
    <w:rsid w:val="009227F1"/>
    <w:rPr>
      <w:rFonts w:ascii="Verdana" w:hAnsi="Verdana"/>
      <w:i/>
      <w:color w:val="00A1E0"/>
    </w:rPr>
  </w:style>
  <w:style w:type="paragraph" w:customStyle="1" w:styleId="Odrka1-5-">
    <w:name w:val="_Odrážka_1-5_-"/>
    <w:basedOn w:val="Odrka1-4"/>
    <w:link w:val="Odrka1-5-Char"/>
    <w:qFormat/>
    <w:rsid w:val="009227F1"/>
    <w:pPr>
      <w:numPr>
        <w:ilvl w:val="4"/>
      </w:numPr>
      <w:spacing w:after="40"/>
    </w:pPr>
  </w:style>
  <w:style w:type="character" w:customStyle="1" w:styleId="Odrka1-5-Char">
    <w:name w:val="_Odrážka_1-5_- Char"/>
    <w:basedOn w:val="Standardnpsmoodstavce"/>
    <w:link w:val="Odrka1-5-"/>
    <w:rsid w:val="009227F1"/>
    <w:rPr>
      <w:rFonts w:ascii="Verdana" w:hAnsi="Verdana"/>
    </w:rPr>
  </w:style>
  <w:style w:type="paragraph" w:customStyle="1" w:styleId="Odstavec1-4a">
    <w:name w:val="_Odstavec_1-4_(a)"/>
    <w:basedOn w:val="Odstavec1-1a"/>
    <w:link w:val="Odstavec1-4aChar"/>
    <w:qFormat/>
    <w:rsid w:val="009227F1"/>
    <w:pPr>
      <w:numPr>
        <w:numId w:val="18"/>
      </w:numPr>
    </w:pPr>
  </w:style>
  <w:style w:type="character" w:customStyle="1" w:styleId="Odstavec1-4aChar">
    <w:name w:val="_Odstavec_1-4_(a) Char"/>
    <w:basedOn w:val="Odstavec1-1aChar"/>
    <w:link w:val="Odstavec1-4a"/>
    <w:rsid w:val="009227F1"/>
    <w:rPr>
      <w:rFonts w:ascii="Verdana" w:hAnsi="Verdana"/>
    </w:rPr>
  </w:style>
  <w:style w:type="paragraph" w:customStyle="1" w:styleId="Odstavec1-4i">
    <w:name w:val="_Odstavec_1-4_i)"/>
    <w:basedOn w:val="Odstavec1-1a"/>
    <w:link w:val="Odstavec1-4iChar"/>
    <w:qFormat/>
    <w:rsid w:val="009227F1"/>
    <w:pPr>
      <w:numPr>
        <w:ilvl w:val="4"/>
      </w:numPr>
    </w:pPr>
  </w:style>
  <w:style w:type="character" w:customStyle="1" w:styleId="Odstavec1-4iChar">
    <w:name w:val="_Odstavec_1-4_i) Char"/>
    <w:basedOn w:val="Odstavec1-1aChar"/>
    <w:link w:val="Odstavec1-4i"/>
    <w:rsid w:val="009227F1"/>
    <w:rPr>
      <w:rFonts w:ascii="Verdana" w:hAnsi="Verdana"/>
    </w:rPr>
  </w:style>
  <w:style w:type="table" w:customStyle="1" w:styleId="TabZTPbez">
    <w:name w:val="_Tab_ZTP_bez"/>
    <w:basedOn w:val="Mkatabulky"/>
    <w:uiPriority w:val="99"/>
    <w:rsid w:val="009227F1"/>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9227F1"/>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table" w:customStyle="1" w:styleId="TabulkaS-zahlzap">
    <w:name w:val="_Tabulka_SŽ-zahl+zap"/>
    <w:basedOn w:val="Mkatabulky"/>
    <w:uiPriority w:val="99"/>
    <w:rsid w:val="009227F1"/>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9227F1"/>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9">
    <w:name w:val="_Tabulka-9"/>
    <w:basedOn w:val="Textbezodsazen"/>
    <w:qFormat/>
    <w:rsid w:val="009227F1"/>
    <w:pPr>
      <w:spacing w:before="40" w:after="40" w:line="240" w:lineRule="auto"/>
      <w:jc w:val="left"/>
    </w:pPr>
  </w:style>
  <w:style w:type="paragraph" w:customStyle="1" w:styleId="Tabulka-8">
    <w:name w:val="_Tabulka-8"/>
    <w:basedOn w:val="Tabulka-9"/>
    <w:qFormat/>
    <w:rsid w:val="009227F1"/>
    <w:rPr>
      <w:sz w:val="16"/>
    </w:rPr>
  </w:style>
  <w:style w:type="paragraph" w:customStyle="1" w:styleId="Tabulka-7">
    <w:name w:val="_Tabulka-7"/>
    <w:basedOn w:val="Tabulka-8"/>
    <w:qFormat/>
    <w:rsid w:val="009227F1"/>
    <w:pPr>
      <w:spacing w:before="20" w:after="20"/>
    </w:pPr>
    <w:rPr>
      <w:sz w:val="14"/>
    </w:rPr>
  </w:style>
  <w:style w:type="paragraph" w:customStyle="1" w:styleId="TextbezslBEZMEZER">
    <w:name w:val="_Text_bez_čísl_BEZ_MEZER"/>
    <w:basedOn w:val="Textbezslovn"/>
    <w:link w:val="TextbezslBEZMEZERChar"/>
    <w:qFormat/>
    <w:rsid w:val="009227F1"/>
    <w:pPr>
      <w:spacing w:after="0"/>
    </w:pPr>
  </w:style>
  <w:style w:type="character" w:customStyle="1" w:styleId="TextbezslBEZMEZERChar">
    <w:name w:val="_Text_bez_čísl_BEZ_MEZER Char"/>
    <w:basedOn w:val="TextbezslovnChar"/>
    <w:link w:val="TextbezslBEZMEZER"/>
    <w:rsid w:val="009227F1"/>
    <w:rPr>
      <w:rFonts w:ascii="Verdana" w:hAnsi="Verdana"/>
    </w:rPr>
  </w:style>
  <w:style w:type="table" w:customStyle="1" w:styleId="TKPTabulka">
    <w:name w:val="_TKP_Tabulka"/>
    <w:basedOn w:val="Normlntabulka"/>
    <w:uiPriority w:val="99"/>
    <w:rsid w:val="009227F1"/>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TextInformanzelen">
    <w:name w:val="_Text_Informační_zelený"/>
    <w:basedOn w:val="Textbezslovn"/>
    <w:qFormat/>
    <w:rsid w:val="00B16327"/>
    <w:pPr>
      <w:spacing w:after="60"/>
    </w:pPr>
    <w:rPr>
      <w:b/>
      <w:i/>
      <w:color w:val="00B05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9268214">
      <w:bodyDiv w:val="1"/>
      <w:marLeft w:val="0"/>
      <w:marRight w:val="0"/>
      <w:marTop w:val="0"/>
      <w:marBottom w:val="0"/>
      <w:divBdr>
        <w:top w:val="none" w:sz="0" w:space="0" w:color="auto"/>
        <w:left w:val="none" w:sz="0" w:space="0" w:color="auto"/>
        <w:bottom w:val="none" w:sz="0" w:space="0" w:color="auto"/>
        <w:right w:val="none" w:sz="0" w:space="0" w:color="auto"/>
      </w:divBdr>
    </w:div>
    <w:div w:id="467359163">
      <w:bodyDiv w:val="1"/>
      <w:marLeft w:val="0"/>
      <w:marRight w:val="0"/>
      <w:marTop w:val="0"/>
      <w:marBottom w:val="0"/>
      <w:divBdr>
        <w:top w:val="none" w:sz="0" w:space="0" w:color="auto"/>
        <w:left w:val="none" w:sz="0" w:space="0" w:color="auto"/>
        <w:bottom w:val="none" w:sz="0" w:space="0" w:color="auto"/>
        <w:right w:val="none" w:sz="0" w:space="0" w:color="auto"/>
      </w:divBdr>
    </w:div>
    <w:div w:id="868227569">
      <w:bodyDiv w:val="1"/>
      <w:marLeft w:val="0"/>
      <w:marRight w:val="0"/>
      <w:marTop w:val="0"/>
      <w:marBottom w:val="0"/>
      <w:divBdr>
        <w:top w:val="none" w:sz="0" w:space="0" w:color="auto"/>
        <w:left w:val="none" w:sz="0" w:space="0" w:color="auto"/>
        <w:bottom w:val="none" w:sz="0" w:space="0" w:color="auto"/>
        <w:right w:val="none" w:sz="0" w:space="0" w:color="auto"/>
      </w:divBdr>
    </w:div>
    <w:div w:id="1180466746">
      <w:bodyDiv w:val="1"/>
      <w:marLeft w:val="0"/>
      <w:marRight w:val="0"/>
      <w:marTop w:val="0"/>
      <w:marBottom w:val="0"/>
      <w:divBdr>
        <w:top w:val="none" w:sz="0" w:space="0" w:color="auto"/>
        <w:left w:val="none" w:sz="0" w:space="0" w:color="auto"/>
        <w:bottom w:val="none" w:sz="0" w:space="0" w:color="auto"/>
        <w:right w:val="none" w:sz="0" w:space="0" w:color="auto"/>
      </w:divBdr>
    </w:div>
    <w:div w:id="1786537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footer" Target="footer4.xml"/><Relationship Id="rId26" Type="http://schemas.openxmlformats.org/officeDocument/2006/relationships/header" Target="header6.xml"/><Relationship Id="rId39" Type="http://schemas.openxmlformats.org/officeDocument/2006/relationships/footer" Target="footer18.xml"/><Relationship Id="rId3" Type="http://schemas.openxmlformats.org/officeDocument/2006/relationships/customXml" Target="../customXml/item3.xml"/><Relationship Id="rId21" Type="http://schemas.openxmlformats.org/officeDocument/2006/relationships/footer" Target="footer6.xml"/><Relationship Id="rId34" Type="http://schemas.openxmlformats.org/officeDocument/2006/relationships/footer" Target="footer15.xml"/><Relationship Id="rId42" Type="http://schemas.openxmlformats.org/officeDocument/2006/relationships/footer" Target="footer20.xml"/><Relationship Id="rId47"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3.xml"/><Relationship Id="rId25" Type="http://schemas.openxmlformats.org/officeDocument/2006/relationships/footer" Target="footer9.xml"/><Relationship Id="rId33" Type="http://schemas.openxmlformats.org/officeDocument/2006/relationships/footer" Target="footer14.xml"/><Relationship Id="rId38" Type="http://schemas.openxmlformats.org/officeDocument/2006/relationships/header" Target="header10.xml"/><Relationship Id="rId46" Type="http://schemas.openxmlformats.org/officeDocument/2006/relationships/footer" Target="footer23.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eader" Target="header4.xml"/><Relationship Id="rId29" Type="http://schemas.openxmlformats.org/officeDocument/2006/relationships/header" Target="header7.xml"/><Relationship Id="rId41" Type="http://schemas.openxmlformats.org/officeDocument/2006/relationships/header" Target="header1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24" Type="http://schemas.openxmlformats.org/officeDocument/2006/relationships/footer" Target="footer8.xml"/><Relationship Id="rId32" Type="http://schemas.openxmlformats.org/officeDocument/2006/relationships/header" Target="header8.xml"/><Relationship Id="rId37" Type="http://schemas.openxmlformats.org/officeDocument/2006/relationships/footer" Target="footer17.xml"/><Relationship Id="rId40" Type="http://schemas.openxmlformats.org/officeDocument/2006/relationships/footer" Target="footer19.xml"/><Relationship Id="rId45" Type="http://schemas.openxmlformats.org/officeDocument/2006/relationships/footer" Target="footer22.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header" Target="header5.xml"/><Relationship Id="rId28" Type="http://schemas.openxmlformats.org/officeDocument/2006/relationships/footer" Target="footer11.xml"/><Relationship Id="rId36" Type="http://schemas.openxmlformats.org/officeDocument/2006/relationships/footer" Target="footer16.xml"/><Relationship Id="rId49"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5.xml"/><Relationship Id="rId31" Type="http://schemas.openxmlformats.org/officeDocument/2006/relationships/footer" Target="footer13.xml"/><Relationship Id="rId44" Type="http://schemas.openxmlformats.org/officeDocument/2006/relationships/header" Target="header1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footer" Target="footer7.xml"/><Relationship Id="rId27" Type="http://schemas.openxmlformats.org/officeDocument/2006/relationships/footer" Target="footer10.xml"/><Relationship Id="rId30" Type="http://schemas.openxmlformats.org/officeDocument/2006/relationships/footer" Target="footer12.xml"/><Relationship Id="rId35" Type="http://schemas.openxmlformats.org/officeDocument/2006/relationships/header" Target="header9.xml"/><Relationship Id="rId43" Type="http://schemas.openxmlformats.org/officeDocument/2006/relationships/footer" Target="footer21.xml"/><Relationship Id="rId48" Type="http://schemas.openxmlformats.org/officeDocument/2006/relationships/glossaryDocument" Target="glossary/document.xml"/><Relationship Id="rId8" Type="http://schemas.openxmlformats.org/officeDocument/2006/relationships/webSettings" Target="webSettings.xml"/></Relationships>
</file>

<file path=word/_rels/foot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lincko\Desktop\Vzorov&#225;%20ZD%20z%20disku%20I\ZD_P&#344;&#205;PRAVA_STAVBY\ZP+DUR-DUR-DUSP-DSP+PDPS\DSP+PDPS\SOD_DOKUMENTACE_(DUSP-DUSL-DSP+PDPS)-03-23_VZOR.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4EB0494DF4E24F4689F5A2EA1C0D045B"/>
        <w:category>
          <w:name w:val="Obecné"/>
          <w:gallery w:val="placeholder"/>
        </w:category>
        <w:types>
          <w:type w:val="bbPlcHdr"/>
        </w:types>
        <w:behaviors>
          <w:behavior w:val="content"/>
        </w:behaviors>
        <w:guid w:val="{ADBAFA3A-7A52-4628-A617-27CFF534CD9F}"/>
      </w:docPartPr>
      <w:docPartBody>
        <w:p w:rsidR="00336D6F" w:rsidRDefault="004560C8">
          <w:pPr>
            <w:pStyle w:val="4EB0494DF4E24F4689F5A2EA1C0D045B"/>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560C8"/>
    <w:rsid w:val="00165AD6"/>
    <w:rsid w:val="001C583B"/>
    <w:rsid w:val="001D4073"/>
    <w:rsid w:val="001E1D91"/>
    <w:rsid w:val="002213D1"/>
    <w:rsid w:val="002B6114"/>
    <w:rsid w:val="00312C7D"/>
    <w:rsid w:val="00336D6F"/>
    <w:rsid w:val="00422CD5"/>
    <w:rsid w:val="004560C8"/>
    <w:rsid w:val="005060E6"/>
    <w:rsid w:val="005427A1"/>
    <w:rsid w:val="00671E0B"/>
    <w:rsid w:val="00684183"/>
    <w:rsid w:val="00706C2D"/>
    <w:rsid w:val="007A567D"/>
    <w:rsid w:val="007B2713"/>
    <w:rsid w:val="00835BFC"/>
    <w:rsid w:val="008673D2"/>
    <w:rsid w:val="00977D66"/>
    <w:rsid w:val="009935B2"/>
    <w:rsid w:val="009D7560"/>
    <w:rsid w:val="00A30AAE"/>
    <w:rsid w:val="00A961A8"/>
    <w:rsid w:val="00C01782"/>
    <w:rsid w:val="00C404BF"/>
    <w:rsid w:val="00D034D4"/>
    <w:rsid w:val="00E16231"/>
    <w:rsid w:val="00E505B7"/>
    <w:rsid w:val="00E74833"/>
    <w:rsid w:val="00F3659F"/>
    <w:rsid w:val="00F56984"/>
    <w:rsid w:val="00F57A49"/>
    <w:rsid w:val="00F927A2"/>
    <w:rsid w:val="00FB2EF7"/>
    <w:rsid w:val="00FB3F0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4EB0494DF4E24F4689F5A2EA1C0D045B">
    <w:name w:val="4EB0494DF4E24F4689F5A2EA1C0D045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4C7DDCBCDE0B10408CF373A532E9C114" ma:contentTypeVersion="3" ma:contentTypeDescription="Vytvoří nový dokument" ma:contentTypeScope="" ma:versionID="983c5c9a0f87ffc8d805e90301a3004c">
  <xsd:schema xmlns:xsd="http://www.w3.org/2001/XMLSchema" xmlns:xs="http://www.w3.org/2001/XMLSchema" xmlns:p="http://schemas.microsoft.com/office/2006/metadata/properties" xmlns:ns2="984234ca-c373-45c2-b25d-5f673622f748" targetNamespace="http://schemas.microsoft.com/office/2006/metadata/properties" ma:root="true" ma:fieldsID="e2a3b62838b563dd9348226d0a9db6be" ns2:_="">
    <xsd:import namespace="984234ca-c373-45c2-b25d-5f673622f748"/>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4234ca-c373-45c2-b25d-5f673622f748"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F9F6C821-D3D8-44CD-A1E4-CE63DA445C7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4234ca-c373-45c2-b25d-5f673622f74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36B61FC-2B7C-42D3-89D4-085D22D488AC}">
  <ds:schemaRefs>
    <ds:schemaRef ds:uri="http://schemas.openxmlformats.org/officeDocument/2006/bibliography"/>
  </ds:schemaRefs>
</ds:datastoreItem>
</file>

<file path=customXml/itemProps4.xml><?xml version="1.0" encoding="utf-8"?>
<ds:datastoreItem xmlns:ds="http://schemas.openxmlformats.org/officeDocument/2006/customXml" ds:itemID="{7C5CF3F5-99AC-47C7-A54D-D0646FCFFF53}">
  <ds:schemaRef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SOD_DOKUMENTACE_(DUSP-DUSL-DSP+PDPS)-03-23_VZOR</Template>
  <TotalTime>70</TotalTime>
  <Pages>34</Pages>
  <Words>6245</Words>
  <Characters>36847</Characters>
  <Application>Microsoft Office Word</Application>
  <DocSecurity>0</DocSecurity>
  <Lines>307</Lines>
  <Paragraphs>86</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43006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Klincko Lucia, JUDr.</dc:creator>
  <cp:lastModifiedBy>Fučíková Veronika, Bc.</cp:lastModifiedBy>
  <cp:revision>9</cp:revision>
  <cp:lastPrinted>2024-12-19T09:24:00Z</cp:lastPrinted>
  <dcterms:created xsi:type="dcterms:W3CDTF">2024-12-19T09:25:00Z</dcterms:created>
  <dcterms:modified xsi:type="dcterms:W3CDTF">2025-01-15T13:17:00Z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0x01010067F57B6512F0FE4889507DFC4DA84EED004C7DDCBCDE0B10408CF373A532E9C114</vt:lpwstr>
  </property>
</Properties>
</file>